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AC638" w14:textId="77777777" w:rsidR="00DF731E" w:rsidRDefault="00DF731E" w:rsidP="00D01D43">
      <w:pPr>
        <w:tabs>
          <w:tab w:val="right" w:pos="1560"/>
        </w:tabs>
        <w:spacing w:after="0"/>
        <w:jc w:val="right"/>
        <w:outlineLvl w:val="0"/>
        <w:rPr>
          <w:rFonts w:ascii="Arial" w:hAnsi="Arial" w:cs="Arial"/>
          <w:b/>
          <w:color w:val="004494"/>
          <w:sz w:val="20"/>
          <w:szCs w:val="20"/>
        </w:rPr>
      </w:pPr>
      <w:r>
        <w:rPr>
          <w:noProof/>
          <w:lang w:eastAsia="fr-FR"/>
        </w:rPr>
        <mc:AlternateContent>
          <mc:Choice Requires="wps">
            <w:drawing>
              <wp:anchor distT="0" distB="0" distL="114300" distR="114300" simplePos="0" relativeHeight="251659264" behindDoc="0" locked="0" layoutInCell="1" allowOverlap="1" wp14:anchorId="50FC76CF" wp14:editId="0066B58D">
                <wp:simplePos x="0" y="0"/>
                <wp:positionH relativeFrom="column">
                  <wp:posOffset>32384</wp:posOffset>
                </wp:positionH>
                <wp:positionV relativeFrom="paragraph">
                  <wp:posOffset>26035</wp:posOffset>
                </wp:positionV>
                <wp:extent cx="6219825" cy="523875"/>
                <wp:effectExtent l="0" t="0" r="9525" b="952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778B0" w14:textId="77777777" w:rsidR="00125E47" w:rsidRPr="00125E47" w:rsidRDefault="0039194A" w:rsidP="00125E47">
                            <w:pPr>
                              <w:tabs>
                                <w:tab w:val="right" w:pos="1560"/>
                              </w:tabs>
                              <w:spacing w:after="0"/>
                              <w:jc w:val="right"/>
                              <w:outlineLvl w:val="0"/>
                              <w:rPr>
                                <w:rFonts w:ascii="Arial" w:hAnsi="Arial" w:cs="Arial"/>
                                <w:b/>
                                <w:color w:val="97BF0D"/>
                                <w:sz w:val="52"/>
                                <w:szCs w:val="52"/>
                              </w:rPr>
                            </w:pPr>
                            <w:r>
                              <w:rPr>
                                <w:rFonts w:ascii="Arial" w:hAnsi="Arial" w:cs="Arial"/>
                                <w:b/>
                                <w:color w:val="97BF0D"/>
                                <w:sz w:val="52"/>
                                <w:szCs w:val="52"/>
                              </w:rPr>
                              <w:t>Prêt à insérer</w:t>
                            </w:r>
                          </w:p>
                          <w:p w14:paraId="7BFD9D2C" w14:textId="77777777" w:rsidR="00125E47" w:rsidRDefault="00125E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6BC4BA" id="_x0000_t202" coordsize="21600,21600" o:spt="202" path="m,l,21600r21600,l21600,xe">
                <v:stroke joinstyle="miter"/>
                <v:path gradientshapeok="t" o:connecttype="rect"/>
              </v:shapetype>
              <v:shape id="Zone de texte 2" o:spid="_x0000_s1026" type="#_x0000_t202" style="position:absolute;left:0;text-align:left;margin-left:2.55pt;margin-top:2.05pt;width:489.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" stroked="f">
                <v:textbox>
                  <w:txbxContent>
                    <w:p w:rsidR="00125E47" w:rsidRPr="00125E47" w:rsidRDefault="0039194A" w:rsidP="00125E47">
                      <w:pPr>
                        <w:tabs>
                          <w:tab w:val="right" w:pos="1560"/>
                        </w:tabs>
                        <w:spacing w:after="0"/>
                        <w:jc w:val="right"/>
                        <w:outlineLvl w:val="0"/>
                        <w:rPr>
                          <w:rFonts w:ascii="Arial" w:hAnsi="Arial" w:cs="Arial"/>
                          <w:b/>
                          <w:color w:val="97BF0D"/>
                          <w:sz w:val="52"/>
                          <w:szCs w:val="52"/>
                        </w:rPr>
                      </w:pPr>
                      <w:r>
                        <w:rPr>
                          <w:rFonts w:ascii="Arial" w:hAnsi="Arial" w:cs="Arial"/>
                          <w:b/>
                          <w:color w:val="97BF0D"/>
                          <w:sz w:val="52"/>
                          <w:szCs w:val="52"/>
                        </w:rPr>
                        <w:t>Prêt à insérer</w:t>
                      </w:r>
                    </w:p>
                    <w:p w:rsidR="00125E47" w:rsidRDefault="00125E47"/>
                  </w:txbxContent>
                </v:textbox>
              </v:shape>
            </w:pict>
          </mc:Fallback>
        </mc:AlternateContent>
      </w:r>
    </w:p>
    <w:p w14:paraId="4A03602F" w14:textId="77777777" w:rsidR="00DF731E" w:rsidRDefault="00DF731E" w:rsidP="00D01D43">
      <w:pPr>
        <w:tabs>
          <w:tab w:val="right" w:pos="1560"/>
        </w:tabs>
        <w:spacing w:after="0"/>
        <w:jc w:val="right"/>
        <w:outlineLvl w:val="0"/>
        <w:rPr>
          <w:rFonts w:ascii="Arial" w:hAnsi="Arial" w:cs="Arial"/>
          <w:b/>
          <w:color w:val="004494"/>
          <w:sz w:val="20"/>
          <w:szCs w:val="20"/>
        </w:rPr>
      </w:pPr>
    </w:p>
    <w:p w14:paraId="7E8DBF11" w14:textId="77777777" w:rsidR="00DF731E" w:rsidRDefault="00DF731E" w:rsidP="00D01D43">
      <w:pPr>
        <w:tabs>
          <w:tab w:val="right" w:pos="1560"/>
        </w:tabs>
        <w:spacing w:after="0"/>
        <w:jc w:val="right"/>
        <w:outlineLvl w:val="0"/>
        <w:rPr>
          <w:rFonts w:ascii="Arial" w:hAnsi="Arial" w:cs="Arial"/>
          <w:b/>
          <w:color w:val="004494"/>
          <w:sz w:val="20"/>
          <w:szCs w:val="20"/>
        </w:rPr>
      </w:pPr>
    </w:p>
    <w:p w14:paraId="1EE7E0C5" w14:textId="77777777" w:rsidR="00DF731E" w:rsidRPr="00970E85" w:rsidRDefault="00DF731E" w:rsidP="00391F25">
      <w:pPr>
        <w:spacing w:after="0" w:line="240" w:lineRule="auto"/>
        <w:jc w:val="center"/>
        <w:rPr>
          <w:rFonts w:ascii="Arial Rounded MT Bold" w:eastAsia="Calibri" w:hAnsi="Arial Rounded MT Bold" w:cs="Arial"/>
          <w:b/>
          <w:color w:val="1F497D" w:themeColor="text2"/>
          <w:sz w:val="32"/>
          <w:szCs w:val="28"/>
        </w:rPr>
      </w:pPr>
    </w:p>
    <w:p w14:paraId="40A6A721" w14:textId="77777777" w:rsidR="00125E47" w:rsidRPr="00125E47" w:rsidRDefault="00125E47" w:rsidP="00391F25">
      <w:pPr>
        <w:spacing w:after="0" w:line="240" w:lineRule="auto"/>
        <w:jc w:val="center"/>
        <w:rPr>
          <w:rFonts w:ascii="Arial Rounded MT Bold" w:eastAsia="Calibri" w:hAnsi="Arial Rounded MT Bold" w:cs="Arial"/>
          <w:b/>
          <w:color w:val="1F497D" w:themeColor="text2"/>
          <w:sz w:val="36"/>
          <w:szCs w:val="28"/>
        </w:rPr>
      </w:pPr>
      <w:r w:rsidRPr="00125E47">
        <w:rPr>
          <w:rFonts w:ascii="Arial Rounded MT Bold" w:eastAsia="Calibri" w:hAnsi="Arial Rounded MT Bold" w:cs="Arial"/>
          <w:b/>
          <w:color w:val="1F497D" w:themeColor="text2"/>
          <w:sz w:val="36"/>
          <w:szCs w:val="28"/>
        </w:rPr>
        <w:t>Le</w:t>
      </w:r>
      <w:r w:rsidRPr="00125E47">
        <w:rPr>
          <w:rFonts w:ascii="Arial Rounded MT Bold" w:eastAsia="Calibri" w:hAnsi="Arial Rounded MT Bold" w:cs="Arial"/>
          <w:b/>
          <w:color w:val="0C1F5C"/>
          <w:sz w:val="36"/>
          <w:szCs w:val="28"/>
        </w:rPr>
        <w:t xml:space="preserve"> </w:t>
      </w:r>
      <w:r w:rsidRPr="00125E47">
        <w:rPr>
          <w:rFonts w:ascii="Arial Rounded MT Bold" w:hAnsi="Arial Rounded MT Bold" w:cs="Arial"/>
          <w:b/>
          <w:color w:val="F79646" w:themeColor="accent6"/>
          <w:sz w:val="36"/>
          <w:szCs w:val="28"/>
        </w:rPr>
        <w:t>116 – 117</w:t>
      </w:r>
      <w:r w:rsidR="00B07079">
        <w:rPr>
          <w:rFonts w:ascii="Arial Rounded MT Bold" w:hAnsi="Arial Rounded MT Bold" w:cs="Arial"/>
          <w:b/>
          <w:color w:val="F79646" w:themeColor="accent6"/>
          <w:sz w:val="36"/>
          <w:szCs w:val="28"/>
        </w:rPr>
        <w:t>,</w:t>
      </w:r>
      <w:r w:rsidR="00FA7CAE">
        <w:rPr>
          <w:rFonts w:ascii="Arial Rounded MT Bold" w:hAnsi="Arial Rounded MT Bold" w:cs="Arial"/>
          <w:b/>
          <w:color w:val="F79646" w:themeColor="accent6"/>
          <w:sz w:val="36"/>
          <w:szCs w:val="28"/>
        </w:rPr>
        <w:t xml:space="preserve"> </w:t>
      </w:r>
      <w:r w:rsidRPr="00125E47">
        <w:rPr>
          <w:rFonts w:ascii="Arial Rounded MT Bold" w:eastAsia="Calibri" w:hAnsi="Arial Rounded MT Bold" w:cs="Arial"/>
          <w:b/>
          <w:color w:val="1F497D" w:themeColor="text2"/>
          <w:sz w:val="36"/>
          <w:szCs w:val="28"/>
        </w:rPr>
        <w:t>numéro pour joindre</w:t>
      </w:r>
    </w:p>
    <w:p w14:paraId="5466745B" w14:textId="77777777" w:rsidR="00125E47" w:rsidRPr="00125E47" w:rsidRDefault="00125E47" w:rsidP="00391F25">
      <w:pPr>
        <w:spacing w:after="0" w:line="240" w:lineRule="auto"/>
        <w:jc w:val="center"/>
        <w:rPr>
          <w:rFonts w:ascii="Arial Rounded MT Bold" w:eastAsia="Calibri" w:hAnsi="Arial Rounded MT Bold" w:cs="Arial"/>
          <w:b/>
          <w:color w:val="1F497D" w:themeColor="text2"/>
          <w:sz w:val="36"/>
          <w:szCs w:val="28"/>
        </w:rPr>
      </w:pPr>
      <w:proofErr w:type="gramStart"/>
      <w:r w:rsidRPr="00125E47">
        <w:rPr>
          <w:rFonts w:ascii="Arial Rounded MT Bold" w:eastAsia="Calibri" w:hAnsi="Arial Rounded MT Bold" w:cs="Arial"/>
          <w:b/>
          <w:color w:val="1F497D" w:themeColor="text2"/>
          <w:sz w:val="36"/>
          <w:szCs w:val="28"/>
        </w:rPr>
        <w:t>un</w:t>
      </w:r>
      <w:proofErr w:type="gramEnd"/>
      <w:r w:rsidRPr="00125E47">
        <w:rPr>
          <w:rFonts w:ascii="Arial Rounded MT Bold" w:eastAsia="Calibri" w:hAnsi="Arial Rounded MT Bold" w:cs="Arial"/>
          <w:b/>
          <w:color w:val="1F497D" w:themeColor="text2"/>
          <w:sz w:val="36"/>
          <w:szCs w:val="28"/>
        </w:rPr>
        <w:t xml:space="preserve"> médecin généraliste de garde en </w:t>
      </w:r>
      <w:r w:rsidR="00EC4AA9">
        <w:rPr>
          <w:rFonts w:ascii="Arial Rounded MT Bold" w:eastAsia="Calibri" w:hAnsi="Arial Rounded MT Bold" w:cs="Arial"/>
          <w:b/>
          <w:color w:val="1F497D" w:themeColor="text2"/>
          <w:sz w:val="36"/>
          <w:szCs w:val="28"/>
        </w:rPr>
        <w:t>Vendée</w:t>
      </w:r>
    </w:p>
    <w:p w14:paraId="798A98F4" w14:textId="77777777" w:rsidR="00E863A9" w:rsidRPr="00125E47" w:rsidRDefault="00E863A9" w:rsidP="00391F25">
      <w:pPr>
        <w:spacing w:after="0"/>
        <w:jc w:val="both"/>
        <w:rPr>
          <w:rFonts w:ascii="Times New Roman" w:hAnsi="Times New Roman"/>
          <w:color w:val="1F497D" w:themeColor="text2"/>
          <w:sz w:val="24"/>
        </w:rPr>
      </w:pPr>
    </w:p>
    <w:p w14:paraId="551AB6EF" w14:textId="77777777" w:rsidR="002E6938" w:rsidRDefault="001C468B" w:rsidP="002E6938">
      <w:pPr>
        <w:spacing w:after="0"/>
        <w:jc w:val="center"/>
        <w:rPr>
          <w:rFonts w:ascii="Arial" w:hAnsi="Arial" w:cs="Arial"/>
          <w:b/>
          <w:color w:val="1F497D" w:themeColor="text2"/>
          <w:sz w:val="20"/>
          <w:szCs w:val="20"/>
          <w:lang w:eastAsia="fr-FR"/>
        </w:rPr>
      </w:pPr>
      <w:r w:rsidRPr="001C468B">
        <w:rPr>
          <w:rFonts w:ascii="Arial" w:hAnsi="Arial" w:cs="Arial"/>
          <w:b/>
          <w:noProof/>
          <w:color w:val="1F497D" w:themeColor="text2"/>
          <w:sz w:val="20"/>
          <w:szCs w:val="20"/>
          <w:lang w:eastAsia="fr-FR"/>
        </w:rPr>
        <w:drawing>
          <wp:inline distT="0" distB="0" distL="0" distR="0" wp14:anchorId="7F4F873C" wp14:editId="2903FEAA">
            <wp:extent cx="6120765" cy="22967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765" cy="2296795"/>
                    </a:xfrm>
                    <a:prstGeom prst="rect">
                      <a:avLst/>
                    </a:prstGeom>
                  </pic:spPr>
                </pic:pic>
              </a:graphicData>
            </a:graphic>
          </wp:inline>
        </w:drawing>
      </w:r>
    </w:p>
    <w:p w14:paraId="7CE8D70C" w14:textId="77777777" w:rsidR="001C468B" w:rsidRDefault="001C468B" w:rsidP="002E6938">
      <w:pPr>
        <w:spacing w:after="0"/>
        <w:jc w:val="center"/>
        <w:rPr>
          <w:rFonts w:ascii="Arial" w:hAnsi="Arial" w:cs="Arial"/>
          <w:b/>
          <w:color w:val="1F497D" w:themeColor="text2"/>
          <w:sz w:val="20"/>
          <w:szCs w:val="20"/>
          <w:lang w:eastAsia="fr-FR"/>
        </w:rPr>
      </w:pPr>
    </w:p>
    <w:p w14:paraId="0B8EDA9A" w14:textId="56D45CA7" w:rsidR="004E4081" w:rsidRPr="00075EF8" w:rsidRDefault="003142B5" w:rsidP="00075EF8">
      <w:pPr>
        <w:spacing w:after="0"/>
        <w:jc w:val="both"/>
        <w:rPr>
          <w:rFonts w:ascii="Arial" w:hAnsi="Arial" w:cs="Arial"/>
          <w:b/>
          <w:color w:val="1F497D" w:themeColor="text2"/>
          <w:sz w:val="20"/>
          <w:szCs w:val="20"/>
          <w:lang w:eastAsia="fr-FR"/>
        </w:rPr>
      </w:pPr>
      <w:r>
        <w:rPr>
          <w:rFonts w:ascii="Arial" w:hAnsi="Arial" w:cs="Arial"/>
          <w:b/>
          <w:color w:val="1F497D" w:themeColor="text2"/>
          <w:sz w:val="20"/>
          <w:szCs w:val="20"/>
          <w:lang w:eastAsia="fr-FR"/>
        </w:rPr>
        <w:t>Vous avez besoin d’un avis médical et le cabinet de votre médecin est fermé ? Composez</w:t>
      </w:r>
      <w:r w:rsidR="004E4081" w:rsidRPr="00075EF8">
        <w:rPr>
          <w:rFonts w:ascii="Arial" w:hAnsi="Arial" w:cs="Arial"/>
          <w:b/>
          <w:color w:val="1F497D" w:themeColor="text2"/>
          <w:sz w:val="20"/>
          <w:szCs w:val="20"/>
          <w:lang w:eastAsia="fr-FR"/>
        </w:rPr>
        <w:t xml:space="preserve"> le 116</w:t>
      </w:r>
      <w:r>
        <w:rPr>
          <w:rFonts w:ascii="Arial" w:hAnsi="Arial" w:cs="Arial"/>
          <w:b/>
          <w:color w:val="1F497D" w:themeColor="text2"/>
          <w:sz w:val="20"/>
          <w:szCs w:val="20"/>
          <w:lang w:eastAsia="fr-FR"/>
        </w:rPr>
        <w:t>.1</w:t>
      </w:r>
      <w:r w:rsidR="004E4081" w:rsidRPr="00075EF8">
        <w:rPr>
          <w:rFonts w:ascii="Arial" w:hAnsi="Arial" w:cs="Arial"/>
          <w:b/>
          <w:color w:val="1F497D" w:themeColor="text2"/>
          <w:sz w:val="20"/>
          <w:szCs w:val="20"/>
          <w:lang w:eastAsia="fr-FR"/>
        </w:rPr>
        <w:t xml:space="preserve">17 </w:t>
      </w:r>
      <w:r w:rsidR="00425441">
        <w:rPr>
          <w:rFonts w:ascii="Arial" w:hAnsi="Arial" w:cs="Arial"/>
          <w:b/>
          <w:color w:val="1F497D" w:themeColor="text2"/>
          <w:sz w:val="20"/>
          <w:szCs w:val="20"/>
          <w:lang w:eastAsia="fr-FR"/>
        </w:rPr>
        <w:t>où que vous soyez</w:t>
      </w:r>
      <w:r w:rsidR="00A36415">
        <w:rPr>
          <w:rFonts w:ascii="Arial" w:hAnsi="Arial" w:cs="Arial"/>
          <w:b/>
          <w:color w:val="1F497D" w:themeColor="text2"/>
          <w:sz w:val="20"/>
          <w:szCs w:val="20"/>
          <w:lang w:eastAsia="fr-FR"/>
        </w:rPr>
        <w:t xml:space="preserve"> en </w:t>
      </w:r>
      <w:r w:rsidR="001D14BF">
        <w:rPr>
          <w:rFonts w:ascii="Arial" w:hAnsi="Arial" w:cs="Arial"/>
          <w:b/>
          <w:color w:val="1F497D" w:themeColor="text2"/>
          <w:sz w:val="20"/>
          <w:szCs w:val="20"/>
          <w:lang w:eastAsia="fr-FR"/>
        </w:rPr>
        <w:t>Vendée</w:t>
      </w:r>
      <w:r w:rsidR="004E4081" w:rsidRPr="00075EF8">
        <w:rPr>
          <w:rFonts w:ascii="Arial" w:hAnsi="Arial" w:cs="Arial"/>
          <w:b/>
          <w:color w:val="1F497D" w:themeColor="text2"/>
          <w:sz w:val="20"/>
          <w:szCs w:val="20"/>
          <w:lang w:eastAsia="fr-FR"/>
        </w:rPr>
        <w:t> !</w:t>
      </w:r>
    </w:p>
    <w:p w14:paraId="02650783" w14:textId="77777777" w:rsidR="004E4081" w:rsidRPr="00075EF8" w:rsidRDefault="004E4081" w:rsidP="00075EF8">
      <w:pPr>
        <w:spacing w:after="0"/>
        <w:jc w:val="both"/>
        <w:rPr>
          <w:rFonts w:ascii="Arial" w:hAnsi="Arial" w:cs="Arial"/>
          <w:b/>
          <w:color w:val="1F497D" w:themeColor="text2"/>
          <w:sz w:val="20"/>
          <w:szCs w:val="20"/>
          <w:lang w:eastAsia="fr-FR"/>
        </w:rPr>
      </w:pPr>
    </w:p>
    <w:p w14:paraId="78DDDD97" w14:textId="77777777" w:rsidR="00391F25" w:rsidRPr="00075EF8" w:rsidRDefault="003142B5" w:rsidP="00075EF8">
      <w:pPr>
        <w:spacing w:after="0"/>
        <w:jc w:val="both"/>
        <w:rPr>
          <w:rFonts w:ascii="Arial" w:eastAsia="Calibri" w:hAnsi="Arial" w:cs="Arial"/>
          <w:color w:val="F79646" w:themeColor="accent6"/>
        </w:rPr>
      </w:pPr>
      <w:r>
        <w:rPr>
          <w:rFonts w:ascii="Arial" w:eastAsia="Calibri" w:hAnsi="Arial" w:cs="Arial"/>
          <w:color w:val="F79646" w:themeColor="accent6"/>
        </w:rPr>
        <w:t>Le 116.</w:t>
      </w:r>
      <w:r w:rsidR="002E6938" w:rsidRPr="00075EF8">
        <w:rPr>
          <w:rFonts w:ascii="Arial" w:eastAsia="Calibri" w:hAnsi="Arial" w:cs="Arial"/>
          <w:color w:val="F79646" w:themeColor="accent6"/>
        </w:rPr>
        <w:t xml:space="preserve">117, </w:t>
      </w:r>
      <w:r w:rsidR="00391F25" w:rsidRPr="00075EF8">
        <w:rPr>
          <w:rFonts w:ascii="Arial" w:eastAsia="Calibri" w:hAnsi="Arial" w:cs="Arial"/>
          <w:color w:val="F79646" w:themeColor="accent6"/>
        </w:rPr>
        <w:t>pourquoi faire ?</w:t>
      </w:r>
    </w:p>
    <w:p w14:paraId="728AE21D" w14:textId="77777777" w:rsidR="00391F25" w:rsidRPr="00075EF8" w:rsidRDefault="00391F25" w:rsidP="00075EF8">
      <w:pPr>
        <w:spacing w:after="0"/>
        <w:jc w:val="both"/>
        <w:rPr>
          <w:rFonts w:ascii="Arial" w:eastAsia="Calibri" w:hAnsi="Arial" w:cs="Arial"/>
          <w:color w:val="1F497D" w:themeColor="text2"/>
          <w:sz w:val="20"/>
        </w:rPr>
      </w:pPr>
    </w:p>
    <w:p w14:paraId="551177D5" w14:textId="3E2EC46E" w:rsidR="00E35173" w:rsidRPr="00E35173" w:rsidRDefault="00125E47" w:rsidP="00075EF8">
      <w:pPr>
        <w:spacing w:after="0"/>
        <w:jc w:val="both"/>
        <w:rPr>
          <w:rFonts w:ascii="Arial" w:eastAsia="Calibri" w:hAnsi="Arial" w:cs="Arial"/>
          <w:color w:val="1F497D" w:themeColor="text2"/>
          <w:sz w:val="20"/>
        </w:rPr>
      </w:pPr>
      <w:r w:rsidRPr="00075EF8">
        <w:rPr>
          <w:rFonts w:ascii="Arial" w:eastAsia="Calibri" w:hAnsi="Arial" w:cs="Arial"/>
          <w:color w:val="1F497D" w:themeColor="text2"/>
          <w:sz w:val="20"/>
        </w:rPr>
        <w:t xml:space="preserve">Gratuit, le </w:t>
      </w:r>
      <w:r w:rsidR="00391F25" w:rsidRPr="00075EF8">
        <w:rPr>
          <w:rFonts w:ascii="Arial" w:hAnsi="Arial" w:cs="Arial"/>
          <w:b/>
          <w:color w:val="F79646" w:themeColor="accent6"/>
          <w:sz w:val="20"/>
          <w:szCs w:val="20"/>
          <w:lang w:eastAsia="fr-FR"/>
        </w:rPr>
        <w:t>116</w:t>
      </w:r>
      <w:r w:rsidR="003142B5">
        <w:rPr>
          <w:rFonts w:ascii="Arial" w:hAnsi="Arial" w:cs="Arial"/>
          <w:b/>
          <w:color w:val="F79646" w:themeColor="accent6"/>
          <w:sz w:val="20"/>
          <w:szCs w:val="20"/>
          <w:lang w:eastAsia="fr-FR"/>
        </w:rPr>
        <w:t>.</w:t>
      </w:r>
      <w:r w:rsidR="00391F25" w:rsidRPr="00075EF8">
        <w:rPr>
          <w:rFonts w:ascii="Arial" w:hAnsi="Arial" w:cs="Arial"/>
          <w:b/>
          <w:color w:val="F79646" w:themeColor="accent6"/>
          <w:sz w:val="20"/>
          <w:szCs w:val="20"/>
          <w:lang w:eastAsia="fr-FR"/>
        </w:rPr>
        <w:t>117</w:t>
      </w:r>
      <w:r w:rsidR="00391F25" w:rsidRPr="00075EF8">
        <w:rPr>
          <w:rFonts w:ascii="Arial" w:hAnsi="Arial" w:cs="Arial"/>
          <w:b/>
          <w:color w:val="1F497D" w:themeColor="text2"/>
          <w:sz w:val="20"/>
          <w:szCs w:val="20"/>
          <w:lang w:eastAsia="fr-FR"/>
        </w:rPr>
        <w:t xml:space="preserve"> </w:t>
      </w:r>
      <w:r w:rsidR="00425441">
        <w:rPr>
          <w:rFonts w:ascii="Arial" w:hAnsi="Arial" w:cs="Arial"/>
          <w:b/>
          <w:color w:val="1F497D" w:themeColor="text2"/>
          <w:sz w:val="20"/>
          <w:szCs w:val="20"/>
          <w:lang w:eastAsia="fr-FR"/>
        </w:rPr>
        <w:t>est le numéro unique</w:t>
      </w:r>
      <w:r w:rsidR="00425441" w:rsidRPr="00425441">
        <w:rPr>
          <w:rFonts w:ascii="Arial" w:hAnsi="Arial" w:cs="Arial"/>
          <w:color w:val="1F497D" w:themeColor="text2"/>
          <w:sz w:val="20"/>
          <w:szCs w:val="20"/>
          <w:lang w:eastAsia="fr-FR"/>
        </w:rPr>
        <w:t xml:space="preserve">, que vous pouvez composer partout </w:t>
      </w:r>
      <w:r w:rsidR="001C468B">
        <w:rPr>
          <w:rFonts w:ascii="Arial" w:hAnsi="Arial" w:cs="Arial"/>
          <w:color w:val="1F497D" w:themeColor="text2"/>
          <w:sz w:val="20"/>
          <w:szCs w:val="20"/>
          <w:lang w:eastAsia="fr-FR"/>
        </w:rPr>
        <w:t xml:space="preserve">en </w:t>
      </w:r>
      <w:r w:rsidR="00EC4AA9">
        <w:rPr>
          <w:rFonts w:ascii="Arial" w:hAnsi="Arial" w:cs="Arial"/>
          <w:color w:val="1F497D" w:themeColor="text2"/>
          <w:sz w:val="20"/>
          <w:szCs w:val="20"/>
          <w:lang w:eastAsia="fr-FR"/>
        </w:rPr>
        <w:t>Vendée</w:t>
      </w:r>
      <w:r w:rsidR="007364B6">
        <w:rPr>
          <w:rFonts w:ascii="Arial" w:hAnsi="Arial" w:cs="Arial"/>
          <w:color w:val="1F497D" w:themeColor="text2"/>
          <w:sz w:val="20"/>
          <w:szCs w:val="20"/>
          <w:lang w:eastAsia="fr-FR"/>
        </w:rPr>
        <w:t xml:space="preserve">. Votre interlocuteur </w:t>
      </w:r>
      <w:r w:rsidRPr="00425441">
        <w:rPr>
          <w:rFonts w:ascii="Arial" w:eastAsia="Calibri" w:hAnsi="Arial" w:cs="Arial"/>
          <w:color w:val="1F497D" w:themeColor="text2"/>
          <w:sz w:val="20"/>
        </w:rPr>
        <w:t>apporte</w:t>
      </w:r>
      <w:r w:rsidRPr="00075EF8">
        <w:rPr>
          <w:rFonts w:ascii="Arial" w:eastAsia="Calibri" w:hAnsi="Arial" w:cs="Arial"/>
          <w:color w:val="1F497D" w:themeColor="text2"/>
          <w:sz w:val="20"/>
        </w:rPr>
        <w:t xml:space="preserve"> une réponse médicale adaptée </w:t>
      </w:r>
      <w:r w:rsidR="007364B6">
        <w:rPr>
          <w:rFonts w:ascii="Arial" w:eastAsia="Calibri" w:hAnsi="Arial" w:cs="Arial"/>
          <w:color w:val="1F497D" w:themeColor="text2"/>
          <w:sz w:val="20"/>
        </w:rPr>
        <w:t>à vos besoins</w:t>
      </w:r>
      <w:r w:rsidR="00E35173">
        <w:rPr>
          <w:rFonts w:ascii="Arial" w:eastAsia="Calibri" w:hAnsi="Arial" w:cs="Arial"/>
          <w:color w:val="1F497D" w:themeColor="text2"/>
          <w:sz w:val="20"/>
        </w:rPr>
        <w:t xml:space="preserve"> et pourra : </w:t>
      </w:r>
    </w:p>
    <w:p w14:paraId="1A2F059E" w14:textId="77777777" w:rsidR="004E4081" w:rsidRPr="00075EF8" w:rsidRDefault="004E4081" w:rsidP="00075EF8">
      <w:pPr>
        <w:spacing w:after="0"/>
        <w:jc w:val="both"/>
        <w:rPr>
          <w:rFonts w:ascii="Arial" w:eastAsia="Calibri" w:hAnsi="Arial" w:cs="Arial"/>
          <w:color w:val="1F497D" w:themeColor="text2"/>
          <w:sz w:val="20"/>
        </w:rPr>
      </w:pPr>
    </w:p>
    <w:p w14:paraId="18F72CB5" w14:textId="6A20E8BC" w:rsidR="00E35173" w:rsidRPr="00E35173" w:rsidRDefault="00E35173" w:rsidP="00E35173">
      <w:pPr>
        <w:numPr>
          <w:ilvl w:val="0"/>
          <w:numId w:val="12"/>
        </w:numPr>
        <w:spacing w:after="0"/>
        <w:jc w:val="both"/>
        <w:rPr>
          <w:rFonts w:ascii="Arial" w:eastAsia="Calibri" w:hAnsi="Arial" w:cs="Arial"/>
          <w:color w:val="1F497D" w:themeColor="text2"/>
          <w:sz w:val="20"/>
        </w:rPr>
      </w:pPr>
      <w:r>
        <w:rPr>
          <w:rFonts w:ascii="Arial" w:eastAsia="Calibri" w:hAnsi="Arial" w:cs="Arial"/>
          <w:color w:val="1F497D" w:themeColor="text2"/>
          <w:sz w:val="20"/>
        </w:rPr>
        <w:t xml:space="preserve">Vous </w:t>
      </w:r>
      <w:proofErr w:type="spellStart"/>
      <w:r>
        <w:rPr>
          <w:rFonts w:ascii="Arial" w:eastAsia="Calibri" w:hAnsi="Arial" w:cs="Arial"/>
          <w:color w:val="1F497D" w:themeColor="text2"/>
          <w:sz w:val="20"/>
        </w:rPr>
        <w:t>d</w:t>
      </w:r>
      <w:r w:rsidRPr="00E35173">
        <w:rPr>
          <w:rFonts w:ascii="Arial" w:eastAsia="Calibri" w:hAnsi="Arial" w:cs="Arial"/>
          <w:color w:val="1F497D" w:themeColor="text2"/>
          <w:sz w:val="20"/>
        </w:rPr>
        <w:t>onner</w:t>
      </w:r>
      <w:proofErr w:type="spellEnd"/>
      <w:r w:rsidRPr="00E35173">
        <w:rPr>
          <w:rFonts w:ascii="Arial" w:eastAsia="Calibri" w:hAnsi="Arial" w:cs="Arial"/>
          <w:color w:val="1F497D" w:themeColor="text2"/>
          <w:sz w:val="20"/>
        </w:rPr>
        <w:t xml:space="preserve"> un conseil médical, </w:t>
      </w:r>
      <w:r>
        <w:rPr>
          <w:rFonts w:ascii="Arial" w:eastAsia="Calibri" w:hAnsi="Arial" w:cs="Arial"/>
          <w:color w:val="1F497D" w:themeColor="text2"/>
          <w:sz w:val="20"/>
        </w:rPr>
        <w:t xml:space="preserve">vous </w:t>
      </w:r>
      <w:r w:rsidRPr="00E35173">
        <w:rPr>
          <w:rFonts w:ascii="Arial" w:eastAsia="Calibri" w:hAnsi="Arial" w:cs="Arial"/>
          <w:color w:val="1F497D" w:themeColor="text2"/>
          <w:sz w:val="20"/>
        </w:rPr>
        <w:t>rassurer</w:t>
      </w:r>
      <w:r w:rsidR="009D1C03">
        <w:rPr>
          <w:rFonts w:ascii="Arial" w:eastAsia="Calibri" w:hAnsi="Arial" w:cs="Arial"/>
          <w:color w:val="1F497D" w:themeColor="text2"/>
          <w:sz w:val="20"/>
        </w:rPr>
        <w:t>.</w:t>
      </w:r>
    </w:p>
    <w:p w14:paraId="5D7AD8F8" w14:textId="77777777" w:rsidR="00E35173" w:rsidRPr="00E35173" w:rsidRDefault="00E35173" w:rsidP="00E35173">
      <w:pPr>
        <w:numPr>
          <w:ilvl w:val="0"/>
          <w:numId w:val="12"/>
        </w:numPr>
        <w:spacing w:after="0"/>
        <w:jc w:val="both"/>
        <w:rPr>
          <w:rFonts w:ascii="Arial" w:eastAsia="Calibri" w:hAnsi="Arial" w:cs="Arial"/>
          <w:color w:val="1F497D" w:themeColor="text2"/>
          <w:sz w:val="20"/>
        </w:rPr>
      </w:pPr>
      <w:r>
        <w:rPr>
          <w:rFonts w:ascii="Arial" w:eastAsia="Calibri" w:hAnsi="Arial" w:cs="Arial"/>
          <w:color w:val="1F497D" w:themeColor="text2"/>
          <w:sz w:val="20"/>
        </w:rPr>
        <w:t xml:space="preserve">Vous </w:t>
      </w:r>
      <w:r w:rsidRPr="00E35173">
        <w:rPr>
          <w:rFonts w:ascii="Arial" w:eastAsia="Calibri" w:hAnsi="Arial" w:cs="Arial"/>
          <w:color w:val="1F497D" w:themeColor="text2"/>
          <w:sz w:val="20"/>
        </w:rPr>
        <w:t>orienter ("pas forcément aux urgences") vers une consultation par un médecin libéral, en cabinet, au sein d’une Maison Médicale de Garde ou au domicile du patient, dans le cas de gardes mobiles.</w:t>
      </w:r>
    </w:p>
    <w:p w14:paraId="4CE28B4B" w14:textId="77777777" w:rsidR="00E35173" w:rsidRPr="00E35173" w:rsidRDefault="00E35173" w:rsidP="00E35173">
      <w:pPr>
        <w:numPr>
          <w:ilvl w:val="0"/>
          <w:numId w:val="12"/>
        </w:numPr>
        <w:spacing w:after="0"/>
        <w:jc w:val="both"/>
        <w:rPr>
          <w:rFonts w:ascii="Arial" w:eastAsia="Calibri" w:hAnsi="Arial" w:cs="Arial"/>
          <w:color w:val="1F497D" w:themeColor="text2"/>
          <w:sz w:val="20"/>
        </w:rPr>
      </w:pPr>
      <w:r w:rsidRPr="00E35173">
        <w:rPr>
          <w:rFonts w:ascii="Arial" w:eastAsia="Calibri" w:hAnsi="Arial" w:cs="Arial"/>
          <w:color w:val="1F497D" w:themeColor="text2"/>
          <w:sz w:val="20"/>
        </w:rPr>
        <w:t xml:space="preserve">Assurer </w:t>
      </w:r>
      <w:r>
        <w:rPr>
          <w:rFonts w:ascii="Arial" w:eastAsia="Calibri" w:hAnsi="Arial" w:cs="Arial"/>
          <w:color w:val="1F497D" w:themeColor="text2"/>
          <w:sz w:val="20"/>
        </w:rPr>
        <w:t>votre</w:t>
      </w:r>
      <w:r w:rsidRPr="00E35173">
        <w:rPr>
          <w:rFonts w:ascii="Arial" w:eastAsia="Calibri" w:hAnsi="Arial" w:cs="Arial"/>
          <w:color w:val="1F497D" w:themeColor="text2"/>
          <w:sz w:val="20"/>
        </w:rPr>
        <w:t xml:space="preserve"> prise en charge sans délai par les services de l’aide médicale urgente (SAMU) si nécessaire.</w:t>
      </w:r>
    </w:p>
    <w:p w14:paraId="2A0696FC" w14:textId="77777777" w:rsidR="00391F25" w:rsidRPr="00075EF8" w:rsidRDefault="00391F25" w:rsidP="00075EF8">
      <w:pPr>
        <w:spacing w:after="0"/>
        <w:jc w:val="both"/>
        <w:rPr>
          <w:rFonts w:ascii="Arial" w:eastAsia="Calibri" w:hAnsi="Arial" w:cs="Arial"/>
          <w:color w:val="1F497D" w:themeColor="text2"/>
          <w:sz w:val="20"/>
        </w:rPr>
      </w:pPr>
    </w:p>
    <w:p w14:paraId="59DB1A1C" w14:textId="77777777" w:rsidR="004E4081" w:rsidRPr="00075EF8" w:rsidRDefault="004E4081" w:rsidP="00075EF8">
      <w:pPr>
        <w:spacing w:after="0"/>
        <w:jc w:val="both"/>
        <w:rPr>
          <w:rFonts w:ascii="Arial" w:eastAsia="Calibri" w:hAnsi="Arial" w:cs="Arial"/>
          <w:b/>
          <w:color w:val="FF0000"/>
          <w:sz w:val="20"/>
        </w:rPr>
      </w:pPr>
      <w:r w:rsidRPr="00075EF8">
        <w:rPr>
          <w:rFonts w:ascii="Arial" w:eastAsia="Calibri" w:hAnsi="Arial" w:cs="Arial"/>
          <w:b/>
          <w:color w:val="FF0000"/>
          <w:sz w:val="20"/>
        </w:rPr>
        <w:t>En cas d’urgence vitale ou de doute sur la gravité de la situation, le 15 reste le numéro à composer !</w:t>
      </w:r>
    </w:p>
    <w:p w14:paraId="458598D6" w14:textId="77777777" w:rsidR="004E4081" w:rsidRPr="00075EF8" w:rsidRDefault="004E4081" w:rsidP="00075EF8">
      <w:pPr>
        <w:spacing w:after="0"/>
        <w:jc w:val="both"/>
        <w:rPr>
          <w:rFonts w:ascii="Arial" w:eastAsia="Calibri" w:hAnsi="Arial" w:cs="Arial"/>
          <w:color w:val="1F497D" w:themeColor="text2"/>
          <w:sz w:val="20"/>
        </w:rPr>
      </w:pPr>
    </w:p>
    <w:p w14:paraId="31451C77" w14:textId="6D294CC5" w:rsidR="004E4081" w:rsidRDefault="004E4081" w:rsidP="00075EF8">
      <w:pPr>
        <w:spacing w:after="0"/>
        <w:jc w:val="both"/>
        <w:rPr>
          <w:rFonts w:ascii="Arial" w:eastAsia="Calibri" w:hAnsi="Arial" w:cs="Arial"/>
          <w:color w:val="F79646" w:themeColor="accent6"/>
        </w:rPr>
      </w:pPr>
      <w:r w:rsidRPr="00075EF8">
        <w:rPr>
          <w:rFonts w:ascii="Arial" w:eastAsia="Calibri" w:hAnsi="Arial" w:cs="Arial"/>
          <w:color w:val="F79646" w:themeColor="accent6"/>
        </w:rPr>
        <w:t>Quand puis-je appeler ce numéro ?</w:t>
      </w:r>
    </w:p>
    <w:p w14:paraId="64730332" w14:textId="77777777" w:rsidR="005E59E4" w:rsidRPr="005E59E4" w:rsidRDefault="005E59E4" w:rsidP="00075EF8">
      <w:pPr>
        <w:spacing w:after="0"/>
        <w:jc w:val="both"/>
        <w:rPr>
          <w:rFonts w:ascii="Arial" w:eastAsia="Calibri" w:hAnsi="Arial" w:cs="Arial"/>
          <w:color w:val="1F497D" w:themeColor="text2"/>
          <w:sz w:val="20"/>
          <w:szCs w:val="20"/>
        </w:rPr>
      </w:pPr>
    </w:p>
    <w:p w14:paraId="59FC7F0F" w14:textId="77777777" w:rsidR="005E59E4" w:rsidRPr="005E59E4" w:rsidRDefault="005E59E4" w:rsidP="00075EF8">
      <w:pPr>
        <w:spacing w:after="0"/>
        <w:jc w:val="both"/>
        <w:rPr>
          <w:rFonts w:ascii="Arial" w:hAnsi="Arial" w:cs="Arial"/>
          <w:color w:val="1F497D" w:themeColor="text2"/>
          <w:sz w:val="20"/>
          <w:szCs w:val="20"/>
        </w:rPr>
      </w:pPr>
      <w:r w:rsidRPr="005E59E4">
        <w:rPr>
          <w:rFonts w:ascii="Arial" w:hAnsi="Arial" w:cs="Arial"/>
          <w:color w:val="1F497D" w:themeColor="text2"/>
          <w:sz w:val="20"/>
          <w:szCs w:val="20"/>
        </w:rPr>
        <w:t>- je suis en vacances en Vendée</w:t>
      </w:r>
      <w:r w:rsidRPr="005E59E4">
        <w:rPr>
          <w:rFonts w:ascii="Arial" w:hAnsi="Arial" w:cs="Arial"/>
          <w:color w:val="1F497D" w:themeColor="text2"/>
          <w:sz w:val="20"/>
          <w:szCs w:val="20"/>
        </w:rPr>
        <w:t>…</w:t>
      </w:r>
    </w:p>
    <w:p w14:paraId="54D8E2FF" w14:textId="77777777" w:rsidR="005E59E4" w:rsidRPr="005E59E4" w:rsidRDefault="005E59E4" w:rsidP="00075EF8">
      <w:pPr>
        <w:spacing w:after="0"/>
        <w:jc w:val="both"/>
        <w:rPr>
          <w:rFonts w:ascii="Arial" w:hAnsi="Arial" w:cs="Arial"/>
          <w:color w:val="1F497D" w:themeColor="text2"/>
          <w:sz w:val="20"/>
          <w:szCs w:val="20"/>
        </w:rPr>
      </w:pPr>
      <w:r w:rsidRPr="005E59E4">
        <w:rPr>
          <w:rFonts w:ascii="Arial" w:hAnsi="Arial" w:cs="Arial"/>
          <w:color w:val="1F497D" w:themeColor="text2"/>
          <w:sz w:val="20"/>
          <w:szCs w:val="20"/>
        </w:rPr>
        <w:t>- je n'ai pas de médecin traitant</w:t>
      </w:r>
      <w:r w:rsidRPr="005E59E4">
        <w:rPr>
          <w:rFonts w:ascii="Arial" w:hAnsi="Arial" w:cs="Arial"/>
          <w:color w:val="1F497D" w:themeColor="text2"/>
          <w:sz w:val="20"/>
          <w:szCs w:val="20"/>
        </w:rPr>
        <w:t>…</w:t>
      </w:r>
    </w:p>
    <w:p w14:paraId="66477ED9" w14:textId="78450462" w:rsidR="005E59E4" w:rsidRPr="005E59E4" w:rsidRDefault="005E59E4" w:rsidP="00075EF8">
      <w:pPr>
        <w:spacing w:after="0"/>
        <w:jc w:val="both"/>
        <w:rPr>
          <w:rFonts w:ascii="Arial" w:eastAsia="Calibri" w:hAnsi="Arial" w:cs="Arial"/>
          <w:color w:val="1F497D" w:themeColor="text2"/>
          <w:sz w:val="20"/>
          <w:szCs w:val="20"/>
        </w:rPr>
      </w:pPr>
      <w:r w:rsidRPr="005E59E4">
        <w:rPr>
          <w:rFonts w:ascii="Arial" w:hAnsi="Arial" w:cs="Arial"/>
          <w:color w:val="1F497D" w:themeColor="text2"/>
          <w:sz w:val="20"/>
          <w:szCs w:val="20"/>
        </w:rPr>
        <w:t>- mon médecin traitant n'est pas disponible</w:t>
      </w:r>
      <w:r w:rsidRPr="005E59E4">
        <w:rPr>
          <w:rFonts w:ascii="Arial" w:hAnsi="Arial" w:cs="Arial"/>
          <w:color w:val="1F497D" w:themeColor="text2"/>
          <w:sz w:val="20"/>
          <w:szCs w:val="20"/>
        </w:rPr>
        <w:t>…</w:t>
      </w:r>
    </w:p>
    <w:p w14:paraId="4361C916" w14:textId="77777777" w:rsidR="001C468B" w:rsidRPr="00075EF8" w:rsidRDefault="001C468B" w:rsidP="00075EF8">
      <w:pPr>
        <w:spacing w:after="0"/>
        <w:jc w:val="both"/>
        <w:rPr>
          <w:rFonts w:ascii="Arial" w:eastAsia="Calibri" w:hAnsi="Arial" w:cs="Arial"/>
          <w:color w:val="F79646" w:themeColor="accent6"/>
        </w:rPr>
      </w:pPr>
    </w:p>
    <w:p w14:paraId="196C3240" w14:textId="7DB37534" w:rsidR="00832F85" w:rsidRPr="00075EF8" w:rsidRDefault="003142B5" w:rsidP="00075EF8">
      <w:pPr>
        <w:spacing w:after="0"/>
        <w:jc w:val="both"/>
        <w:rPr>
          <w:rFonts w:ascii="Arial" w:eastAsia="Calibri" w:hAnsi="Arial" w:cs="Arial"/>
          <w:color w:val="1F497D" w:themeColor="text2"/>
          <w:sz w:val="20"/>
        </w:rPr>
      </w:pPr>
      <w:r>
        <w:rPr>
          <w:rFonts w:ascii="Arial" w:eastAsia="Calibri" w:hAnsi="Arial" w:cs="Arial"/>
          <w:color w:val="1F497D" w:themeColor="text2"/>
          <w:sz w:val="20"/>
        </w:rPr>
        <w:t>L</w:t>
      </w:r>
      <w:r w:rsidR="00125E47" w:rsidRPr="00075EF8">
        <w:rPr>
          <w:rFonts w:ascii="Arial" w:eastAsia="Calibri" w:hAnsi="Arial" w:cs="Arial"/>
          <w:color w:val="1F497D" w:themeColor="text2"/>
          <w:sz w:val="20"/>
        </w:rPr>
        <w:t xml:space="preserve">e médecin du </w:t>
      </w:r>
      <w:r w:rsidR="00125E47" w:rsidRPr="00075EF8">
        <w:rPr>
          <w:rFonts w:ascii="Arial" w:hAnsi="Arial" w:cs="Arial"/>
          <w:b/>
          <w:color w:val="F79646" w:themeColor="accent6"/>
          <w:sz w:val="20"/>
          <w:szCs w:val="20"/>
          <w:lang w:eastAsia="fr-FR"/>
        </w:rPr>
        <w:t>116</w:t>
      </w:r>
      <w:r>
        <w:rPr>
          <w:rFonts w:ascii="Arial" w:hAnsi="Arial" w:cs="Arial"/>
          <w:b/>
          <w:color w:val="F79646" w:themeColor="accent6"/>
          <w:sz w:val="20"/>
          <w:szCs w:val="20"/>
          <w:lang w:eastAsia="fr-FR"/>
        </w:rPr>
        <w:t>.</w:t>
      </w:r>
      <w:r w:rsidR="00125E47" w:rsidRPr="00075EF8">
        <w:rPr>
          <w:rFonts w:ascii="Arial" w:hAnsi="Arial" w:cs="Arial"/>
          <w:b/>
          <w:color w:val="F79646" w:themeColor="accent6"/>
          <w:sz w:val="20"/>
          <w:szCs w:val="20"/>
          <w:lang w:eastAsia="fr-FR"/>
        </w:rPr>
        <w:t>117</w:t>
      </w:r>
      <w:r w:rsidR="00125E47" w:rsidRPr="00075EF8">
        <w:rPr>
          <w:rFonts w:ascii="Arial" w:eastAsia="Calibri" w:hAnsi="Arial" w:cs="Arial"/>
          <w:color w:val="1F497D" w:themeColor="text2"/>
          <w:sz w:val="20"/>
        </w:rPr>
        <w:t xml:space="preserve"> </w:t>
      </w:r>
      <w:bookmarkStart w:id="0" w:name="_GoBack"/>
      <w:bookmarkEnd w:id="0"/>
      <w:r w:rsidR="00125E47" w:rsidRPr="00075EF8">
        <w:rPr>
          <w:rFonts w:ascii="Arial" w:eastAsia="Calibri" w:hAnsi="Arial" w:cs="Arial"/>
          <w:color w:val="1F497D" w:themeColor="text2"/>
          <w:sz w:val="20"/>
        </w:rPr>
        <w:t>vous conseille et vous oriente</w:t>
      </w:r>
      <w:r w:rsidR="004E4081" w:rsidRPr="00075EF8">
        <w:rPr>
          <w:rFonts w:ascii="Arial" w:eastAsia="Calibri" w:hAnsi="Arial" w:cs="Arial"/>
          <w:color w:val="1F497D" w:themeColor="text2"/>
          <w:sz w:val="20"/>
        </w:rPr>
        <w:t> aux heures de fermetures des cabinets médicaux :</w:t>
      </w:r>
      <w:r w:rsidR="00832F85" w:rsidRPr="00075EF8">
        <w:rPr>
          <w:rFonts w:ascii="Arial" w:eastAsia="Calibri" w:hAnsi="Arial" w:cs="Arial"/>
          <w:color w:val="1F497D" w:themeColor="text2"/>
          <w:sz w:val="20"/>
        </w:rPr>
        <w:t xml:space="preserve"> </w:t>
      </w:r>
    </w:p>
    <w:p w14:paraId="66D0923F" w14:textId="77777777" w:rsidR="004E4081" w:rsidRPr="00075EF8" w:rsidRDefault="004E4081" w:rsidP="00075EF8">
      <w:pPr>
        <w:spacing w:after="0"/>
        <w:jc w:val="both"/>
        <w:rPr>
          <w:rFonts w:ascii="Arial" w:eastAsia="Calibri" w:hAnsi="Arial" w:cs="Arial"/>
          <w:color w:val="1F497D" w:themeColor="text2"/>
          <w:sz w:val="20"/>
        </w:rPr>
      </w:pPr>
    </w:p>
    <w:p w14:paraId="66D27DD5" w14:textId="393B4974" w:rsidR="00125E47" w:rsidRDefault="001D14BF" w:rsidP="00800A5D">
      <w:pPr>
        <w:pStyle w:val="Paragraphedeliste"/>
        <w:numPr>
          <w:ilvl w:val="0"/>
          <w:numId w:val="9"/>
        </w:numPr>
        <w:spacing w:after="0"/>
        <w:jc w:val="both"/>
        <w:rPr>
          <w:rFonts w:ascii="Arial" w:eastAsia="Calibri" w:hAnsi="Arial" w:cs="Arial"/>
          <w:color w:val="1F497D" w:themeColor="text2"/>
          <w:sz w:val="20"/>
        </w:rPr>
      </w:pPr>
      <w:r>
        <w:rPr>
          <w:rFonts w:ascii="Arial" w:eastAsia="Calibri" w:hAnsi="Arial" w:cs="Arial"/>
          <w:color w:val="1F497D" w:themeColor="text2"/>
          <w:sz w:val="20"/>
        </w:rPr>
        <w:t>Tous les jours de l’année</w:t>
      </w:r>
    </w:p>
    <w:p w14:paraId="327DAC13" w14:textId="238993C6" w:rsidR="001D14BF" w:rsidRPr="00800A5D" w:rsidRDefault="001D14BF" w:rsidP="00800A5D">
      <w:pPr>
        <w:pStyle w:val="Paragraphedeliste"/>
        <w:numPr>
          <w:ilvl w:val="0"/>
          <w:numId w:val="9"/>
        </w:numPr>
        <w:spacing w:after="0"/>
        <w:jc w:val="both"/>
        <w:rPr>
          <w:rFonts w:ascii="Arial" w:eastAsia="Calibri" w:hAnsi="Arial" w:cs="Arial"/>
          <w:color w:val="1F497D" w:themeColor="text2"/>
          <w:sz w:val="20"/>
        </w:rPr>
      </w:pPr>
      <w:r>
        <w:rPr>
          <w:rFonts w:ascii="Arial" w:eastAsia="Calibri" w:hAnsi="Arial" w:cs="Arial"/>
          <w:color w:val="1F497D" w:themeColor="text2"/>
          <w:sz w:val="20"/>
        </w:rPr>
        <w:t>24h/24 et 7jrs/7</w:t>
      </w:r>
    </w:p>
    <w:p w14:paraId="34324320" w14:textId="77777777" w:rsidR="00391F25" w:rsidRPr="00075EF8" w:rsidRDefault="00391F25" w:rsidP="00075EF8">
      <w:pPr>
        <w:spacing w:after="0"/>
        <w:jc w:val="both"/>
        <w:rPr>
          <w:rFonts w:ascii="Arial" w:eastAsia="Calibri" w:hAnsi="Arial" w:cs="Arial"/>
          <w:color w:val="1F497D" w:themeColor="text2"/>
          <w:sz w:val="20"/>
        </w:rPr>
      </w:pPr>
    </w:p>
    <w:p w14:paraId="0745E7F0" w14:textId="77777777" w:rsidR="003142B5" w:rsidRPr="00075EF8" w:rsidRDefault="003142B5" w:rsidP="00075EF8">
      <w:pPr>
        <w:spacing w:after="0"/>
        <w:jc w:val="both"/>
        <w:rPr>
          <w:rFonts w:ascii="Arial" w:eastAsia="Calibri" w:hAnsi="Arial" w:cs="Arial"/>
          <w:color w:val="1F497D" w:themeColor="text2"/>
          <w:sz w:val="20"/>
        </w:rPr>
      </w:pPr>
    </w:p>
    <w:p w14:paraId="1FDF9657" w14:textId="77777777" w:rsidR="003142B5" w:rsidRDefault="003142B5" w:rsidP="00075EF8">
      <w:pPr>
        <w:spacing w:after="0"/>
        <w:jc w:val="both"/>
        <w:rPr>
          <w:rFonts w:ascii="Arial" w:eastAsia="Calibri" w:hAnsi="Arial" w:cs="Arial"/>
          <w:color w:val="F79646" w:themeColor="accent6"/>
        </w:rPr>
      </w:pPr>
      <w:r>
        <w:rPr>
          <w:rFonts w:ascii="Arial" w:eastAsia="Calibri" w:hAnsi="Arial" w:cs="Arial"/>
          <w:color w:val="F79646" w:themeColor="accent6"/>
        </w:rPr>
        <w:t>En savoir plus sur les numéros utiles d’accès aux soins</w:t>
      </w:r>
      <w:r w:rsidR="00703268" w:rsidRPr="00075EF8">
        <w:rPr>
          <w:rFonts w:ascii="Arial" w:eastAsia="Calibri" w:hAnsi="Arial" w:cs="Arial"/>
          <w:color w:val="F79646" w:themeColor="accent6"/>
        </w:rPr>
        <w:t> :</w:t>
      </w:r>
      <w:r>
        <w:rPr>
          <w:rFonts w:ascii="Arial" w:eastAsia="Calibri" w:hAnsi="Arial" w:cs="Arial"/>
          <w:color w:val="F79646" w:themeColor="accent6"/>
        </w:rPr>
        <w:t xml:space="preserve"> </w:t>
      </w:r>
      <w:hyperlink r:id="rId8" w:history="1">
        <w:r w:rsidR="00A36415" w:rsidRPr="00A36415">
          <w:rPr>
            <w:rStyle w:val="Lienhypertexte"/>
          </w:rPr>
          <w:t>pays-de-la-loire.ars.sante.fr</w:t>
        </w:r>
      </w:hyperlink>
    </w:p>
    <w:p w14:paraId="5F974B44" w14:textId="77777777" w:rsidR="003142B5" w:rsidRDefault="003142B5" w:rsidP="00075EF8">
      <w:pPr>
        <w:spacing w:after="0"/>
        <w:jc w:val="both"/>
        <w:rPr>
          <w:rFonts w:ascii="Arial" w:eastAsia="Calibri" w:hAnsi="Arial" w:cs="Arial"/>
          <w:color w:val="F79646" w:themeColor="accent6"/>
        </w:rPr>
      </w:pPr>
    </w:p>
    <w:p w14:paraId="4A2F4A5E" w14:textId="77777777" w:rsidR="00703268" w:rsidRPr="00075EF8" w:rsidRDefault="00703268" w:rsidP="00075EF8">
      <w:pPr>
        <w:spacing w:after="0"/>
        <w:jc w:val="both"/>
        <w:rPr>
          <w:rFonts w:ascii="Arial" w:eastAsia="Calibri" w:hAnsi="Arial" w:cs="Arial"/>
          <w:color w:val="F79646" w:themeColor="accent6"/>
        </w:rPr>
      </w:pPr>
      <w:r w:rsidRPr="00075EF8">
        <w:rPr>
          <w:rFonts w:ascii="Arial" w:eastAsia="Calibri" w:hAnsi="Arial" w:cs="Arial"/>
          <w:color w:val="F79646" w:themeColor="accent6"/>
        </w:rPr>
        <w:t xml:space="preserve"> </w:t>
      </w:r>
    </w:p>
    <w:p w14:paraId="1344C9C0" w14:textId="77777777" w:rsidR="00703268" w:rsidRPr="00075EF8" w:rsidRDefault="00703268" w:rsidP="00075EF8">
      <w:pPr>
        <w:spacing w:after="0"/>
        <w:jc w:val="both"/>
        <w:rPr>
          <w:rFonts w:ascii="Arial" w:eastAsia="Calibri" w:hAnsi="Arial" w:cs="Arial"/>
          <w:color w:val="1F497D" w:themeColor="text2"/>
          <w:sz w:val="20"/>
        </w:rPr>
      </w:pPr>
    </w:p>
    <w:sectPr w:rsidR="00703268" w:rsidRPr="00075EF8" w:rsidSect="0054705A">
      <w:footerReference w:type="default" r:id="rId9"/>
      <w:headerReference w:type="first" r:id="rId10"/>
      <w:pgSz w:w="11907" w:h="18711" w:code="9"/>
      <w:pgMar w:top="-544" w:right="1134" w:bottom="232" w:left="1134" w:header="709"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BBF0D" w14:textId="77777777" w:rsidR="00534618" w:rsidRDefault="00534618" w:rsidP="00475F7E">
      <w:pPr>
        <w:spacing w:after="0" w:line="240" w:lineRule="auto"/>
      </w:pPr>
      <w:r>
        <w:separator/>
      </w:r>
    </w:p>
  </w:endnote>
  <w:endnote w:type="continuationSeparator" w:id="0">
    <w:p w14:paraId="3970E4C1" w14:textId="77777777" w:rsidR="00534618" w:rsidRDefault="00534618" w:rsidP="0047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Frutiger 67BoldCn"/>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26F6" w14:textId="77777777" w:rsidR="005B6DE6" w:rsidRDefault="005B6DE6">
    <w:pPr>
      <w:pStyle w:val="Pieddepage"/>
    </w:pPr>
    <w:r>
      <w:rPr>
        <w:noProof/>
        <w:lang w:eastAsia="fr-FR"/>
      </w:rPr>
      <w:drawing>
        <wp:anchor distT="0" distB="0" distL="114300" distR="114300" simplePos="0" relativeHeight="251656192" behindDoc="0" locked="0" layoutInCell="1" allowOverlap="1" wp14:anchorId="6B517E62" wp14:editId="306A5EBA">
          <wp:simplePos x="0" y="0"/>
          <wp:positionH relativeFrom="column">
            <wp:posOffset>130175</wp:posOffset>
          </wp:positionH>
          <wp:positionV relativeFrom="paragraph">
            <wp:posOffset>10037445</wp:posOffset>
          </wp:positionV>
          <wp:extent cx="295275" cy="285750"/>
          <wp:effectExtent l="19050" t="0" r="9525" b="0"/>
          <wp:wrapNone/>
          <wp:docPr id="3" name="Image 3"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3120" behindDoc="0" locked="0" layoutInCell="1" allowOverlap="1" wp14:anchorId="7BC0D969" wp14:editId="30619B2A">
          <wp:simplePos x="0" y="0"/>
          <wp:positionH relativeFrom="column">
            <wp:posOffset>130175</wp:posOffset>
          </wp:positionH>
          <wp:positionV relativeFrom="paragraph">
            <wp:posOffset>10037445</wp:posOffset>
          </wp:positionV>
          <wp:extent cx="295275" cy="285750"/>
          <wp:effectExtent l="19050" t="0" r="9525" b="0"/>
          <wp:wrapNone/>
          <wp:docPr id="4" name="Image 2"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0048" behindDoc="0" locked="0" layoutInCell="1" allowOverlap="1" wp14:anchorId="2B8A6437" wp14:editId="7733502B">
          <wp:simplePos x="0" y="0"/>
          <wp:positionH relativeFrom="column">
            <wp:posOffset>130175</wp:posOffset>
          </wp:positionH>
          <wp:positionV relativeFrom="paragraph">
            <wp:posOffset>10037445</wp:posOffset>
          </wp:positionV>
          <wp:extent cx="295275" cy="285750"/>
          <wp:effectExtent l="19050" t="0" r="9525" b="0"/>
          <wp:wrapNone/>
          <wp:docPr id="5" name="Image 1"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69721" w14:textId="77777777" w:rsidR="00534618" w:rsidRDefault="00534618" w:rsidP="00475F7E">
      <w:pPr>
        <w:spacing w:after="0" w:line="240" w:lineRule="auto"/>
      </w:pPr>
      <w:r>
        <w:separator/>
      </w:r>
    </w:p>
  </w:footnote>
  <w:footnote w:type="continuationSeparator" w:id="0">
    <w:p w14:paraId="4A3D90D4" w14:textId="77777777" w:rsidR="00534618" w:rsidRDefault="00534618" w:rsidP="00475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4F4D4" w14:textId="77777777" w:rsidR="005B6DE6" w:rsidRDefault="005B6DE6" w:rsidP="006359F3">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9DE"/>
    <w:multiLevelType w:val="hybridMultilevel"/>
    <w:tmpl w:val="1E32C0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DA81170"/>
    <w:multiLevelType w:val="hybridMultilevel"/>
    <w:tmpl w:val="04CC691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24975F6C"/>
    <w:multiLevelType w:val="hybridMultilevel"/>
    <w:tmpl w:val="DDE8C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602671"/>
    <w:multiLevelType w:val="hybridMultilevel"/>
    <w:tmpl w:val="E01A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46448"/>
    <w:multiLevelType w:val="hybridMultilevel"/>
    <w:tmpl w:val="CEAAF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8509DB"/>
    <w:multiLevelType w:val="hybridMultilevel"/>
    <w:tmpl w:val="79042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F83BF1"/>
    <w:multiLevelType w:val="hybridMultilevel"/>
    <w:tmpl w:val="04CC6914"/>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55626514"/>
    <w:multiLevelType w:val="hybridMultilevel"/>
    <w:tmpl w:val="9EFCD3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AB35FD4"/>
    <w:multiLevelType w:val="hybridMultilevel"/>
    <w:tmpl w:val="18D63A0E"/>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626F1660"/>
    <w:multiLevelType w:val="hybridMultilevel"/>
    <w:tmpl w:val="67D845A8"/>
    <w:lvl w:ilvl="0" w:tplc="2EE201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2D2DF5"/>
    <w:multiLevelType w:val="hybridMultilevel"/>
    <w:tmpl w:val="B8CA8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2046A5"/>
    <w:multiLevelType w:val="hybridMultilevel"/>
    <w:tmpl w:val="DFA45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11"/>
  </w:num>
  <w:num w:numId="5">
    <w:abstractNumId w:val="9"/>
  </w:num>
  <w:num w:numId="6">
    <w:abstractNumId w:val="7"/>
  </w:num>
  <w:num w:numId="7">
    <w:abstractNumId w:val="3"/>
  </w:num>
  <w:num w:numId="8">
    <w:abstractNumId w:val="10"/>
  </w:num>
  <w:num w:numId="9">
    <w:abstractNumId w:val="4"/>
  </w:num>
  <w:num w:numId="10">
    <w:abstractNumId w:val="5"/>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0D"/>
    <w:rsid w:val="000003A8"/>
    <w:rsid w:val="00000FA2"/>
    <w:rsid w:val="0000100C"/>
    <w:rsid w:val="00001B18"/>
    <w:rsid w:val="00001F0D"/>
    <w:rsid w:val="00002FDC"/>
    <w:rsid w:val="000031AC"/>
    <w:rsid w:val="00004402"/>
    <w:rsid w:val="00004DB8"/>
    <w:rsid w:val="00004F9B"/>
    <w:rsid w:val="00005991"/>
    <w:rsid w:val="00005B26"/>
    <w:rsid w:val="00005CA1"/>
    <w:rsid w:val="00006535"/>
    <w:rsid w:val="00006B5A"/>
    <w:rsid w:val="00006E79"/>
    <w:rsid w:val="0000719A"/>
    <w:rsid w:val="00007972"/>
    <w:rsid w:val="00007B4E"/>
    <w:rsid w:val="0001169C"/>
    <w:rsid w:val="00011B85"/>
    <w:rsid w:val="00011E07"/>
    <w:rsid w:val="00012097"/>
    <w:rsid w:val="00013740"/>
    <w:rsid w:val="00014810"/>
    <w:rsid w:val="000150E2"/>
    <w:rsid w:val="00015178"/>
    <w:rsid w:val="00020436"/>
    <w:rsid w:val="00020CE2"/>
    <w:rsid w:val="00022296"/>
    <w:rsid w:val="00022369"/>
    <w:rsid w:val="00022BE6"/>
    <w:rsid w:val="0002452E"/>
    <w:rsid w:val="00024699"/>
    <w:rsid w:val="00024EA8"/>
    <w:rsid w:val="000261AD"/>
    <w:rsid w:val="0002641A"/>
    <w:rsid w:val="00026885"/>
    <w:rsid w:val="00026AAF"/>
    <w:rsid w:val="000271C5"/>
    <w:rsid w:val="00027CAC"/>
    <w:rsid w:val="0003106B"/>
    <w:rsid w:val="00031306"/>
    <w:rsid w:val="000338BC"/>
    <w:rsid w:val="0003393A"/>
    <w:rsid w:val="0003415C"/>
    <w:rsid w:val="000357B6"/>
    <w:rsid w:val="00035CBB"/>
    <w:rsid w:val="000362E4"/>
    <w:rsid w:val="00037E5F"/>
    <w:rsid w:val="00040CB5"/>
    <w:rsid w:val="00041D71"/>
    <w:rsid w:val="00043851"/>
    <w:rsid w:val="0004425C"/>
    <w:rsid w:val="0004457C"/>
    <w:rsid w:val="00044D95"/>
    <w:rsid w:val="0004739F"/>
    <w:rsid w:val="000474F8"/>
    <w:rsid w:val="00050970"/>
    <w:rsid w:val="00050D1D"/>
    <w:rsid w:val="00050EF5"/>
    <w:rsid w:val="00051155"/>
    <w:rsid w:val="0005138B"/>
    <w:rsid w:val="00051E22"/>
    <w:rsid w:val="0005338E"/>
    <w:rsid w:val="000543C1"/>
    <w:rsid w:val="00054A52"/>
    <w:rsid w:val="000558FB"/>
    <w:rsid w:val="00055B6B"/>
    <w:rsid w:val="00056022"/>
    <w:rsid w:val="000561AC"/>
    <w:rsid w:val="00056A1B"/>
    <w:rsid w:val="00056D14"/>
    <w:rsid w:val="0005767C"/>
    <w:rsid w:val="0005797E"/>
    <w:rsid w:val="00057D71"/>
    <w:rsid w:val="000616B5"/>
    <w:rsid w:val="00061911"/>
    <w:rsid w:val="00061C2C"/>
    <w:rsid w:val="0006225E"/>
    <w:rsid w:val="00062670"/>
    <w:rsid w:val="00062904"/>
    <w:rsid w:val="000636F6"/>
    <w:rsid w:val="00063DB2"/>
    <w:rsid w:val="00064ABB"/>
    <w:rsid w:val="00065010"/>
    <w:rsid w:val="000659C4"/>
    <w:rsid w:val="00065A25"/>
    <w:rsid w:val="0006728B"/>
    <w:rsid w:val="000700CC"/>
    <w:rsid w:val="00070B3A"/>
    <w:rsid w:val="00070CCF"/>
    <w:rsid w:val="00071526"/>
    <w:rsid w:val="00071F75"/>
    <w:rsid w:val="00072AAE"/>
    <w:rsid w:val="00072C0F"/>
    <w:rsid w:val="00073954"/>
    <w:rsid w:val="00073C14"/>
    <w:rsid w:val="00073F98"/>
    <w:rsid w:val="00074372"/>
    <w:rsid w:val="0007442E"/>
    <w:rsid w:val="00074C15"/>
    <w:rsid w:val="000753A2"/>
    <w:rsid w:val="0007579E"/>
    <w:rsid w:val="000759CA"/>
    <w:rsid w:val="00075B92"/>
    <w:rsid w:val="00075D15"/>
    <w:rsid w:val="00075EF8"/>
    <w:rsid w:val="00076AA6"/>
    <w:rsid w:val="00076BF8"/>
    <w:rsid w:val="0007786E"/>
    <w:rsid w:val="00077919"/>
    <w:rsid w:val="0008028B"/>
    <w:rsid w:val="0008044C"/>
    <w:rsid w:val="0008062E"/>
    <w:rsid w:val="00080635"/>
    <w:rsid w:val="00082760"/>
    <w:rsid w:val="00083960"/>
    <w:rsid w:val="0008497F"/>
    <w:rsid w:val="0008576A"/>
    <w:rsid w:val="000864BF"/>
    <w:rsid w:val="000866B3"/>
    <w:rsid w:val="00090C77"/>
    <w:rsid w:val="00090CEB"/>
    <w:rsid w:val="0009162A"/>
    <w:rsid w:val="00091816"/>
    <w:rsid w:val="00092E32"/>
    <w:rsid w:val="00093255"/>
    <w:rsid w:val="0009418C"/>
    <w:rsid w:val="000945CD"/>
    <w:rsid w:val="00094AC0"/>
    <w:rsid w:val="00094B92"/>
    <w:rsid w:val="00095FA1"/>
    <w:rsid w:val="000968B5"/>
    <w:rsid w:val="00097510"/>
    <w:rsid w:val="000A002D"/>
    <w:rsid w:val="000A096C"/>
    <w:rsid w:val="000A1F71"/>
    <w:rsid w:val="000A220E"/>
    <w:rsid w:val="000A2ACF"/>
    <w:rsid w:val="000A3BAA"/>
    <w:rsid w:val="000A485D"/>
    <w:rsid w:val="000A4D13"/>
    <w:rsid w:val="000A5E69"/>
    <w:rsid w:val="000A69CD"/>
    <w:rsid w:val="000A6DB3"/>
    <w:rsid w:val="000A6E3C"/>
    <w:rsid w:val="000A7B6F"/>
    <w:rsid w:val="000A7B90"/>
    <w:rsid w:val="000A7EC9"/>
    <w:rsid w:val="000A7FCB"/>
    <w:rsid w:val="000B1258"/>
    <w:rsid w:val="000B1603"/>
    <w:rsid w:val="000B171D"/>
    <w:rsid w:val="000B185C"/>
    <w:rsid w:val="000B1D21"/>
    <w:rsid w:val="000B219D"/>
    <w:rsid w:val="000B2BD7"/>
    <w:rsid w:val="000B2DB9"/>
    <w:rsid w:val="000B318C"/>
    <w:rsid w:val="000B33B1"/>
    <w:rsid w:val="000B38F5"/>
    <w:rsid w:val="000B3EB6"/>
    <w:rsid w:val="000B59B0"/>
    <w:rsid w:val="000B5AA0"/>
    <w:rsid w:val="000B6314"/>
    <w:rsid w:val="000B6AB4"/>
    <w:rsid w:val="000B6CF6"/>
    <w:rsid w:val="000B7116"/>
    <w:rsid w:val="000B79B9"/>
    <w:rsid w:val="000C09E5"/>
    <w:rsid w:val="000C2179"/>
    <w:rsid w:val="000C2F5C"/>
    <w:rsid w:val="000C3493"/>
    <w:rsid w:val="000C35B2"/>
    <w:rsid w:val="000C39B6"/>
    <w:rsid w:val="000C42DB"/>
    <w:rsid w:val="000C4EB8"/>
    <w:rsid w:val="000C4F07"/>
    <w:rsid w:val="000C54EA"/>
    <w:rsid w:val="000C5F88"/>
    <w:rsid w:val="000C6042"/>
    <w:rsid w:val="000C79E4"/>
    <w:rsid w:val="000D00BE"/>
    <w:rsid w:val="000D268E"/>
    <w:rsid w:val="000D2E03"/>
    <w:rsid w:val="000D3C5D"/>
    <w:rsid w:val="000D4584"/>
    <w:rsid w:val="000D53D1"/>
    <w:rsid w:val="000D624A"/>
    <w:rsid w:val="000D6418"/>
    <w:rsid w:val="000D6999"/>
    <w:rsid w:val="000D6AD8"/>
    <w:rsid w:val="000D6CB3"/>
    <w:rsid w:val="000D6F2E"/>
    <w:rsid w:val="000D71D2"/>
    <w:rsid w:val="000E00DF"/>
    <w:rsid w:val="000E07AC"/>
    <w:rsid w:val="000E0A8D"/>
    <w:rsid w:val="000E16AE"/>
    <w:rsid w:val="000E19DE"/>
    <w:rsid w:val="000E2168"/>
    <w:rsid w:val="000E33F6"/>
    <w:rsid w:val="000E4568"/>
    <w:rsid w:val="000E4B77"/>
    <w:rsid w:val="000E55D4"/>
    <w:rsid w:val="000E698D"/>
    <w:rsid w:val="000F0367"/>
    <w:rsid w:val="000F1011"/>
    <w:rsid w:val="000F1BE8"/>
    <w:rsid w:val="000F21F8"/>
    <w:rsid w:val="000F2BBD"/>
    <w:rsid w:val="000F2ED2"/>
    <w:rsid w:val="000F3535"/>
    <w:rsid w:val="000F4AEC"/>
    <w:rsid w:val="000F4C95"/>
    <w:rsid w:val="000F5227"/>
    <w:rsid w:val="000F56DA"/>
    <w:rsid w:val="000F5EE9"/>
    <w:rsid w:val="000F711C"/>
    <w:rsid w:val="000F715E"/>
    <w:rsid w:val="000F73AB"/>
    <w:rsid w:val="000F7406"/>
    <w:rsid w:val="000F7AD3"/>
    <w:rsid w:val="00100695"/>
    <w:rsid w:val="0010177A"/>
    <w:rsid w:val="00102C67"/>
    <w:rsid w:val="00103697"/>
    <w:rsid w:val="0010388B"/>
    <w:rsid w:val="00103BC9"/>
    <w:rsid w:val="001042D4"/>
    <w:rsid w:val="00104388"/>
    <w:rsid w:val="00104965"/>
    <w:rsid w:val="00104BAC"/>
    <w:rsid w:val="00104CEF"/>
    <w:rsid w:val="00104E58"/>
    <w:rsid w:val="00105408"/>
    <w:rsid w:val="00105480"/>
    <w:rsid w:val="00105513"/>
    <w:rsid w:val="00105EFE"/>
    <w:rsid w:val="001062A3"/>
    <w:rsid w:val="00107F2F"/>
    <w:rsid w:val="00111429"/>
    <w:rsid w:val="00111CEC"/>
    <w:rsid w:val="00112938"/>
    <w:rsid w:val="00112951"/>
    <w:rsid w:val="001132D0"/>
    <w:rsid w:val="0011380F"/>
    <w:rsid w:val="00113A8F"/>
    <w:rsid w:val="001144EF"/>
    <w:rsid w:val="00114E74"/>
    <w:rsid w:val="00114EE0"/>
    <w:rsid w:val="0011535B"/>
    <w:rsid w:val="00115EBE"/>
    <w:rsid w:val="0011659E"/>
    <w:rsid w:val="00116A45"/>
    <w:rsid w:val="00117214"/>
    <w:rsid w:val="001179C7"/>
    <w:rsid w:val="001179CB"/>
    <w:rsid w:val="001210D8"/>
    <w:rsid w:val="001219E8"/>
    <w:rsid w:val="0012236C"/>
    <w:rsid w:val="001225A3"/>
    <w:rsid w:val="001236B1"/>
    <w:rsid w:val="00123A03"/>
    <w:rsid w:val="00123BBE"/>
    <w:rsid w:val="00124509"/>
    <w:rsid w:val="00125E47"/>
    <w:rsid w:val="001262D6"/>
    <w:rsid w:val="00126683"/>
    <w:rsid w:val="00127048"/>
    <w:rsid w:val="001278CF"/>
    <w:rsid w:val="00130231"/>
    <w:rsid w:val="00130B25"/>
    <w:rsid w:val="00132CD5"/>
    <w:rsid w:val="00132FC4"/>
    <w:rsid w:val="001331F9"/>
    <w:rsid w:val="001339E6"/>
    <w:rsid w:val="0013466E"/>
    <w:rsid w:val="00134C90"/>
    <w:rsid w:val="001359C0"/>
    <w:rsid w:val="00137199"/>
    <w:rsid w:val="00137A8A"/>
    <w:rsid w:val="00137B81"/>
    <w:rsid w:val="00140632"/>
    <w:rsid w:val="00141B4B"/>
    <w:rsid w:val="0014264C"/>
    <w:rsid w:val="00142BB4"/>
    <w:rsid w:val="0014319B"/>
    <w:rsid w:val="00144B95"/>
    <w:rsid w:val="00145283"/>
    <w:rsid w:val="00146930"/>
    <w:rsid w:val="0014736D"/>
    <w:rsid w:val="0014789B"/>
    <w:rsid w:val="00147A09"/>
    <w:rsid w:val="00147FC2"/>
    <w:rsid w:val="00150FEB"/>
    <w:rsid w:val="0015201D"/>
    <w:rsid w:val="00152048"/>
    <w:rsid w:val="00152925"/>
    <w:rsid w:val="0015331A"/>
    <w:rsid w:val="0015365F"/>
    <w:rsid w:val="00153923"/>
    <w:rsid w:val="00153E93"/>
    <w:rsid w:val="00155E15"/>
    <w:rsid w:val="00155EC7"/>
    <w:rsid w:val="001561B1"/>
    <w:rsid w:val="001562D4"/>
    <w:rsid w:val="001573D1"/>
    <w:rsid w:val="00160B70"/>
    <w:rsid w:val="00161AE0"/>
    <w:rsid w:val="0016212F"/>
    <w:rsid w:val="001632B7"/>
    <w:rsid w:val="00163852"/>
    <w:rsid w:val="001660F0"/>
    <w:rsid w:val="00166229"/>
    <w:rsid w:val="0016660B"/>
    <w:rsid w:val="00166797"/>
    <w:rsid w:val="001669C6"/>
    <w:rsid w:val="00166A5D"/>
    <w:rsid w:val="001703B3"/>
    <w:rsid w:val="00171F6D"/>
    <w:rsid w:val="001731C8"/>
    <w:rsid w:val="001733E6"/>
    <w:rsid w:val="00173769"/>
    <w:rsid w:val="00173A8A"/>
    <w:rsid w:val="001743E8"/>
    <w:rsid w:val="00175375"/>
    <w:rsid w:val="00175391"/>
    <w:rsid w:val="00175CC1"/>
    <w:rsid w:val="00175DD5"/>
    <w:rsid w:val="00176099"/>
    <w:rsid w:val="001762BD"/>
    <w:rsid w:val="001764DD"/>
    <w:rsid w:val="00177185"/>
    <w:rsid w:val="0017756C"/>
    <w:rsid w:val="00177647"/>
    <w:rsid w:val="00177676"/>
    <w:rsid w:val="00177B23"/>
    <w:rsid w:val="0018047E"/>
    <w:rsid w:val="00180685"/>
    <w:rsid w:val="00180900"/>
    <w:rsid w:val="00180D4B"/>
    <w:rsid w:val="00180D94"/>
    <w:rsid w:val="00181392"/>
    <w:rsid w:val="001816DB"/>
    <w:rsid w:val="0018222A"/>
    <w:rsid w:val="00182845"/>
    <w:rsid w:val="001830C3"/>
    <w:rsid w:val="0018366A"/>
    <w:rsid w:val="00185D98"/>
    <w:rsid w:val="00185F0D"/>
    <w:rsid w:val="00186CA5"/>
    <w:rsid w:val="001878E3"/>
    <w:rsid w:val="00190645"/>
    <w:rsid w:val="001920BB"/>
    <w:rsid w:val="001926C2"/>
    <w:rsid w:val="00192BDD"/>
    <w:rsid w:val="00192DD6"/>
    <w:rsid w:val="001932AD"/>
    <w:rsid w:val="001936A3"/>
    <w:rsid w:val="00193FB0"/>
    <w:rsid w:val="00194C36"/>
    <w:rsid w:val="00194D16"/>
    <w:rsid w:val="00194DA9"/>
    <w:rsid w:val="00196536"/>
    <w:rsid w:val="001968E3"/>
    <w:rsid w:val="001A0774"/>
    <w:rsid w:val="001A3366"/>
    <w:rsid w:val="001A357B"/>
    <w:rsid w:val="001A3DA4"/>
    <w:rsid w:val="001A42C7"/>
    <w:rsid w:val="001A54D4"/>
    <w:rsid w:val="001A5522"/>
    <w:rsid w:val="001A5632"/>
    <w:rsid w:val="001B27E4"/>
    <w:rsid w:val="001B2D35"/>
    <w:rsid w:val="001B2E2A"/>
    <w:rsid w:val="001B4399"/>
    <w:rsid w:val="001B4C47"/>
    <w:rsid w:val="001B5175"/>
    <w:rsid w:val="001B5AFE"/>
    <w:rsid w:val="001B6459"/>
    <w:rsid w:val="001B66D6"/>
    <w:rsid w:val="001B6B88"/>
    <w:rsid w:val="001B6C5B"/>
    <w:rsid w:val="001B75A5"/>
    <w:rsid w:val="001C2BB0"/>
    <w:rsid w:val="001C3197"/>
    <w:rsid w:val="001C3D73"/>
    <w:rsid w:val="001C427E"/>
    <w:rsid w:val="001C468B"/>
    <w:rsid w:val="001C5383"/>
    <w:rsid w:val="001C53E0"/>
    <w:rsid w:val="001C5B5B"/>
    <w:rsid w:val="001C5F38"/>
    <w:rsid w:val="001C6D39"/>
    <w:rsid w:val="001D1447"/>
    <w:rsid w:val="001D14BF"/>
    <w:rsid w:val="001D1984"/>
    <w:rsid w:val="001D1B00"/>
    <w:rsid w:val="001D1F6C"/>
    <w:rsid w:val="001D1FFF"/>
    <w:rsid w:val="001D3895"/>
    <w:rsid w:val="001D3B65"/>
    <w:rsid w:val="001D4860"/>
    <w:rsid w:val="001D5DAA"/>
    <w:rsid w:val="001D5F9D"/>
    <w:rsid w:val="001D5FE2"/>
    <w:rsid w:val="001D6F9C"/>
    <w:rsid w:val="001D72CC"/>
    <w:rsid w:val="001D7569"/>
    <w:rsid w:val="001D7B4A"/>
    <w:rsid w:val="001D7D9D"/>
    <w:rsid w:val="001E1A9C"/>
    <w:rsid w:val="001E207D"/>
    <w:rsid w:val="001E2474"/>
    <w:rsid w:val="001E3FC4"/>
    <w:rsid w:val="001E4096"/>
    <w:rsid w:val="001E472D"/>
    <w:rsid w:val="001E4CE2"/>
    <w:rsid w:val="001E4D53"/>
    <w:rsid w:val="001E4D85"/>
    <w:rsid w:val="001E55CD"/>
    <w:rsid w:val="001E6FE1"/>
    <w:rsid w:val="001F1E7B"/>
    <w:rsid w:val="001F3899"/>
    <w:rsid w:val="001F44AB"/>
    <w:rsid w:val="001F4613"/>
    <w:rsid w:val="001F4F7D"/>
    <w:rsid w:val="001F54EE"/>
    <w:rsid w:val="001F56AC"/>
    <w:rsid w:val="001F59E6"/>
    <w:rsid w:val="001F6790"/>
    <w:rsid w:val="001F6C53"/>
    <w:rsid w:val="001F6E73"/>
    <w:rsid w:val="001F7225"/>
    <w:rsid w:val="001F749C"/>
    <w:rsid w:val="001F759F"/>
    <w:rsid w:val="002000C0"/>
    <w:rsid w:val="00200B99"/>
    <w:rsid w:val="00201BA5"/>
    <w:rsid w:val="00201DF2"/>
    <w:rsid w:val="00202704"/>
    <w:rsid w:val="00202882"/>
    <w:rsid w:val="00202B35"/>
    <w:rsid w:val="00202FD2"/>
    <w:rsid w:val="00204EB8"/>
    <w:rsid w:val="002055C6"/>
    <w:rsid w:val="00205B77"/>
    <w:rsid w:val="00205EA6"/>
    <w:rsid w:val="00206E2A"/>
    <w:rsid w:val="00207A05"/>
    <w:rsid w:val="00207F82"/>
    <w:rsid w:val="00210732"/>
    <w:rsid w:val="002112A3"/>
    <w:rsid w:val="002134A4"/>
    <w:rsid w:val="002136F2"/>
    <w:rsid w:val="00213AE8"/>
    <w:rsid w:val="00213D51"/>
    <w:rsid w:val="0021454A"/>
    <w:rsid w:val="00214AE1"/>
    <w:rsid w:val="00215F8A"/>
    <w:rsid w:val="00216305"/>
    <w:rsid w:val="002170EF"/>
    <w:rsid w:val="00217D20"/>
    <w:rsid w:val="00220168"/>
    <w:rsid w:val="002202A9"/>
    <w:rsid w:val="00220817"/>
    <w:rsid w:val="00220F6E"/>
    <w:rsid w:val="00221324"/>
    <w:rsid w:val="002214AC"/>
    <w:rsid w:val="00221D74"/>
    <w:rsid w:val="00222F69"/>
    <w:rsid w:val="00222FF5"/>
    <w:rsid w:val="0022314C"/>
    <w:rsid w:val="00223DF4"/>
    <w:rsid w:val="00224CA5"/>
    <w:rsid w:val="00225AA8"/>
    <w:rsid w:val="002264D8"/>
    <w:rsid w:val="0022691E"/>
    <w:rsid w:val="0022759D"/>
    <w:rsid w:val="0023051A"/>
    <w:rsid w:val="00230671"/>
    <w:rsid w:val="0023216A"/>
    <w:rsid w:val="0023265B"/>
    <w:rsid w:val="00232A94"/>
    <w:rsid w:val="00233523"/>
    <w:rsid w:val="00235C9F"/>
    <w:rsid w:val="002363A0"/>
    <w:rsid w:val="002365DE"/>
    <w:rsid w:val="002367E8"/>
    <w:rsid w:val="002377DF"/>
    <w:rsid w:val="00240668"/>
    <w:rsid w:val="002415C3"/>
    <w:rsid w:val="002416FB"/>
    <w:rsid w:val="00241F48"/>
    <w:rsid w:val="0024217F"/>
    <w:rsid w:val="00242EFC"/>
    <w:rsid w:val="0024565B"/>
    <w:rsid w:val="00245900"/>
    <w:rsid w:val="002463EB"/>
    <w:rsid w:val="00247A0D"/>
    <w:rsid w:val="002507DB"/>
    <w:rsid w:val="002511B5"/>
    <w:rsid w:val="00252929"/>
    <w:rsid w:val="00253B2A"/>
    <w:rsid w:val="0025628D"/>
    <w:rsid w:val="00256662"/>
    <w:rsid w:val="00256BF9"/>
    <w:rsid w:val="00256EF5"/>
    <w:rsid w:val="0025759E"/>
    <w:rsid w:val="00260555"/>
    <w:rsid w:val="00261AFA"/>
    <w:rsid w:val="0026216D"/>
    <w:rsid w:val="002627E5"/>
    <w:rsid w:val="0026318B"/>
    <w:rsid w:val="002641E1"/>
    <w:rsid w:val="00264339"/>
    <w:rsid w:val="00265D91"/>
    <w:rsid w:val="00266439"/>
    <w:rsid w:val="0026654E"/>
    <w:rsid w:val="002705E7"/>
    <w:rsid w:val="00270FD8"/>
    <w:rsid w:val="00272554"/>
    <w:rsid w:val="00273179"/>
    <w:rsid w:val="002731ED"/>
    <w:rsid w:val="00273A5F"/>
    <w:rsid w:val="0027401C"/>
    <w:rsid w:val="002756CA"/>
    <w:rsid w:val="002757F3"/>
    <w:rsid w:val="00276174"/>
    <w:rsid w:val="0027701E"/>
    <w:rsid w:val="00277879"/>
    <w:rsid w:val="002778EA"/>
    <w:rsid w:val="00277BA1"/>
    <w:rsid w:val="00280129"/>
    <w:rsid w:val="002804EA"/>
    <w:rsid w:val="0028110F"/>
    <w:rsid w:val="00281A45"/>
    <w:rsid w:val="00281F50"/>
    <w:rsid w:val="002820CA"/>
    <w:rsid w:val="00282344"/>
    <w:rsid w:val="00282781"/>
    <w:rsid w:val="002828F0"/>
    <w:rsid w:val="00282A3A"/>
    <w:rsid w:val="0028303B"/>
    <w:rsid w:val="0028426E"/>
    <w:rsid w:val="00284958"/>
    <w:rsid w:val="002854C0"/>
    <w:rsid w:val="00285CFD"/>
    <w:rsid w:val="00285EA8"/>
    <w:rsid w:val="00287231"/>
    <w:rsid w:val="002873D0"/>
    <w:rsid w:val="00287A7E"/>
    <w:rsid w:val="00287BE1"/>
    <w:rsid w:val="00287D20"/>
    <w:rsid w:val="00290AC9"/>
    <w:rsid w:val="0029108F"/>
    <w:rsid w:val="00291117"/>
    <w:rsid w:val="00292B7A"/>
    <w:rsid w:val="002931E5"/>
    <w:rsid w:val="00294429"/>
    <w:rsid w:val="00294DA3"/>
    <w:rsid w:val="00295018"/>
    <w:rsid w:val="002950FB"/>
    <w:rsid w:val="0029617C"/>
    <w:rsid w:val="00296B6C"/>
    <w:rsid w:val="00296F53"/>
    <w:rsid w:val="00297130"/>
    <w:rsid w:val="00297BBC"/>
    <w:rsid w:val="002A009E"/>
    <w:rsid w:val="002A14A7"/>
    <w:rsid w:val="002A2243"/>
    <w:rsid w:val="002A37F2"/>
    <w:rsid w:val="002A4CD0"/>
    <w:rsid w:val="002A5636"/>
    <w:rsid w:val="002A58F3"/>
    <w:rsid w:val="002A714F"/>
    <w:rsid w:val="002A77BC"/>
    <w:rsid w:val="002B091E"/>
    <w:rsid w:val="002B18C1"/>
    <w:rsid w:val="002B2886"/>
    <w:rsid w:val="002B3940"/>
    <w:rsid w:val="002B39FF"/>
    <w:rsid w:val="002B4070"/>
    <w:rsid w:val="002B4E42"/>
    <w:rsid w:val="002B53B8"/>
    <w:rsid w:val="002B66AA"/>
    <w:rsid w:val="002B77BD"/>
    <w:rsid w:val="002C0A70"/>
    <w:rsid w:val="002C0C98"/>
    <w:rsid w:val="002C0E92"/>
    <w:rsid w:val="002C2139"/>
    <w:rsid w:val="002C2676"/>
    <w:rsid w:val="002C28B5"/>
    <w:rsid w:val="002C2B3E"/>
    <w:rsid w:val="002C4007"/>
    <w:rsid w:val="002C5FF6"/>
    <w:rsid w:val="002C60C9"/>
    <w:rsid w:val="002C62D0"/>
    <w:rsid w:val="002C7122"/>
    <w:rsid w:val="002C7391"/>
    <w:rsid w:val="002C73B5"/>
    <w:rsid w:val="002C79E4"/>
    <w:rsid w:val="002D0B8D"/>
    <w:rsid w:val="002D1984"/>
    <w:rsid w:val="002D2149"/>
    <w:rsid w:val="002D2915"/>
    <w:rsid w:val="002D449E"/>
    <w:rsid w:val="002D4733"/>
    <w:rsid w:val="002D47D6"/>
    <w:rsid w:val="002D67DB"/>
    <w:rsid w:val="002D6879"/>
    <w:rsid w:val="002D6B0D"/>
    <w:rsid w:val="002D70E0"/>
    <w:rsid w:val="002D77EE"/>
    <w:rsid w:val="002D7A16"/>
    <w:rsid w:val="002E0558"/>
    <w:rsid w:val="002E0D36"/>
    <w:rsid w:val="002E0E00"/>
    <w:rsid w:val="002E104C"/>
    <w:rsid w:val="002E10C0"/>
    <w:rsid w:val="002E219C"/>
    <w:rsid w:val="002E2ACB"/>
    <w:rsid w:val="002E336C"/>
    <w:rsid w:val="002E361D"/>
    <w:rsid w:val="002E387D"/>
    <w:rsid w:val="002E4C2B"/>
    <w:rsid w:val="002E540E"/>
    <w:rsid w:val="002E5CA2"/>
    <w:rsid w:val="002E5FD2"/>
    <w:rsid w:val="002E5FE7"/>
    <w:rsid w:val="002E616F"/>
    <w:rsid w:val="002E691B"/>
    <w:rsid w:val="002E6938"/>
    <w:rsid w:val="002F00F7"/>
    <w:rsid w:val="002F0706"/>
    <w:rsid w:val="002F117C"/>
    <w:rsid w:val="002F20DA"/>
    <w:rsid w:val="002F2AEC"/>
    <w:rsid w:val="002F4AB8"/>
    <w:rsid w:val="002F4C2B"/>
    <w:rsid w:val="002F704D"/>
    <w:rsid w:val="002F7784"/>
    <w:rsid w:val="00300818"/>
    <w:rsid w:val="00301C57"/>
    <w:rsid w:val="00302FA8"/>
    <w:rsid w:val="003031F4"/>
    <w:rsid w:val="00303383"/>
    <w:rsid w:val="00303529"/>
    <w:rsid w:val="0030362E"/>
    <w:rsid w:val="00303BF2"/>
    <w:rsid w:val="003043E2"/>
    <w:rsid w:val="003043E8"/>
    <w:rsid w:val="00304937"/>
    <w:rsid w:val="00305E73"/>
    <w:rsid w:val="00305EA7"/>
    <w:rsid w:val="00306272"/>
    <w:rsid w:val="003068D7"/>
    <w:rsid w:val="0030751D"/>
    <w:rsid w:val="00310DFA"/>
    <w:rsid w:val="00311573"/>
    <w:rsid w:val="00311E77"/>
    <w:rsid w:val="0031410F"/>
    <w:rsid w:val="003142B5"/>
    <w:rsid w:val="003150C8"/>
    <w:rsid w:val="003163D7"/>
    <w:rsid w:val="00316DDD"/>
    <w:rsid w:val="0031712D"/>
    <w:rsid w:val="00317984"/>
    <w:rsid w:val="00317D19"/>
    <w:rsid w:val="0032056C"/>
    <w:rsid w:val="00322212"/>
    <w:rsid w:val="00322EA6"/>
    <w:rsid w:val="00323150"/>
    <w:rsid w:val="003235EC"/>
    <w:rsid w:val="003237EF"/>
    <w:rsid w:val="0032455E"/>
    <w:rsid w:val="00324686"/>
    <w:rsid w:val="00324841"/>
    <w:rsid w:val="00324E0F"/>
    <w:rsid w:val="00326849"/>
    <w:rsid w:val="00330E0E"/>
    <w:rsid w:val="00332AFB"/>
    <w:rsid w:val="00333C78"/>
    <w:rsid w:val="00334367"/>
    <w:rsid w:val="0033515F"/>
    <w:rsid w:val="00335856"/>
    <w:rsid w:val="00336987"/>
    <w:rsid w:val="0033779C"/>
    <w:rsid w:val="00340051"/>
    <w:rsid w:val="00340BC3"/>
    <w:rsid w:val="00341120"/>
    <w:rsid w:val="0034121D"/>
    <w:rsid w:val="0034134E"/>
    <w:rsid w:val="003414AA"/>
    <w:rsid w:val="00341AB5"/>
    <w:rsid w:val="00341ACB"/>
    <w:rsid w:val="00341C42"/>
    <w:rsid w:val="00342603"/>
    <w:rsid w:val="003437E9"/>
    <w:rsid w:val="00345502"/>
    <w:rsid w:val="00345DEA"/>
    <w:rsid w:val="00346388"/>
    <w:rsid w:val="0034644D"/>
    <w:rsid w:val="00347C72"/>
    <w:rsid w:val="00347EC4"/>
    <w:rsid w:val="00350713"/>
    <w:rsid w:val="00351105"/>
    <w:rsid w:val="00351310"/>
    <w:rsid w:val="003513D0"/>
    <w:rsid w:val="00351566"/>
    <w:rsid w:val="0035250D"/>
    <w:rsid w:val="00353BF0"/>
    <w:rsid w:val="00354195"/>
    <w:rsid w:val="003544F2"/>
    <w:rsid w:val="0035495D"/>
    <w:rsid w:val="00354B3E"/>
    <w:rsid w:val="003559E7"/>
    <w:rsid w:val="003560B0"/>
    <w:rsid w:val="00356231"/>
    <w:rsid w:val="003568C1"/>
    <w:rsid w:val="00357071"/>
    <w:rsid w:val="00357935"/>
    <w:rsid w:val="00360586"/>
    <w:rsid w:val="0036127B"/>
    <w:rsid w:val="00361536"/>
    <w:rsid w:val="00361B3A"/>
    <w:rsid w:val="0036235E"/>
    <w:rsid w:val="00364788"/>
    <w:rsid w:val="00364CF4"/>
    <w:rsid w:val="00365AF8"/>
    <w:rsid w:val="00365C37"/>
    <w:rsid w:val="00365F26"/>
    <w:rsid w:val="003667BD"/>
    <w:rsid w:val="00367326"/>
    <w:rsid w:val="0036751F"/>
    <w:rsid w:val="00367775"/>
    <w:rsid w:val="003678D0"/>
    <w:rsid w:val="00367E9E"/>
    <w:rsid w:val="00370343"/>
    <w:rsid w:val="003705E3"/>
    <w:rsid w:val="00370BD0"/>
    <w:rsid w:val="00370E7D"/>
    <w:rsid w:val="003714D0"/>
    <w:rsid w:val="0037233F"/>
    <w:rsid w:val="00372723"/>
    <w:rsid w:val="00373C6E"/>
    <w:rsid w:val="003747A8"/>
    <w:rsid w:val="00375118"/>
    <w:rsid w:val="003751D8"/>
    <w:rsid w:val="003751DD"/>
    <w:rsid w:val="003754DB"/>
    <w:rsid w:val="00375521"/>
    <w:rsid w:val="00375574"/>
    <w:rsid w:val="0037650A"/>
    <w:rsid w:val="003765E2"/>
    <w:rsid w:val="003769D5"/>
    <w:rsid w:val="00376C58"/>
    <w:rsid w:val="00376FC8"/>
    <w:rsid w:val="003807B1"/>
    <w:rsid w:val="00380E89"/>
    <w:rsid w:val="00381563"/>
    <w:rsid w:val="003818BE"/>
    <w:rsid w:val="0038206D"/>
    <w:rsid w:val="00382917"/>
    <w:rsid w:val="0038381C"/>
    <w:rsid w:val="003839DD"/>
    <w:rsid w:val="00383BE6"/>
    <w:rsid w:val="0038415D"/>
    <w:rsid w:val="00384527"/>
    <w:rsid w:val="00384638"/>
    <w:rsid w:val="00384BCC"/>
    <w:rsid w:val="00385094"/>
    <w:rsid w:val="00386132"/>
    <w:rsid w:val="00386515"/>
    <w:rsid w:val="00386B46"/>
    <w:rsid w:val="00387AAD"/>
    <w:rsid w:val="00387C19"/>
    <w:rsid w:val="0039024D"/>
    <w:rsid w:val="00390956"/>
    <w:rsid w:val="003909E7"/>
    <w:rsid w:val="00390AB5"/>
    <w:rsid w:val="00390E5C"/>
    <w:rsid w:val="0039194A"/>
    <w:rsid w:val="00391F25"/>
    <w:rsid w:val="0039233B"/>
    <w:rsid w:val="00392479"/>
    <w:rsid w:val="00392DC7"/>
    <w:rsid w:val="0039370E"/>
    <w:rsid w:val="003940D0"/>
    <w:rsid w:val="003943E0"/>
    <w:rsid w:val="003944A6"/>
    <w:rsid w:val="00395F35"/>
    <w:rsid w:val="003970D4"/>
    <w:rsid w:val="00397CB7"/>
    <w:rsid w:val="003A039A"/>
    <w:rsid w:val="003A1203"/>
    <w:rsid w:val="003A14CA"/>
    <w:rsid w:val="003A1FC8"/>
    <w:rsid w:val="003A354E"/>
    <w:rsid w:val="003A4752"/>
    <w:rsid w:val="003A4CEB"/>
    <w:rsid w:val="003A51BF"/>
    <w:rsid w:val="003A5517"/>
    <w:rsid w:val="003A57BA"/>
    <w:rsid w:val="003A6454"/>
    <w:rsid w:val="003A763F"/>
    <w:rsid w:val="003B055E"/>
    <w:rsid w:val="003B0EE8"/>
    <w:rsid w:val="003B135A"/>
    <w:rsid w:val="003B1793"/>
    <w:rsid w:val="003B1CBB"/>
    <w:rsid w:val="003B3E05"/>
    <w:rsid w:val="003B4013"/>
    <w:rsid w:val="003B421A"/>
    <w:rsid w:val="003B445E"/>
    <w:rsid w:val="003B4587"/>
    <w:rsid w:val="003B6BBE"/>
    <w:rsid w:val="003B6BD0"/>
    <w:rsid w:val="003B7156"/>
    <w:rsid w:val="003C03A6"/>
    <w:rsid w:val="003C08B4"/>
    <w:rsid w:val="003C08C5"/>
    <w:rsid w:val="003C1765"/>
    <w:rsid w:val="003C25A5"/>
    <w:rsid w:val="003C2F9A"/>
    <w:rsid w:val="003C38ED"/>
    <w:rsid w:val="003C42A2"/>
    <w:rsid w:val="003C4764"/>
    <w:rsid w:val="003C540A"/>
    <w:rsid w:val="003C675A"/>
    <w:rsid w:val="003C6AD9"/>
    <w:rsid w:val="003C70F3"/>
    <w:rsid w:val="003C7C04"/>
    <w:rsid w:val="003D067F"/>
    <w:rsid w:val="003D12E2"/>
    <w:rsid w:val="003D1D28"/>
    <w:rsid w:val="003D1F12"/>
    <w:rsid w:val="003D202C"/>
    <w:rsid w:val="003D2241"/>
    <w:rsid w:val="003D23FA"/>
    <w:rsid w:val="003D244D"/>
    <w:rsid w:val="003D456F"/>
    <w:rsid w:val="003D537A"/>
    <w:rsid w:val="003D56D7"/>
    <w:rsid w:val="003D5BF2"/>
    <w:rsid w:val="003D65F9"/>
    <w:rsid w:val="003D6777"/>
    <w:rsid w:val="003D7235"/>
    <w:rsid w:val="003D770F"/>
    <w:rsid w:val="003E20A1"/>
    <w:rsid w:val="003E2815"/>
    <w:rsid w:val="003E2BD2"/>
    <w:rsid w:val="003E3AE8"/>
    <w:rsid w:val="003E4209"/>
    <w:rsid w:val="003E44B6"/>
    <w:rsid w:val="003E64CE"/>
    <w:rsid w:val="003E7D10"/>
    <w:rsid w:val="003F0404"/>
    <w:rsid w:val="003F04A8"/>
    <w:rsid w:val="003F15EE"/>
    <w:rsid w:val="003F1FB2"/>
    <w:rsid w:val="003F478F"/>
    <w:rsid w:val="003F4813"/>
    <w:rsid w:val="003F5C6E"/>
    <w:rsid w:val="003F6D22"/>
    <w:rsid w:val="003F6ED4"/>
    <w:rsid w:val="003F734F"/>
    <w:rsid w:val="003F74B7"/>
    <w:rsid w:val="004006D0"/>
    <w:rsid w:val="00400F85"/>
    <w:rsid w:val="00401344"/>
    <w:rsid w:val="00402532"/>
    <w:rsid w:val="00402B61"/>
    <w:rsid w:val="004030E0"/>
    <w:rsid w:val="00404239"/>
    <w:rsid w:val="0040434F"/>
    <w:rsid w:val="00404F01"/>
    <w:rsid w:val="004107DF"/>
    <w:rsid w:val="00410DF0"/>
    <w:rsid w:val="00411FF0"/>
    <w:rsid w:val="00412329"/>
    <w:rsid w:val="00413524"/>
    <w:rsid w:val="00413EC8"/>
    <w:rsid w:val="00413FCA"/>
    <w:rsid w:val="004150D4"/>
    <w:rsid w:val="00415370"/>
    <w:rsid w:val="00415499"/>
    <w:rsid w:val="00415D7D"/>
    <w:rsid w:val="00415EC2"/>
    <w:rsid w:val="004166D0"/>
    <w:rsid w:val="00417280"/>
    <w:rsid w:val="004215BD"/>
    <w:rsid w:val="004218A4"/>
    <w:rsid w:val="004224B5"/>
    <w:rsid w:val="00424151"/>
    <w:rsid w:val="00424B7D"/>
    <w:rsid w:val="004252BE"/>
    <w:rsid w:val="00425441"/>
    <w:rsid w:val="0042578C"/>
    <w:rsid w:val="00425AD8"/>
    <w:rsid w:val="00425E2B"/>
    <w:rsid w:val="00426A04"/>
    <w:rsid w:val="00427A97"/>
    <w:rsid w:val="00430B68"/>
    <w:rsid w:val="00430E8A"/>
    <w:rsid w:val="00431C4F"/>
    <w:rsid w:val="00431E55"/>
    <w:rsid w:val="00431F5B"/>
    <w:rsid w:val="00432D79"/>
    <w:rsid w:val="00432DD3"/>
    <w:rsid w:val="00432ED3"/>
    <w:rsid w:val="00434719"/>
    <w:rsid w:val="00435D58"/>
    <w:rsid w:val="00436374"/>
    <w:rsid w:val="00436814"/>
    <w:rsid w:val="0043756B"/>
    <w:rsid w:val="00437DEF"/>
    <w:rsid w:val="00440837"/>
    <w:rsid w:val="004409B7"/>
    <w:rsid w:val="00443241"/>
    <w:rsid w:val="0044410B"/>
    <w:rsid w:val="00444F05"/>
    <w:rsid w:val="00444FE8"/>
    <w:rsid w:val="0044500A"/>
    <w:rsid w:val="00447315"/>
    <w:rsid w:val="00447CDD"/>
    <w:rsid w:val="00450960"/>
    <w:rsid w:val="00451319"/>
    <w:rsid w:val="004518DA"/>
    <w:rsid w:val="00451EA0"/>
    <w:rsid w:val="00451EE4"/>
    <w:rsid w:val="0045202F"/>
    <w:rsid w:val="0045231E"/>
    <w:rsid w:val="00452D20"/>
    <w:rsid w:val="004532A3"/>
    <w:rsid w:val="00453B3F"/>
    <w:rsid w:val="00454414"/>
    <w:rsid w:val="004548C5"/>
    <w:rsid w:val="00454A1E"/>
    <w:rsid w:val="00455BF6"/>
    <w:rsid w:val="00455DEB"/>
    <w:rsid w:val="0045635A"/>
    <w:rsid w:val="004567AA"/>
    <w:rsid w:val="00457139"/>
    <w:rsid w:val="0045718A"/>
    <w:rsid w:val="00457ACE"/>
    <w:rsid w:val="00460CC4"/>
    <w:rsid w:val="00461541"/>
    <w:rsid w:val="004620BD"/>
    <w:rsid w:val="004622A9"/>
    <w:rsid w:val="004628E1"/>
    <w:rsid w:val="00462EC0"/>
    <w:rsid w:val="00463697"/>
    <w:rsid w:val="00463FEC"/>
    <w:rsid w:val="0046501D"/>
    <w:rsid w:val="004653AA"/>
    <w:rsid w:val="00467BA6"/>
    <w:rsid w:val="00467C33"/>
    <w:rsid w:val="00470560"/>
    <w:rsid w:val="00471763"/>
    <w:rsid w:val="00471FB9"/>
    <w:rsid w:val="0047329B"/>
    <w:rsid w:val="0047410C"/>
    <w:rsid w:val="00475F7E"/>
    <w:rsid w:val="004768B3"/>
    <w:rsid w:val="004772EE"/>
    <w:rsid w:val="00477F96"/>
    <w:rsid w:val="00481D62"/>
    <w:rsid w:val="004829F1"/>
    <w:rsid w:val="00482C56"/>
    <w:rsid w:val="00483D6F"/>
    <w:rsid w:val="00484828"/>
    <w:rsid w:val="00485361"/>
    <w:rsid w:val="004863C1"/>
    <w:rsid w:val="004901FC"/>
    <w:rsid w:val="00490212"/>
    <w:rsid w:val="00490C1A"/>
    <w:rsid w:val="004922F6"/>
    <w:rsid w:val="0049282A"/>
    <w:rsid w:val="00492A67"/>
    <w:rsid w:val="0049381A"/>
    <w:rsid w:val="00493ECE"/>
    <w:rsid w:val="0049420E"/>
    <w:rsid w:val="004947CD"/>
    <w:rsid w:val="00495F69"/>
    <w:rsid w:val="00496C87"/>
    <w:rsid w:val="00496FE2"/>
    <w:rsid w:val="00497BE1"/>
    <w:rsid w:val="004A03C1"/>
    <w:rsid w:val="004A0941"/>
    <w:rsid w:val="004A24C9"/>
    <w:rsid w:val="004A2865"/>
    <w:rsid w:val="004A2A31"/>
    <w:rsid w:val="004A2A69"/>
    <w:rsid w:val="004A31CE"/>
    <w:rsid w:val="004A32ED"/>
    <w:rsid w:val="004A401D"/>
    <w:rsid w:val="004A4167"/>
    <w:rsid w:val="004A4340"/>
    <w:rsid w:val="004A4578"/>
    <w:rsid w:val="004A4F0E"/>
    <w:rsid w:val="004A4F77"/>
    <w:rsid w:val="004A55EB"/>
    <w:rsid w:val="004A663C"/>
    <w:rsid w:val="004A700C"/>
    <w:rsid w:val="004A724E"/>
    <w:rsid w:val="004A7875"/>
    <w:rsid w:val="004A7A1F"/>
    <w:rsid w:val="004B00F5"/>
    <w:rsid w:val="004B1031"/>
    <w:rsid w:val="004B14BA"/>
    <w:rsid w:val="004B1A55"/>
    <w:rsid w:val="004B1B7A"/>
    <w:rsid w:val="004B2393"/>
    <w:rsid w:val="004B2765"/>
    <w:rsid w:val="004B2804"/>
    <w:rsid w:val="004B2E49"/>
    <w:rsid w:val="004B2EF6"/>
    <w:rsid w:val="004B3075"/>
    <w:rsid w:val="004B3A13"/>
    <w:rsid w:val="004B469A"/>
    <w:rsid w:val="004B4CB1"/>
    <w:rsid w:val="004B5141"/>
    <w:rsid w:val="004B66DB"/>
    <w:rsid w:val="004B66EC"/>
    <w:rsid w:val="004B6B0E"/>
    <w:rsid w:val="004B6BAE"/>
    <w:rsid w:val="004B7C27"/>
    <w:rsid w:val="004C0418"/>
    <w:rsid w:val="004C1C95"/>
    <w:rsid w:val="004C1CD0"/>
    <w:rsid w:val="004C2194"/>
    <w:rsid w:val="004C2EEA"/>
    <w:rsid w:val="004C3C9D"/>
    <w:rsid w:val="004C42D2"/>
    <w:rsid w:val="004C43DD"/>
    <w:rsid w:val="004C5758"/>
    <w:rsid w:val="004C5A4E"/>
    <w:rsid w:val="004C5BE9"/>
    <w:rsid w:val="004C6277"/>
    <w:rsid w:val="004C76BB"/>
    <w:rsid w:val="004C7729"/>
    <w:rsid w:val="004C7B0B"/>
    <w:rsid w:val="004D2180"/>
    <w:rsid w:val="004D22DC"/>
    <w:rsid w:val="004D33A5"/>
    <w:rsid w:val="004D4E1F"/>
    <w:rsid w:val="004D5C01"/>
    <w:rsid w:val="004D5C42"/>
    <w:rsid w:val="004D7A9E"/>
    <w:rsid w:val="004E0660"/>
    <w:rsid w:val="004E08F7"/>
    <w:rsid w:val="004E1DCB"/>
    <w:rsid w:val="004E32B7"/>
    <w:rsid w:val="004E3B8B"/>
    <w:rsid w:val="004E4081"/>
    <w:rsid w:val="004E4D03"/>
    <w:rsid w:val="004E4E63"/>
    <w:rsid w:val="004E5309"/>
    <w:rsid w:val="004E535E"/>
    <w:rsid w:val="004E543A"/>
    <w:rsid w:val="004E6740"/>
    <w:rsid w:val="004E7084"/>
    <w:rsid w:val="004E7327"/>
    <w:rsid w:val="004F2AF7"/>
    <w:rsid w:val="004F3284"/>
    <w:rsid w:val="004F4510"/>
    <w:rsid w:val="004F4965"/>
    <w:rsid w:val="004F4D2C"/>
    <w:rsid w:val="004F5A1E"/>
    <w:rsid w:val="004F5D99"/>
    <w:rsid w:val="004F5FF0"/>
    <w:rsid w:val="004F6680"/>
    <w:rsid w:val="004F6A14"/>
    <w:rsid w:val="004F6BC5"/>
    <w:rsid w:val="004F6C59"/>
    <w:rsid w:val="004F6CAD"/>
    <w:rsid w:val="00500CE1"/>
    <w:rsid w:val="0050285B"/>
    <w:rsid w:val="00503CE4"/>
    <w:rsid w:val="005041E8"/>
    <w:rsid w:val="00504300"/>
    <w:rsid w:val="00504621"/>
    <w:rsid w:val="00504FA4"/>
    <w:rsid w:val="00505242"/>
    <w:rsid w:val="00505260"/>
    <w:rsid w:val="00505712"/>
    <w:rsid w:val="00505777"/>
    <w:rsid w:val="005068BA"/>
    <w:rsid w:val="005074E5"/>
    <w:rsid w:val="0050752A"/>
    <w:rsid w:val="0050763B"/>
    <w:rsid w:val="00507B2E"/>
    <w:rsid w:val="00507C0E"/>
    <w:rsid w:val="00507C72"/>
    <w:rsid w:val="005109D5"/>
    <w:rsid w:val="00511036"/>
    <w:rsid w:val="005118D4"/>
    <w:rsid w:val="005120A5"/>
    <w:rsid w:val="005120CE"/>
    <w:rsid w:val="005127E8"/>
    <w:rsid w:val="005138F4"/>
    <w:rsid w:val="005140C2"/>
    <w:rsid w:val="005152FF"/>
    <w:rsid w:val="0051566C"/>
    <w:rsid w:val="00516F48"/>
    <w:rsid w:val="00520DFC"/>
    <w:rsid w:val="00522057"/>
    <w:rsid w:val="005233A3"/>
    <w:rsid w:val="005238B7"/>
    <w:rsid w:val="00524166"/>
    <w:rsid w:val="00524289"/>
    <w:rsid w:val="005242F7"/>
    <w:rsid w:val="0052487D"/>
    <w:rsid w:val="00525F59"/>
    <w:rsid w:val="005266D6"/>
    <w:rsid w:val="00526A2A"/>
    <w:rsid w:val="00527C99"/>
    <w:rsid w:val="00530E7D"/>
    <w:rsid w:val="00531AAB"/>
    <w:rsid w:val="00532804"/>
    <w:rsid w:val="0053434B"/>
    <w:rsid w:val="00534618"/>
    <w:rsid w:val="005354D7"/>
    <w:rsid w:val="005366C6"/>
    <w:rsid w:val="00537A93"/>
    <w:rsid w:val="00540053"/>
    <w:rsid w:val="00541104"/>
    <w:rsid w:val="00541D4A"/>
    <w:rsid w:val="00543EE4"/>
    <w:rsid w:val="005440B0"/>
    <w:rsid w:val="00544B6B"/>
    <w:rsid w:val="00545804"/>
    <w:rsid w:val="00545E0F"/>
    <w:rsid w:val="00545F28"/>
    <w:rsid w:val="00546573"/>
    <w:rsid w:val="0054705A"/>
    <w:rsid w:val="00547266"/>
    <w:rsid w:val="00547475"/>
    <w:rsid w:val="005476FE"/>
    <w:rsid w:val="00547B46"/>
    <w:rsid w:val="00547BC1"/>
    <w:rsid w:val="00547F8C"/>
    <w:rsid w:val="00550796"/>
    <w:rsid w:val="00551228"/>
    <w:rsid w:val="0055237B"/>
    <w:rsid w:val="00552841"/>
    <w:rsid w:val="00552A4B"/>
    <w:rsid w:val="00552FB5"/>
    <w:rsid w:val="00553720"/>
    <w:rsid w:val="00553FD5"/>
    <w:rsid w:val="0055465B"/>
    <w:rsid w:val="00555FF4"/>
    <w:rsid w:val="00556F58"/>
    <w:rsid w:val="005575F4"/>
    <w:rsid w:val="00557799"/>
    <w:rsid w:val="005605BA"/>
    <w:rsid w:val="0056062E"/>
    <w:rsid w:val="00561493"/>
    <w:rsid w:val="00562143"/>
    <w:rsid w:val="005623CC"/>
    <w:rsid w:val="00562D01"/>
    <w:rsid w:val="00562DF0"/>
    <w:rsid w:val="00562ECB"/>
    <w:rsid w:val="005634E8"/>
    <w:rsid w:val="0056374D"/>
    <w:rsid w:val="00564C5A"/>
    <w:rsid w:val="00564CAD"/>
    <w:rsid w:val="00565A20"/>
    <w:rsid w:val="005669C6"/>
    <w:rsid w:val="00567FB6"/>
    <w:rsid w:val="00570FB7"/>
    <w:rsid w:val="005716C3"/>
    <w:rsid w:val="00571CCD"/>
    <w:rsid w:val="00571DA7"/>
    <w:rsid w:val="00572495"/>
    <w:rsid w:val="0057323B"/>
    <w:rsid w:val="0057352C"/>
    <w:rsid w:val="005738EC"/>
    <w:rsid w:val="005745E8"/>
    <w:rsid w:val="00574FCB"/>
    <w:rsid w:val="005754DB"/>
    <w:rsid w:val="00575CBE"/>
    <w:rsid w:val="0057623F"/>
    <w:rsid w:val="005766CC"/>
    <w:rsid w:val="005768FD"/>
    <w:rsid w:val="00577D0A"/>
    <w:rsid w:val="005809C5"/>
    <w:rsid w:val="005822D6"/>
    <w:rsid w:val="005825B4"/>
    <w:rsid w:val="00582CD9"/>
    <w:rsid w:val="0058301A"/>
    <w:rsid w:val="005830C1"/>
    <w:rsid w:val="00583491"/>
    <w:rsid w:val="0058372E"/>
    <w:rsid w:val="0058374A"/>
    <w:rsid w:val="00584497"/>
    <w:rsid w:val="00584E0D"/>
    <w:rsid w:val="005854B5"/>
    <w:rsid w:val="00585566"/>
    <w:rsid w:val="005858BD"/>
    <w:rsid w:val="005864DE"/>
    <w:rsid w:val="00586502"/>
    <w:rsid w:val="0058771E"/>
    <w:rsid w:val="00590A67"/>
    <w:rsid w:val="0059103C"/>
    <w:rsid w:val="00593056"/>
    <w:rsid w:val="00593807"/>
    <w:rsid w:val="0059380D"/>
    <w:rsid w:val="00594349"/>
    <w:rsid w:val="005955D1"/>
    <w:rsid w:val="005955F7"/>
    <w:rsid w:val="00595C20"/>
    <w:rsid w:val="00596525"/>
    <w:rsid w:val="00597B39"/>
    <w:rsid w:val="005A02CB"/>
    <w:rsid w:val="005A05C4"/>
    <w:rsid w:val="005A1C9F"/>
    <w:rsid w:val="005A28BE"/>
    <w:rsid w:val="005A37F4"/>
    <w:rsid w:val="005A3C2E"/>
    <w:rsid w:val="005A3E58"/>
    <w:rsid w:val="005A5777"/>
    <w:rsid w:val="005A686D"/>
    <w:rsid w:val="005A68FF"/>
    <w:rsid w:val="005A70BF"/>
    <w:rsid w:val="005A713E"/>
    <w:rsid w:val="005A7221"/>
    <w:rsid w:val="005A73CE"/>
    <w:rsid w:val="005A7DE2"/>
    <w:rsid w:val="005B0899"/>
    <w:rsid w:val="005B0FC2"/>
    <w:rsid w:val="005B1311"/>
    <w:rsid w:val="005B16D2"/>
    <w:rsid w:val="005B1EAB"/>
    <w:rsid w:val="005B2F11"/>
    <w:rsid w:val="005B348F"/>
    <w:rsid w:val="005B6943"/>
    <w:rsid w:val="005B6A6D"/>
    <w:rsid w:val="005B6DE6"/>
    <w:rsid w:val="005B760C"/>
    <w:rsid w:val="005C0369"/>
    <w:rsid w:val="005C260E"/>
    <w:rsid w:val="005C2A5C"/>
    <w:rsid w:val="005C3A64"/>
    <w:rsid w:val="005C4618"/>
    <w:rsid w:val="005C4A65"/>
    <w:rsid w:val="005C4BAB"/>
    <w:rsid w:val="005C5236"/>
    <w:rsid w:val="005C5C8D"/>
    <w:rsid w:val="005C6916"/>
    <w:rsid w:val="005C726F"/>
    <w:rsid w:val="005C7496"/>
    <w:rsid w:val="005D138F"/>
    <w:rsid w:val="005D1C8E"/>
    <w:rsid w:val="005D1FDD"/>
    <w:rsid w:val="005D2254"/>
    <w:rsid w:val="005D2AAA"/>
    <w:rsid w:val="005D6D35"/>
    <w:rsid w:val="005D71B6"/>
    <w:rsid w:val="005D7236"/>
    <w:rsid w:val="005D77E5"/>
    <w:rsid w:val="005E06E3"/>
    <w:rsid w:val="005E07F0"/>
    <w:rsid w:val="005E0898"/>
    <w:rsid w:val="005E15E5"/>
    <w:rsid w:val="005E1F30"/>
    <w:rsid w:val="005E2507"/>
    <w:rsid w:val="005E2BA7"/>
    <w:rsid w:val="005E32CD"/>
    <w:rsid w:val="005E4278"/>
    <w:rsid w:val="005E462D"/>
    <w:rsid w:val="005E4630"/>
    <w:rsid w:val="005E48D2"/>
    <w:rsid w:val="005E4C8F"/>
    <w:rsid w:val="005E57BF"/>
    <w:rsid w:val="005E58D1"/>
    <w:rsid w:val="005E59E4"/>
    <w:rsid w:val="005E618A"/>
    <w:rsid w:val="005E63B4"/>
    <w:rsid w:val="005E6CE5"/>
    <w:rsid w:val="005E786D"/>
    <w:rsid w:val="005E7DE7"/>
    <w:rsid w:val="005E7F99"/>
    <w:rsid w:val="005F0892"/>
    <w:rsid w:val="005F0F10"/>
    <w:rsid w:val="005F11E5"/>
    <w:rsid w:val="005F228E"/>
    <w:rsid w:val="005F4642"/>
    <w:rsid w:val="005F4C52"/>
    <w:rsid w:val="005F5994"/>
    <w:rsid w:val="005F71D0"/>
    <w:rsid w:val="005F7778"/>
    <w:rsid w:val="005F79A1"/>
    <w:rsid w:val="0060002B"/>
    <w:rsid w:val="00600615"/>
    <w:rsid w:val="006014F0"/>
    <w:rsid w:val="00602F73"/>
    <w:rsid w:val="00603542"/>
    <w:rsid w:val="00603F24"/>
    <w:rsid w:val="00604AA5"/>
    <w:rsid w:val="00605E21"/>
    <w:rsid w:val="006061CE"/>
    <w:rsid w:val="00607C89"/>
    <w:rsid w:val="00607E97"/>
    <w:rsid w:val="00610454"/>
    <w:rsid w:val="00610AF0"/>
    <w:rsid w:val="0061107A"/>
    <w:rsid w:val="006128A7"/>
    <w:rsid w:val="0061326B"/>
    <w:rsid w:val="006152C9"/>
    <w:rsid w:val="006155B2"/>
    <w:rsid w:val="00615985"/>
    <w:rsid w:val="00616531"/>
    <w:rsid w:val="006168E7"/>
    <w:rsid w:val="00616C6E"/>
    <w:rsid w:val="006201E7"/>
    <w:rsid w:val="006208E7"/>
    <w:rsid w:val="00620F44"/>
    <w:rsid w:val="00620FD9"/>
    <w:rsid w:val="0062117B"/>
    <w:rsid w:val="00621AB1"/>
    <w:rsid w:val="006227B6"/>
    <w:rsid w:val="00622E6B"/>
    <w:rsid w:val="00623996"/>
    <w:rsid w:val="006251CA"/>
    <w:rsid w:val="006255F0"/>
    <w:rsid w:val="00625853"/>
    <w:rsid w:val="00626031"/>
    <w:rsid w:val="0062701C"/>
    <w:rsid w:val="00627233"/>
    <w:rsid w:val="00627F33"/>
    <w:rsid w:val="00630E75"/>
    <w:rsid w:val="0063129F"/>
    <w:rsid w:val="006315F2"/>
    <w:rsid w:val="006318F3"/>
    <w:rsid w:val="00632408"/>
    <w:rsid w:val="00632ECC"/>
    <w:rsid w:val="00633CBE"/>
    <w:rsid w:val="00634852"/>
    <w:rsid w:val="00634CB9"/>
    <w:rsid w:val="0063548B"/>
    <w:rsid w:val="0063558A"/>
    <w:rsid w:val="006359F3"/>
    <w:rsid w:val="00635A9F"/>
    <w:rsid w:val="00635AB0"/>
    <w:rsid w:val="00636B2D"/>
    <w:rsid w:val="00636C9A"/>
    <w:rsid w:val="00640512"/>
    <w:rsid w:val="00640959"/>
    <w:rsid w:val="006409A5"/>
    <w:rsid w:val="006410EC"/>
    <w:rsid w:val="006413FA"/>
    <w:rsid w:val="00642018"/>
    <w:rsid w:val="00642196"/>
    <w:rsid w:val="00643309"/>
    <w:rsid w:val="006446FC"/>
    <w:rsid w:val="00644EC8"/>
    <w:rsid w:val="00645FE6"/>
    <w:rsid w:val="00647054"/>
    <w:rsid w:val="00647A37"/>
    <w:rsid w:val="006510BE"/>
    <w:rsid w:val="0065126F"/>
    <w:rsid w:val="006513F4"/>
    <w:rsid w:val="006519FE"/>
    <w:rsid w:val="00652778"/>
    <w:rsid w:val="006529B4"/>
    <w:rsid w:val="00653691"/>
    <w:rsid w:val="00653E97"/>
    <w:rsid w:val="0065496A"/>
    <w:rsid w:val="00655369"/>
    <w:rsid w:val="00655472"/>
    <w:rsid w:val="00655D15"/>
    <w:rsid w:val="00656407"/>
    <w:rsid w:val="00656BC6"/>
    <w:rsid w:val="0065783A"/>
    <w:rsid w:val="00657854"/>
    <w:rsid w:val="00657BBD"/>
    <w:rsid w:val="00657FDF"/>
    <w:rsid w:val="006605F8"/>
    <w:rsid w:val="00660AC4"/>
    <w:rsid w:val="0066143E"/>
    <w:rsid w:val="006618B6"/>
    <w:rsid w:val="00661BDE"/>
    <w:rsid w:val="00661E11"/>
    <w:rsid w:val="00661F00"/>
    <w:rsid w:val="006623E3"/>
    <w:rsid w:val="00662E64"/>
    <w:rsid w:val="00663332"/>
    <w:rsid w:val="0066396B"/>
    <w:rsid w:val="00663DAC"/>
    <w:rsid w:val="00663DC9"/>
    <w:rsid w:val="00664F5F"/>
    <w:rsid w:val="00665F67"/>
    <w:rsid w:val="006677F5"/>
    <w:rsid w:val="00670D1D"/>
    <w:rsid w:val="00671238"/>
    <w:rsid w:val="00673241"/>
    <w:rsid w:val="00673882"/>
    <w:rsid w:val="00673AB7"/>
    <w:rsid w:val="0067417D"/>
    <w:rsid w:val="006755A7"/>
    <w:rsid w:val="00675AA2"/>
    <w:rsid w:val="0067681C"/>
    <w:rsid w:val="00676ADA"/>
    <w:rsid w:val="00677425"/>
    <w:rsid w:val="00677C68"/>
    <w:rsid w:val="00677ECB"/>
    <w:rsid w:val="0068043B"/>
    <w:rsid w:val="0068320E"/>
    <w:rsid w:val="00683AC8"/>
    <w:rsid w:val="00683B78"/>
    <w:rsid w:val="00683EB6"/>
    <w:rsid w:val="0068540A"/>
    <w:rsid w:val="006856F6"/>
    <w:rsid w:val="00685DAF"/>
    <w:rsid w:val="00686DFA"/>
    <w:rsid w:val="00686EA4"/>
    <w:rsid w:val="00690653"/>
    <w:rsid w:val="00691297"/>
    <w:rsid w:val="0069155A"/>
    <w:rsid w:val="006917A7"/>
    <w:rsid w:val="00691BC8"/>
    <w:rsid w:val="0069203D"/>
    <w:rsid w:val="0069401A"/>
    <w:rsid w:val="006952FA"/>
    <w:rsid w:val="00696517"/>
    <w:rsid w:val="00697041"/>
    <w:rsid w:val="00697536"/>
    <w:rsid w:val="0069753F"/>
    <w:rsid w:val="006A0B16"/>
    <w:rsid w:val="006A1EEB"/>
    <w:rsid w:val="006A21C7"/>
    <w:rsid w:val="006A27CF"/>
    <w:rsid w:val="006A29F7"/>
    <w:rsid w:val="006A2CD6"/>
    <w:rsid w:val="006A2D04"/>
    <w:rsid w:val="006A2DC2"/>
    <w:rsid w:val="006A2E22"/>
    <w:rsid w:val="006A373C"/>
    <w:rsid w:val="006A38FC"/>
    <w:rsid w:val="006A3A20"/>
    <w:rsid w:val="006A3EAE"/>
    <w:rsid w:val="006A3F7D"/>
    <w:rsid w:val="006A4247"/>
    <w:rsid w:val="006A46B5"/>
    <w:rsid w:val="006A4934"/>
    <w:rsid w:val="006B053E"/>
    <w:rsid w:val="006B0961"/>
    <w:rsid w:val="006B0ADB"/>
    <w:rsid w:val="006B1BEE"/>
    <w:rsid w:val="006B3324"/>
    <w:rsid w:val="006B401E"/>
    <w:rsid w:val="006B49D0"/>
    <w:rsid w:val="006B6949"/>
    <w:rsid w:val="006B6A88"/>
    <w:rsid w:val="006B6C62"/>
    <w:rsid w:val="006B71B8"/>
    <w:rsid w:val="006C0268"/>
    <w:rsid w:val="006C0E97"/>
    <w:rsid w:val="006C0F21"/>
    <w:rsid w:val="006C0FEE"/>
    <w:rsid w:val="006C16DA"/>
    <w:rsid w:val="006C1EB4"/>
    <w:rsid w:val="006C229E"/>
    <w:rsid w:val="006C2751"/>
    <w:rsid w:val="006C2AD8"/>
    <w:rsid w:val="006C35C7"/>
    <w:rsid w:val="006C3983"/>
    <w:rsid w:val="006C3A2A"/>
    <w:rsid w:val="006C437D"/>
    <w:rsid w:val="006C45B5"/>
    <w:rsid w:val="006C4CF9"/>
    <w:rsid w:val="006C6D1C"/>
    <w:rsid w:val="006C6EF7"/>
    <w:rsid w:val="006C79D8"/>
    <w:rsid w:val="006D0334"/>
    <w:rsid w:val="006D072D"/>
    <w:rsid w:val="006D079D"/>
    <w:rsid w:val="006D0854"/>
    <w:rsid w:val="006D08AF"/>
    <w:rsid w:val="006D08E0"/>
    <w:rsid w:val="006D0A6C"/>
    <w:rsid w:val="006D0F34"/>
    <w:rsid w:val="006D129C"/>
    <w:rsid w:val="006D1D1C"/>
    <w:rsid w:val="006D1E49"/>
    <w:rsid w:val="006D3A2D"/>
    <w:rsid w:val="006D3E2D"/>
    <w:rsid w:val="006D4BB2"/>
    <w:rsid w:val="006D566F"/>
    <w:rsid w:val="006D71DE"/>
    <w:rsid w:val="006D7D89"/>
    <w:rsid w:val="006E0423"/>
    <w:rsid w:val="006E048A"/>
    <w:rsid w:val="006E14E0"/>
    <w:rsid w:val="006E241C"/>
    <w:rsid w:val="006E2621"/>
    <w:rsid w:val="006E27C6"/>
    <w:rsid w:val="006E2F43"/>
    <w:rsid w:val="006E33C7"/>
    <w:rsid w:val="006E395F"/>
    <w:rsid w:val="006E4A4F"/>
    <w:rsid w:val="006E4D5C"/>
    <w:rsid w:val="006E4DC5"/>
    <w:rsid w:val="006E5470"/>
    <w:rsid w:val="006E598C"/>
    <w:rsid w:val="006E5BAF"/>
    <w:rsid w:val="006E6555"/>
    <w:rsid w:val="006E6E4A"/>
    <w:rsid w:val="006E7CA1"/>
    <w:rsid w:val="006F1851"/>
    <w:rsid w:val="006F1B70"/>
    <w:rsid w:val="006F2159"/>
    <w:rsid w:val="006F21B8"/>
    <w:rsid w:val="006F353E"/>
    <w:rsid w:val="006F5049"/>
    <w:rsid w:val="006F6B09"/>
    <w:rsid w:val="006F6E1D"/>
    <w:rsid w:val="006F7145"/>
    <w:rsid w:val="006F7855"/>
    <w:rsid w:val="006F7E00"/>
    <w:rsid w:val="007004FB"/>
    <w:rsid w:val="00701A3E"/>
    <w:rsid w:val="00702B63"/>
    <w:rsid w:val="00702B94"/>
    <w:rsid w:val="00703268"/>
    <w:rsid w:val="007036DD"/>
    <w:rsid w:val="0070439D"/>
    <w:rsid w:val="00704AF5"/>
    <w:rsid w:val="0070525B"/>
    <w:rsid w:val="00705844"/>
    <w:rsid w:val="00705A31"/>
    <w:rsid w:val="00705AA7"/>
    <w:rsid w:val="007067BB"/>
    <w:rsid w:val="00706B47"/>
    <w:rsid w:val="00706D1B"/>
    <w:rsid w:val="007106DB"/>
    <w:rsid w:val="007121DC"/>
    <w:rsid w:val="0071234F"/>
    <w:rsid w:val="007125EB"/>
    <w:rsid w:val="007125FA"/>
    <w:rsid w:val="007126B3"/>
    <w:rsid w:val="007132CB"/>
    <w:rsid w:val="00713A2F"/>
    <w:rsid w:val="00713AAB"/>
    <w:rsid w:val="00714C81"/>
    <w:rsid w:val="007153A0"/>
    <w:rsid w:val="00716854"/>
    <w:rsid w:val="00716C27"/>
    <w:rsid w:val="00717DA4"/>
    <w:rsid w:val="00717F61"/>
    <w:rsid w:val="007213DD"/>
    <w:rsid w:val="00721977"/>
    <w:rsid w:val="00721A03"/>
    <w:rsid w:val="00722418"/>
    <w:rsid w:val="007227C8"/>
    <w:rsid w:val="00723030"/>
    <w:rsid w:val="0072321D"/>
    <w:rsid w:val="00723436"/>
    <w:rsid w:val="007239A3"/>
    <w:rsid w:val="007240D1"/>
    <w:rsid w:val="007249F7"/>
    <w:rsid w:val="00725DC8"/>
    <w:rsid w:val="007263CC"/>
    <w:rsid w:val="00726A76"/>
    <w:rsid w:val="00726EFF"/>
    <w:rsid w:val="0072763C"/>
    <w:rsid w:val="0073020B"/>
    <w:rsid w:val="007324F0"/>
    <w:rsid w:val="0073289B"/>
    <w:rsid w:val="00732D77"/>
    <w:rsid w:val="00732F31"/>
    <w:rsid w:val="00733262"/>
    <w:rsid w:val="007340AD"/>
    <w:rsid w:val="0073469E"/>
    <w:rsid w:val="00735992"/>
    <w:rsid w:val="007359A7"/>
    <w:rsid w:val="00735A0A"/>
    <w:rsid w:val="007364B6"/>
    <w:rsid w:val="00737253"/>
    <w:rsid w:val="007375C5"/>
    <w:rsid w:val="00737B09"/>
    <w:rsid w:val="00741251"/>
    <w:rsid w:val="007414A1"/>
    <w:rsid w:val="0074160B"/>
    <w:rsid w:val="00741F38"/>
    <w:rsid w:val="007437A6"/>
    <w:rsid w:val="0074418A"/>
    <w:rsid w:val="007445E7"/>
    <w:rsid w:val="00744ABF"/>
    <w:rsid w:val="00746353"/>
    <w:rsid w:val="00746D8F"/>
    <w:rsid w:val="007478BD"/>
    <w:rsid w:val="00747A59"/>
    <w:rsid w:val="00747FBD"/>
    <w:rsid w:val="007500BE"/>
    <w:rsid w:val="007500D7"/>
    <w:rsid w:val="00751371"/>
    <w:rsid w:val="007513D1"/>
    <w:rsid w:val="00751B34"/>
    <w:rsid w:val="007520F0"/>
    <w:rsid w:val="00752BA8"/>
    <w:rsid w:val="00753908"/>
    <w:rsid w:val="0075425B"/>
    <w:rsid w:val="0075434F"/>
    <w:rsid w:val="007550D8"/>
    <w:rsid w:val="007560D3"/>
    <w:rsid w:val="007561EC"/>
    <w:rsid w:val="0075685A"/>
    <w:rsid w:val="00756CB7"/>
    <w:rsid w:val="00757831"/>
    <w:rsid w:val="00760A41"/>
    <w:rsid w:val="00760D1D"/>
    <w:rsid w:val="00761624"/>
    <w:rsid w:val="00762023"/>
    <w:rsid w:val="007624A6"/>
    <w:rsid w:val="00762758"/>
    <w:rsid w:val="00762B0D"/>
    <w:rsid w:val="00763933"/>
    <w:rsid w:val="0076421A"/>
    <w:rsid w:val="007643E6"/>
    <w:rsid w:val="00764681"/>
    <w:rsid w:val="00764B4E"/>
    <w:rsid w:val="00764E43"/>
    <w:rsid w:val="00765163"/>
    <w:rsid w:val="007652E0"/>
    <w:rsid w:val="00765D65"/>
    <w:rsid w:val="00765F7D"/>
    <w:rsid w:val="007661F5"/>
    <w:rsid w:val="007666D2"/>
    <w:rsid w:val="00766E8B"/>
    <w:rsid w:val="0076742F"/>
    <w:rsid w:val="00767FD3"/>
    <w:rsid w:val="0077038D"/>
    <w:rsid w:val="00770A75"/>
    <w:rsid w:val="00771A5C"/>
    <w:rsid w:val="00772D3B"/>
    <w:rsid w:val="00772E95"/>
    <w:rsid w:val="00773F70"/>
    <w:rsid w:val="0077479E"/>
    <w:rsid w:val="0077520B"/>
    <w:rsid w:val="00775650"/>
    <w:rsid w:val="00775803"/>
    <w:rsid w:val="00776472"/>
    <w:rsid w:val="00777627"/>
    <w:rsid w:val="007805FD"/>
    <w:rsid w:val="007810E7"/>
    <w:rsid w:val="00781540"/>
    <w:rsid w:val="00781704"/>
    <w:rsid w:val="00781BAC"/>
    <w:rsid w:val="00781F72"/>
    <w:rsid w:val="00782965"/>
    <w:rsid w:val="00782F5B"/>
    <w:rsid w:val="00783B62"/>
    <w:rsid w:val="00783D64"/>
    <w:rsid w:val="0078437C"/>
    <w:rsid w:val="00784386"/>
    <w:rsid w:val="00784834"/>
    <w:rsid w:val="00787637"/>
    <w:rsid w:val="007902EF"/>
    <w:rsid w:val="007905EB"/>
    <w:rsid w:val="00790733"/>
    <w:rsid w:val="007908A7"/>
    <w:rsid w:val="00791375"/>
    <w:rsid w:val="00793808"/>
    <w:rsid w:val="0079445B"/>
    <w:rsid w:val="00794547"/>
    <w:rsid w:val="00794CC7"/>
    <w:rsid w:val="00795A84"/>
    <w:rsid w:val="00796934"/>
    <w:rsid w:val="00796B1C"/>
    <w:rsid w:val="0079700A"/>
    <w:rsid w:val="00797595"/>
    <w:rsid w:val="00797916"/>
    <w:rsid w:val="00797AC5"/>
    <w:rsid w:val="007A120B"/>
    <w:rsid w:val="007A1689"/>
    <w:rsid w:val="007A18DD"/>
    <w:rsid w:val="007A1AAB"/>
    <w:rsid w:val="007A27D5"/>
    <w:rsid w:val="007A280A"/>
    <w:rsid w:val="007A2925"/>
    <w:rsid w:val="007A372B"/>
    <w:rsid w:val="007A3814"/>
    <w:rsid w:val="007A4A3C"/>
    <w:rsid w:val="007A5946"/>
    <w:rsid w:val="007A59A1"/>
    <w:rsid w:val="007A5F33"/>
    <w:rsid w:val="007A74AD"/>
    <w:rsid w:val="007A7BAC"/>
    <w:rsid w:val="007B0805"/>
    <w:rsid w:val="007B1DCA"/>
    <w:rsid w:val="007B2A80"/>
    <w:rsid w:val="007B2D9F"/>
    <w:rsid w:val="007B3026"/>
    <w:rsid w:val="007B3AE8"/>
    <w:rsid w:val="007B4BA4"/>
    <w:rsid w:val="007B4CA7"/>
    <w:rsid w:val="007B5D12"/>
    <w:rsid w:val="007B6906"/>
    <w:rsid w:val="007C0892"/>
    <w:rsid w:val="007C09A0"/>
    <w:rsid w:val="007C1783"/>
    <w:rsid w:val="007C2739"/>
    <w:rsid w:val="007C3795"/>
    <w:rsid w:val="007C38C5"/>
    <w:rsid w:val="007C46DB"/>
    <w:rsid w:val="007C4F97"/>
    <w:rsid w:val="007C51F1"/>
    <w:rsid w:val="007C5336"/>
    <w:rsid w:val="007C5639"/>
    <w:rsid w:val="007C587A"/>
    <w:rsid w:val="007C655D"/>
    <w:rsid w:val="007C7D70"/>
    <w:rsid w:val="007C7D88"/>
    <w:rsid w:val="007D02DB"/>
    <w:rsid w:val="007D1726"/>
    <w:rsid w:val="007D1B6F"/>
    <w:rsid w:val="007D1C33"/>
    <w:rsid w:val="007D2F62"/>
    <w:rsid w:val="007D3441"/>
    <w:rsid w:val="007D39DD"/>
    <w:rsid w:val="007D44D8"/>
    <w:rsid w:val="007D4811"/>
    <w:rsid w:val="007D7AF2"/>
    <w:rsid w:val="007E0DFB"/>
    <w:rsid w:val="007E17CC"/>
    <w:rsid w:val="007E2ECC"/>
    <w:rsid w:val="007E2F3E"/>
    <w:rsid w:val="007E45D0"/>
    <w:rsid w:val="007E470C"/>
    <w:rsid w:val="007E55D4"/>
    <w:rsid w:val="007E57E5"/>
    <w:rsid w:val="007E641D"/>
    <w:rsid w:val="007E69D1"/>
    <w:rsid w:val="007E7C7C"/>
    <w:rsid w:val="007E7FEC"/>
    <w:rsid w:val="007F0761"/>
    <w:rsid w:val="007F07E4"/>
    <w:rsid w:val="007F2680"/>
    <w:rsid w:val="007F2C92"/>
    <w:rsid w:val="007F39DC"/>
    <w:rsid w:val="007F3D27"/>
    <w:rsid w:val="007F429F"/>
    <w:rsid w:val="007F4355"/>
    <w:rsid w:val="007F4B5F"/>
    <w:rsid w:val="007F4BC1"/>
    <w:rsid w:val="007F4C8B"/>
    <w:rsid w:val="007F4DF6"/>
    <w:rsid w:val="007F5166"/>
    <w:rsid w:val="007F7D7C"/>
    <w:rsid w:val="00800047"/>
    <w:rsid w:val="008000FE"/>
    <w:rsid w:val="008008A5"/>
    <w:rsid w:val="0080099E"/>
    <w:rsid w:val="00800A5D"/>
    <w:rsid w:val="00800E20"/>
    <w:rsid w:val="00802190"/>
    <w:rsid w:val="00802A11"/>
    <w:rsid w:val="00804104"/>
    <w:rsid w:val="0080472C"/>
    <w:rsid w:val="00804D24"/>
    <w:rsid w:val="00804D90"/>
    <w:rsid w:val="00805F08"/>
    <w:rsid w:val="008063CD"/>
    <w:rsid w:val="00806B03"/>
    <w:rsid w:val="00807350"/>
    <w:rsid w:val="008074D6"/>
    <w:rsid w:val="00807A3E"/>
    <w:rsid w:val="0081018D"/>
    <w:rsid w:val="00810F92"/>
    <w:rsid w:val="00810FA1"/>
    <w:rsid w:val="00811276"/>
    <w:rsid w:val="008117DA"/>
    <w:rsid w:val="00811A76"/>
    <w:rsid w:val="00811C28"/>
    <w:rsid w:val="00812148"/>
    <w:rsid w:val="0081241F"/>
    <w:rsid w:val="008126D1"/>
    <w:rsid w:val="008135B2"/>
    <w:rsid w:val="00814037"/>
    <w:rsid w:val="008141B0"/>
    <w:rsid w:val="00814871"/>
    <w:rsid w:val="0081530A"/>
    <w:rsid w:val="0081738E"/>
    <w:rsid w:val="0082016F"/>
    <w:rsid w:val="00820749"/>
    <w:rsid w:val="00821A2C"/>
    <w:rsid w:val="00821CB3"/>
    <w:rsid w:val="00823420"/>
    <w:rsid w:val="0082442D"/>
    <w:rsid w:val="00824454"/>
    <w:rsid w:val="008245AA"/>
    <w:rsid w:val="00825226"/>
    <w:rsid w:val="008264D9"/>
    <w:rsid w:val="00826A33"/>
    <w:rsid w:val="00826F28"/>
    <w:rsid w:val="00826F2C"/>
    <w:rsid w:val="00827BBC"/>
    <w:rsid w:val="00827F5D"/>
    <w:rsid w:val="00830890"/>
    <w:rsid w:val="00831455"/>
    <w:rsid w:val="008316AC"/>
    <w:rsid w:val="008320A1"/>
    <w:rsid w:val="00832F85"/>
    <w:rsid w:val="008332EB"/>
    <w:rsid w:val="00833698"/>
    <w:rsid w:val="008343C2"/>
    <w:rsid w:val="00834DCC"/>
    <w:rsid w:val="00836625"/>
    <w:rsid w:val="00836771"/>
    <w:rsid w:val="00837296"/>
    <w:rsid w:val="00837A3E"/>
    <w:rsid w:val="008402C6"/>
    <w:rsid w:val="00840430"/>
    <w:rsid w:val="008404EB"/>
    <w:rsid w:val="008406F1"/>
    <w:rsid w:val="008430C3"/>
    <w:rsid w:val="00843822"/>
    <w:rsid w:val="00844ABF"/>
    <w:rsid w:val="00845EE3"/>
    <w:rsid w:val="00846509"/>
    <w:rsid w:val="00846569"/>
    <w:rsid w:val="00846811"/>
    <w:rsid w:val="0085067F"/>
    <w:rsid w:val="00850C2E"/>
    <w:rsid w:val="00850D0F"/>
    <w:rsid w:val="00850D53"/>
    <w:rsid w:val="008514EA"/>
    <w:rsid w:val="00851FA7"/>
    <w:rsid w:val="008526FF"/>
    <w:rsid w:val="00852841"/>
    <w:rsid w:val="008529FB"/>
    <w:rsid w:val="00852EE1"/>
    <w:rsid w:val="00853D4B"/>
    <w:rsid w:val="00854C3A"/>
    <w:rsid w:val="00854FFA"/>
    <w:rsid w:val="008555F4"/>
    <w:rsid w:val="008563BD"/>
    <w:rsid w:val="00857018"/>
    <w:rsid w:val="008573D9"/>
    <w:rsid w:val="0085789A"/>
    <w:rsid w:val="00860B0A"/>
    <w:rsid w:val="00860E3D"/>
    <w:rsid w:val="00861402"/>
    <w:rsid w:val="008617DD"/>
    <w:rsid w:val="0086180D"/>
    <w:rsid w:val="00863037"/>
    <w:rsid w:val="0086332E"/>
    <w:rsid w:val="00863652"/>
    <w:rsid w:val="00863793"/>
    <w:rsid w:val="00863C68"/>
    <w:rsid w:val="008644AF"/>
    <w:rsid w:val="00866986"/>
    <w:rsid w:val="0086698B"/>
    <w:rsid w:val="00866B56"/>
    <w:rsid w:val="00866B59"/>
    <w:rsid w:val="00866C5D"/>
    <w:rsid w:val="008670E0"/>
    <w:rsid w:val="00867E14"/>
    <w:rsid w:val="008707A1"/>
    <w:rsid w:val="00871B15"/>
    <w:rsid w:val="00871BA6"/>
    <w:rsid w:val="008729C6"/>
    <w:rsid w:val="008731BB"/>
    <w:rsid w:val="00875078"/>
    <w:rsid w:val="00875954"/>
    <w:rsid w:val="00875B50"/>
    <w:rsid w:val="00875CBE"/>
    <w:rsid w:val="00875E37"/>
    <w:rsid w:val="008774F7"/>
    <w:rsid w:val="0088282C"/>
    <w:rsid w:val="00882BC3"/>
    <w:rsid w:val="00883050"/>
    <w:rsid w:val="0088324F"/>
    <w:rsid w:val="00883582"/>
    <w:rsid w:val="008846F6"/>
    <w:rsid w:val="00884DEA"/>
    <w:rsid w:val="00884F6E"/>
    <w:rsid w:val="00886CB9"/>
    <w:rsid w:val="00886FEC"/>
    <w:rsid w:val="008905A7"/>
    <w:rsid w:val="008907A0"/>
    <w:rsid w:val="00890C55"/>
    <w:rsid w:val="00891881"/>
    <w:rsid w:val="00891BCD"/>
    <w:rsid w:val="00891E56"/>
    <w:rsid w:val="00892284"/>
    <w:rsid w:val="0089496E"/>
    <w:rsid w:val="0089602F"/>
    <w:rsid w:val="0089612A"/>
    <w:rsid w:val="00896511"/>
    <w:rsid w:val="008976EA"/>
    <w:rsid w:val="008A057E"/>
    <w:rsid w:val="008A0725"/>
    <w:rsid w:val="008A1E98"/>
    <w:rsid w:val="008A28AA"/>
    <w:rsid w:val="008A2D0A"/>
    <w:rsid w:val="008A307F"/>
    <w:rsid w:val="008A3561"/>
    <w:rsid w:val="008A3E06"/>
    <w:rsid w:val="008A3EF7"/>
    <w:rsid w:val="008A40E6"/>
    <w:rsid w:val="008A417F"/>
    <w:rsid w:val="008A469C"/>
    <w:rsid w:val="008A4D47"/>
    <w:rsid w:val="008A4E83"/>
    <w:rsid w:val="008A52E7"/>
    <w:rsid w:val="008A532C"/>
    <w:rsid w:val="008A54A6"/>
    <w:rsid w:val="008A5D0B"/>
    <w:rsid w:val="008A5E4F"/>
    <w:rsid w:val="008A5FFA"/>
    <w:rsid w:val="008A63ED"/>
    <w:rsid w:val="008A6933"/>
    <w:rsid w:val="008A6AEA"/>
    <w:rsid w:val="008A728C"/>
    <w:rsid w:val="008A785B"/>
    <w:rsid w:val="008A7D6F"/>
    <w:rsid w:val="008B042D"/>
    <w:rsid w:val="008B07E4"/>
    <w:rsid w:val="008B08F0"/>
    <w:rsid w:val="008B205F"/>
    <w:rsid w:val="008B25D7"/>
    <w:rsid w:val="008B2942"/>
    <w:rsid w:val="008B31F4"/>
    <w:rsid w:val="008B33D4"/>
    <w:rsid w:val="008B3639"/>
    <w:rsid w:val="008B43FF"/>
    <w:rsid w:val="008B4DAB"/>
    <w:rsid w:val="008B5B5C"/>
    <w:rsid w:val="008B5D37"/>
    <w:rsid w:val="008B669F"/>
    <w:rsid w:val="008B696A"/>
    <w:rsid w:val="008B735B"/>
    <w:rsid w:val="008B781A"/>
    <w:rsid w:val="008C016F"/>
    <w:rsid w:val="008C07F8"/>
    <w:rsid w:val="008C096D"/>
    <w:rsid w:val="008C0CE9"/>
    <w:rsid w:val="008C0DA5"/>
    <w:rsid w:val="008C2231"/>
    <w:rsid w:val="008C23C0"/>
    <w:rsid w:val="008C267A"/>
    <w:rsid w:val="008C26D3"/>
    <w:rsid w:val="008C2C53"/>
    <w:rsid w:val="008C2DBD"/>
    <w:rsid w:val="008C43ED"/>
    <w:rsid w:val="008C4DE0"/>
    <w:rsid w:val="008C586B"/>
    <w:rsid w:val="008C5B70"/>
    <w:rsid w:val="008C5C08"/>
    <w:rsid w:val="008C5C8D"/>
    <w:rsid w:val="008C6164"/>
    <w:rsid w:val="008C6C5B"/>
    <w:rsid w:val="008C77CF"/>
    <w:rsid w:val="008C7F8C"/>
    <w:rsid w:val="008D0266"/>
    <w:rsid w:val="008D03BF"/>
    <w:rsid w:val="008D0488"/>
    <w:rsid w:val="008D2073"/>
    <w:rsid w:val="008D2DDD"/>
    <w:rsid w:val="008D2FB7"/>
    <w:rsid w:val="008D3BC7"/>
    <w:rsid w:val="008D4794"/>
    <w:rsid w:val="008D56EC"/>
    <w:rsid w:val="008D581A"/>
    <w:rsid w:val="008D58EF"/>
    <w:rsid w:val="008D6C2E"/>
    <w:rsid w:val="008D6E21"/>
    <w:rsid w:val="008E05B4"/>
    <w:rsid w:val="008E07DE"/>
    <w:rsid w:val="008E14B3"/>
    <w:rsid w:val="008E1C38"/>
    <w:rsid w:val="008E1FF4"/>
    <w:rsid w:val="008E31C8"/>
    <w:rsid w:val="008E4175"/>
    <w:rsid w:val="008E4218"/>
    <w:rsid w:val="008E4775"/>
    <w:rsid w:val="008E49EA"/>
    <w:rsid w:val="008E5504"/>
    <w:rsid w:val="008E58D1"/>
    <w:rsid w:val="008E593E"/>
    <w:rsid w:val="008E6A0F"/>
    <w:rsid w:val="008E6E04"/>
    <w:rsid w:val="008F1C79"/>
    <w:rsid w:val="008F24A0"/>
    <w:rsid w:val="008F2783"/>
    <w:rsid w:val="008F35AF"/>
    <w:rsid w:val="008F3703"/>
    <w:rsid w:val="008F4872"/>
    <w:rsid w:val="008F51AE"/>
    <w:rsid w:val="008F57DB"/>
    <w:rsid w:val="008F635D"/>
    <w:rsid w:val="008F6664"/>
    <w:rsid w:val="008F669C"/>
    <w:rsid w:val="008F6A5E"/>
    <w:rsid w:val="008F7281"/>
    <w:rsid w:val="008F769A"/>
    <w:rsid w:val="008F7AC0"/>
    <w:rsid w:val="008F7E5C"/>
    <w:rsid w:val="009003C3"/>
    <w:rsid w:val="009007BA"/>
    <w:rsid w:val="009009CD"/>
    <w:rsid w:val="00900B41"/>
    <w:rsid w:val="009015A3"/>
    <w:rsid w:val="00901CB6"/>
    <w:rsid w:val="00901CC5"/>
    <w:rsid w:val="00902170"/>
    <w:rsid w:val="00902707"/>
    <w:rsid w:val="00902E39"/>
    <w:rsid w:val="00903477"/>
    <w:rsid w:val="00903CED"/>
    <w:rsid w:val="009042A7"/>
    <w:rsid w:val="00910487"/>
    <w:rsid w:val="00910A13"/>
    <w:rsid w:val="00912808"/>
    <w:rsid w:val="00912E70"/>
    <w:rsid w:val="00914179"/>
    <w:rsid w:val="00914B11"/>
    <w:rsid w:val="00914ED1"/>
    <w:rsid w:val="009151E4"/>
    <w:rsid w:val="009152A6"/>
    <w:rsid w:val="009161B7"/>
    <w:rsid w:val="00916B74"/>
    <w:rsid w:val="00916F5D"/>
    <w:rsid w:val="00917859"/>
    <w:rsid w:val="009179B6"/>
    <w:rsid w:val="00920726"/>
    <w:rsid w:val="0092082C"/>
    <w:rsid w:val="00920880"/>
    <w:rsid w:val="00922A75"/>
    <w:rsid w:val="00923843"/>
    <w:rsid w:val="00923B95"/>
    <w:rsid w:val="009247C0"/>
    <w:rsid w:val="00926581"/>
    <w:rsid w:val="0092671A"/>
    <w:rsid w:val="00926EC4"/>
    <w:rsid w:val="00927188"/>
    <w:rsid w:val="0093163B"/>
    <w:rsid w:val="00931945"/>
    <w:rsid w:val="0093229C"/>
    <w:rsid w:val="009324FF"/>
    <w:rsid w:val="009327E7"/>
    <w:rsid w:val="00932A7A"/>
    <w:rsid w:val="00932D25"/>
    <w:rsid w:val="009335E5"/>
    <w:rsid w:val="00933CBD"/>
    <w:rsid w:val="00933CD1"/>
    <w:rsid w:val="00933EC1"/>
    <w:rsid w:val="009341E9"/>
    <w:rsid w:val="009346F2"/>
    <w:rsid w:val="00934C08"/>
    <w:rsid w:val="00935477"/>
    <w:rsid w:val="00935644"/>
    <w:rsid w:val="009364C1"/>
    <w:rsid w:val="00936C7E"/>
    <w:rsid w:val="009373B1"/>
    <w:rsid w:val="00937874"/>
    <w:rsid w:val="00940090"/>
    <w:rsid w:val="00940919"/>
    <w:rsid w:val="009415D1"/>
    <w:rsid w:val="00941839"/>
    <w:rsid w:val="0094269F"/>
    <w:rsid w:val="00942FA6"/>
    <w:rsid w:val="00943D08"/>
    <w:rsid w:val="00943DF3"/>
    <w:rsid w:val="00943F85"/>
    <w:rsid w:val="009440AB"/>
    <w:rsid w:val="009458A5"/>
    <w:rsid w:val="009458DA"/>
    <w:rsid w:val="009459BB"/>
    <w:rsid w:val="0094696B"/>
    <w:rsid w:val="00946A77"/>
    <w:rsid w:val="00947370"/>
    <w:rsid w:val="009475AA"/>
    <w:rsid w:val="00950E0F"/>
    <w:rsid w:val="00951508"/>
    <w:rsid w:val="0095189B"/>
    <w:rsid w:val="0095355B"/>
    <w:rsid w:val="00954536"/>
    <w:rsid w:val="00955C8B"/>
    <w:rsid w:val="00955D67"/>
    <w:rsid w:val="00956DD3"/>
    <w:rsid w:val="00957018"/>
    <w:rsid w:val="0095760D"/>
    <w:rsid w:val="00957B02"/>
    <w:rsid w:val="009612FF"/>
    <w:rsid w:val="0096181F"/>
    <w:rsid w:val="00961923"/>
    <w:rsid w:val="00961942"/>
    <w:rsid w:val="00961DE9"/>
    <w:rsid w:val="00962B1E"/>
    <w:rsid w:val="0096329D"/>
    <w:rsid w:val="00964A03"/>
    <w:rsid w:val="00964A8D"/>
    <w:rsid w:val="009651BF"/>
    <w:rsid w:val="0096572C"/>
    <w:rsid w:val="00966039"/>
    <w:rsid w:val="00967371"/>
    <w:rsid w:val="00967D8E"/>
    <w:rsid w:val="0097072B"/>
    <w:rsid w:val="00970E85"/>
    <w:rsid w:val="0097172E"/>
    <w:rsid w:val="0097192B"/>
    <w:rsid w:val="00971BDD"/>
    <w:rsid w:val="00971F48"/>
    <w:rsid w:val="00972E41"/>
    <w:rsid w:val="00973E00"/>
    <w:rsid w:val="00975B5E"/>
    <w:rsid w:val="00975E34"/>
    <w:rsid w:val="009766E7"/>
    <w:rsid w:val="00976FAD"/>
    <w:rsid w:val="0097778F"/>
    <w:rsid w:val="0097798D"/>
    <w:rsid w:val="00981EA2"/>
    <w:rsid w:val="00982BE0"/>
    <w:rsid w:val="00983266"/>
    <w:rsid w:val="0098487A"/>
    <w:rsid w:val="00984D48"/>
    <w:rsid w:val="00985183"/>
    <w:rsid w:val="00985337"/>
    <w:rsid w:val="00986700"/>
    <w:rsid w:val="00986BD9"/>
    <w:rsid w:val="00987149"/>
    <w:rsid w:val="009873CC"/>
    <w:rsid w:val="00987A75"/>
    <w:rsid w:val="00990295"/>
    <w:rsid w:val="009917AD"/>
    <w:rsid w:val="009920B9"/>
    <w:rsid w:val="009925C6"/>
    <w:rsid w:val="00993C69"/>
    <w:rsid w:val="00993E37"/>
    <w:rsid w:val="0099530F"/>
    <w:rsid w:val="00995C86"/>
    <w:rsid w:val="00995D13"/>
    <w:rsid w:val="00996CA8"/>
    <w:rsid w:val="00996D8F"/>
    <w:rsid w:val="00996F32"/>
    <w:rsid w:val="00997462"/>
    <w:rsid w:val="00997527"/>
    <w:rsid w:val="0099765C"/>
    <w:rsid w:val="009976B9"/>
    <w:rsid w:val="009A0108"/>
    <w:rsid w:val="009A2C87"/>
    <w:rsid w:val="009A49DB"/>
    <w:rsid w:val="009A55F1"/>
    <w:rsid w:val="009A57E2"/>
    <w:rsid w:val="009A6612"/>
    <w:rsid w:val="009A74F5"/>
    <w:rsid w:val="009B1E8B"/>
    <w:rsid w:val="009B1F20"/>
    <w:rsid w:val="009B2D40"/>
    <w:rsid w:val="009B3826"/>
    <w:rsid w:val="009B407F"/>
    <w:rsid w:val="009B44BB"/>
    <w:rsid w:val="009B4BC7"/>
    <w:rsid w:val="009B52CD"/>
    <w:rsid w:val="009B5D95"/>
    <w:rsid w:val="009B6470"/>
    <w:rsid w:val="009B6AAD"/>
    <w:rsid w:val="009B75EF"/>
    <w:rsid w:val="009B761D"/>
    <w:rsid w:val="009C106F"/>
    <w:rsid w:val="009C17CB"/>
    <w:rsid w:val="009C19C8"/>
    <w:rsid w:val="009C284C"/>
    <w:rsid w:val="009C2935"/>
    <w:rsid w:val="009C2B95"/>
    <w:rsid w:val="009C36FF"/>
    <w:rsid w:val="009C37AE"/>
    <w:rsid w:val="009C3F1D"/>
    <w:rsid w:val="009C5D62"/>
    <w:rsid w:val="009C5DEE"/>
    <w:rsid w:val="009C65BD"/>
    <w:rsid w:val="009C66A6"/>
    <w:rsid w:val="009C6AFB"/>
    <w:rsid w:val="009C7081"/>
    <w:rsid w:val="009D0546"/>
    <w:rsid w:val="009D0D40"/>
    <w:rsid w:val="009D1216"/>
    <w:rsid w:val="009D1224"/>
    <w:rsid w:val="009D12E0"/>
    <w:rsid w:val="009D151E"/>
    <w:rsid w:val="009D1C03"/>
    <w:rsid w:val="009D3249"/>
    <w:rsid w:val="009D350E"/>
    <w:rsid w:val="009D498D"/>
    <w:rsid w:val="009D68DB"/>
    <w:rsid w:val="009E163F"/>
    <w:rsid w:val="009E18F3"/>
    <w:rsid w:val="009E1E56"/>
    <w:rsid w:val="009E21E6"/>
    <w:rsid w:val="009E2880"/>
    <w:rsid w:val="009E369B"/>
    <w:rsid w:val="009E3783"/>
    <w:rsid w:val="009E37BF"/>
    <w:rsid w:val="009E3C8D"/>
    <w:rsid w:val="009E49FF"/>
    <w:rsid w:val="009E5738"/>
    <w:rsid w:val="009E5C92"/>
    <w:rsid w:val="009E5F56"/>
    <w:rsid w:val="009E5F68"/>
    <w:rsid w:val="009E6067"/>
    <w:rsid w:val="009E6082"/>
    <w:rsid w:val="009E636D"/>
    <w:rsid w:val="009E75BC"/>
    <w:rsid w:val="009E7788"/>
    <w:rsid w:val="009F0218"/>
    <w:rsid w:val="009F0E16"/>
    <w:rsid w:val="009F11B2"/>
    <w:rsid w:val="009F1AC5"/>
    <w:rsid w:val="009F1D21"/>
    <w:rsid w:val="009F2B74"/>
    <w:rsid w:val="009F37E5"/>
    <w:rsid w:val="009F4169"/>
    <w:rsid w:val="009F4268"/>
    <w:rsid w:val="009F4B86"/>
    <w:rsid w:val="009F4F66"/>
    <w:rsid w:val="009F5D05"/>
    <w:rsid w:val="009F6EBB"/>
    <w:rsid w:val="009F6F79"/>
    <w:rsid w:val="009F7C73"/>
    <w:rsid w:val="00A0037B"/>
    <w:rsid w:val="00A009CF"/>
    <w:rsid w:val="00A00CAC"/>
    <w:rsid w:val="00A01ABD"/>
    <w:rsid w:val="00A02352"/>
    <w:rsid w:val="00A02618"/>
    <w:rsid w:val="00A03349"/>
    <w:rsid w:val="00A03D40"/>
    <w:rsid w:val="00A04570"/>
    <w:rsid w:val="00A049A8"/>
    <w:rsid w:val="00A06AE1"/>
    <w:rsid w:val="00A073F3"/>
    <w:rsid w:val="00A10418"/>
    <w:rsid w:val="00A107AB"/>
    <w:rsid w:val="00A10DA6"/>
    <w:rsid w:val="00A1115A"/>
    <w:rsid w:val="00A1255D"/>
    <w:rsid w:val="00A127B3"/>
    <w:rsid w:val="00A12BAC"/>
    <w:rsid w:val="00A1323E"/>
    <w:rsid w:val="00A13CD1"/>
    <w:rsid w:val="00A13D96"/>
    <w:rsid w:val="00A140C6"/>
    <w:rsid w:val="00A14FEB"/>
    <w:rsid w:val="00A1522E"/>
    <w:rsid w:val="00A154C4"/>
    <w:rsid w:val="00A16369"/>
    <w:rsid w:val="00A16D6D"/>
    <w:rsid w:val="00A16E7C"/>
    <w:rsid w:val="00A17F24"/>
    <w:rsid w:val="00A202EA"/>
    <w:rsid w:val="00A21268"/>
    <w:rsid w:val="00A2196F"/>
    <w:rsid w:val="00A21A28"/>
    <w:rsid w:val="00A21C21"/>
    <w:rsid w:val="00A227E3"/>
    <w:rsid w:val="00A22C1E"/>
    <w:rsid w:val="00A232E9"/>
    <w:rsid w:val="00A248F3"/>
    <w:rsid w:val="00A25F8E"/>
    <w:rsid w:val="00A277A9"/>
    <w:rsid w:val="00A3032F"/>
    <w:rsid w:val="00A30C6A"/>
    <w:rsid w:val="00A312BD"/>
    <w:rsid w:val="00A3171C"/>
    <w:rsid w:val="00A317FC"/>
    <w:rsid w:val="00A31D2A"/>
    <w:rsid w:val="00A32DCE"/>
    <w:rsid w:val="00A32E23"/>
    <w:rsid w:val="00A3315C"/>
    <w:rsid w:val="00A33B73"/>
    <w:rsid w:val="00A33E21"/>
    <w:rsid w:val="00A348A5"/>
    <w:rsid w:val="00A36232"/>
    <w:rsid w:val="00A36349"/>
    <w:rsid w:val="00A36415"/>
    <w:rsid w:val="00A36F5F"/>
    <w:rsid w:val="00A372C1"/>
    <w:rsid w:val="00A37625"/>
    <w:rsid w:val="00A400C0"/>
    <w:rsid w:val="00A40936"/>
    <w:rsid w:val="00A42360"/>
    <w:rsid w:val="00A441F8"/>
    <w:rsid w:val="00A44C94"/>
    <w:rsid w:val="00A45EA7"/>
    <w:rsid w:val="00A46A07"/>
    <w:rsid w:val="00A47FC2"/>
    <w:rsid w:val="00A501B2"/>
    <w:rsid w:val="00A5103E"/>
    <w:rsid w:val="00A510AC"/>
    <w:rsid w:val="00A5179F"/>
    <w:rsid w:val="00A5247E"/>
    <w:rsid w:val="00A5257E"/>
    <w:rsid w:val="00A534E5"/>
    <w:rsid w:val="00A54B10"/>
    <w:rsid w:val="00A5508B"/>
    <w:rsid w:val="00A551CA"/>
    <w:rsid w:val="00A55271"/>
    <w:rsid w:val="00A5707C"/>
    <w:rsid w:val="00A57189"/>
    <w:rsid w:val="00A57295"/>
    <w:rsid w:val="00A57350"/>
    <w:rsid w:val="00A57591"/>
    <w:rsid w:val="00A57E07"/>
    <w:rsid w:val="00A600A9"/>
    <w:rsid w:val="00A62729"/>
    <w:rsid w:val="00A628AE"/>
    <w:rsid w:val="00A63620"/>
    <w:rsid w:val="00A6371F"/>
    <w:rsid w:val="00A63EA9"/>
    <w:rsid w:val="00A64290"/>
    <w:rsid w:val="00A65A4C"/>
    <w:rsid w:val="00A67696"/>
    <w:rsid w:val="00A67F36"/>
    <w:rsid w:val="00A70A05"/>
    <w:rsid w:val="00A71126"/>
    <w:rsid w:val="00A7147D"/>
    <w:rsid w:val="00A715AF"/>
    <w:rsid w:val="00A71BF8"/>
    <w:rsid w:val="00A71C96"/>
    <w:rsid w:val="00A72127"/>
    <w:rsid w:val="00A72CB9"/>
    <w:rsid w:val="00A73005"/>
    <w:rsid w:val="00A730B7"/>
    <w:rsid w:val="00A736B6"/>
    <w:rsid w:val="00A74202"/>
    <w:rsid w:val="00A744DC"/>
    <w:rsid w:val="00A753F3"/>
    <w:rsid w:val="00A75E19"/>
    <w:rsid w:val="00A76332"/>
    <w:rsid w:val="00A76368"/>
    <w:rsid w:val="00A769CE"/>
    <w:rsid w:val="00A76AE3"/>
    <w:rsid w:val="00A76BDF"/>
    <w:rsid w:val="00A77329"/>
    <w:rsid w:val="00A77D7A"/>
    <w:rsid w:val="00A80045"/>
    <w:rsid w:val="00A8010F"/>
    <w:rsid w:val="00A80667"/>
    <w:rsid w:val="00A80A1B"/>
    <w:rsid w:val="00A824C7"/>
    <w:rsid w:val="00A829F7"/>
    <w:rsid w:val="00A82ADA"/>
    <w:rsid w:val="00A83248"/>
    <w:rsid w:val="00A83F45"/>
    <w:rsid w:val="00A84586"/>
    <w:rsid w:val="00A848DC"/>
    <w:rsid w:val="00A84C09"/>
    <w:rsid w:val="00A85DE6"/>
    <w:rsid w:val="00A860B9"/>
    <w:rsid w:val="00A879C8"/>
    <w:rsid w:val="00A908F7"/>
    <w:rsid w:val="00A909CA"/>
    <w:rsid w:val="00A90F72"/>
    <w:rsid w:val="00A913F4"/>
    <w:rsid w:val="00A91831"/>
    <w:rsid w:val="00A92C88"/>
    <w:rsid w:val="00A93662"/>
    <w:rsid w:val="00A93D0F"/>
    <w:rsid w:val="00A93E42"/>
    <w:rsid w:val="00A943C6"/>
    <w:rsid w:val="00A94EAB"/>
    <w:rsid w:val="00A95FF2"/>
    <w:rsid w:val="00A97EDE"/>
    <w:rsid w:val="00A97F42"/>
    <w:rsid w:val="00AA00C1"/>
    <w:rsid w:val="00AA036E"/>
    <w:rsid w:val="00AA072F"/>
    <w:rsid w:val="00AA0B56"/>
    <w:rsid w:val="00AA130F"/>
    <w:rsid w:val="00AA1974"/>
    <w:rsid w:val="00AA201A"/>
    <w:rsid w:val="00AA2355"/>
    <w:rsid w:val="00AA2561"/>
    <w:rsid w:val="00AA2D64"/>
    <w:rsid w:val="00AA2DE8"/>
    <w:rsid w:val="00AA2FAE"/>
    <w:rsid w:val="00AA32D7"/>
    <w:rsid w:val="00AA516D"/>
    <w:rsid w:val="00AA7258"/>
    <w:rsid w:val="00AB2063"/>
    <w:rsid w:val="00AB3604"/>
    <w:rsid w:val="00AB3784"/>
    <w:rsid w:val="00AB39E0"/>
    <w:rsid w:val="00AB3E68"/>
    <w:rsid w:val="00AB4A57"/>
    <w:rsid w:val="00AB531D"/>
    <w:rsid w:val="00AB5362"/>
    <w:rsid w:val="00AB5C2E"/>
    <w:rsid w:val="00AB64E4"/>
    <w:rsid w:val="00AB707A"/>
    <w:rsid w:val="00AC00FF"/>
    <w:rsid w:val="00AC0726"/>
    <w:rsid w:val="00AC11CF"/>
    <w:rsid w:val="00AC1FA9"/>
    <w:rsid w:val="00AC2286"/>
    <w:rsid w:val="00AC3BB6"/>
    <w:rsid w:val="00AC4996"/>
    <w:rsid w:val="00AC6FAF"/>
    <w:rsid w:val="00AC7262"/>
    <w:rsid w:val="00AD00E3"/>
    <w:rsid w:val="00AD106F"/>
    <w:rsid w:val="00AD10C6"/>
    <w:rsid w:val="00AD159C"/>
    <w:rsid w:val="00AD1754"/>
    <w:rsid w:val="00AD1CE0"/>
    <w:rsid w:val="00AD2673"/>
    <w:rsid w:val="00AD338D"/>
    <w:rsid w:val="00AD4E83"/>
    <w:rsid w:val="00AD5FD0"/>
    <w:rsid w:val="00AD60B7"/>
    <w:rsid w:val="00AD6332"/>
    <w:rsid w:val="00AD65B3"/>
    <w:rsid w:val="00AD6F69"/>
    <w:rsid w:val="00AE0462"/>
    <w:rsid w:val="00AE12AB"/>
    <w:rsid w:val="00AE19E3"/>
    <w:rsid w:val="00AE1E67"/>
    <w:rsid w:val="00AE2565"/>
    <w:rsid w:val="00AE2680"/>
    <w:rsid w:val="00AE29D8"/>
    <w:rsid w:val="00AE2A13"/>
    <w:rsid w:val="00AE2C4F"/>
    <w:rsid w:val="00AE2CD3"/>
    <w:rsid w:val="00AE3137"/>
    <w:rsid w:val="00AE4516"/>
    <w:rsid w:val="00AE5791"/>
    <w:rsid w:val="00AE6077"/>
    <w:rsid w:val="00AE6908"/>
    <w:rsid w:val="00AE6DE3"/>
    <w:rsid w:val="00AE6F3D"/>
    <w:rsid w:val="00AE7359"/>
    <w:rsid w:val="00AE79C8"/>
    <w:rsid w:val="00AE7AC1"/>
    <w:rsid w:val="00AF0177"/>
    <w:rsid w:val="00AF13B6"/>
    <w:rsid w:val="00AF1550"/>
    <w:rsid w:val="00AF283F"/>
    <w:rsid w:val="00AF36E8"/>
    <w:rsid w:val="00AF36E9"/>
    <w:rsid w:val="00AF5132"/>
    <w:rsid w:val="00AF5840"/>
    <w:rsid w:val="00AF5C92"/>
    <w:rsid w:val="00AF6455"/>
    <w:rsid w:val="00AF65E0"/>
    <w:rsid w:val="00AF7086"/>
    <w:rsid w:val="00AF7C6C"/>
    <w:rsid w:val="00AF7FD9"/>
    <w:rsid w:val="00B01C5D"/>
    <w:rsid w:val="00B023F2"/>
    <w:rsid w:val="00B0360A"/>
    <w:rsid w:val="00B0368D"/>
    <w:rsid w:val="00B0369D"/>
    <w:rsid w:val="00B03841"/>
    <w:rsid w:val="00B03E1E"/>
    <w:rsid w:val="00B04518"/>
    <w:rsid w:val="00B047B2"/>
    <w:rsid w:val="00B04FB3"/>
    <w:rsid w:val="00B05BB8"/>
    <w:rsid w:val="00B0640A"/>
    <w:rsid w:val="00B0645A"/>
    <w:rsid w:val="00B064AF"/>
    <w:rsid w:val="00B06A9D"/>
    <w:rsid w:val="00B06C64"/>
    <w:rsid w:val="00B07079"/>
    <w:rsid w:val="00B07314"/>
    <w:rsid w:val="00B07926"/>
    <w:rsid w:val="00B10101"/>
    <w:rsid w:val="00B107BC"/>
    <w:rsid w:val="00B10F75"/>
    <w:rsid w:val="00B11E27"/>
    <w:rsid w:val="00B11F5E"/>
    <w:rsid w:val="00B120FF"/>
    <w:rsid w:val="00B12930"/>
    <w:rsid w:val="00B12C83"/>
    <w:rsid w:val="00B13FD7"/>
    <w:rsid w:val="00B142D3"/>
    <w:rsid w:val="00B145E0"/>
    <w:rsid w:val="00B1593C"/>
    <w:rsid w:val="00B15BD9"/>
    <w:rsid w:val="00B16260"/>
    <w:rsid w:val="00B172DC"/>
    <w:rsid w:val="00B17A96"/>
    <w:rsid w:val="00B204F2"/>
    <w:rsid w:val="00B208ED"/>
    <w:rsid w:val="00B216B6"/>
    <w:rsid w:val="00B21929"/>
    <w:rsid w:val="00B21FDF"/>
    <w:rsid w:val="00B2221E"/>
    <w:rsid w:val="00B226A1"/>
    <w:rsid w:val="00B239FD"/>
    <w:rsid w:val="00B25193"/>
    <w:rsid w:val="00B25805"/>
    <w:rsid w:val="00B25DBE"/>
    <w:rsid w:val="00B25ECF"/>
    <w:rsid w:val="00B2603B"/>
    <w:rsid w:val="00B30046"/>
    <w:rsid w:val="00B31779"/>
    <w:rsid w:val="00B32BE7"/>
    <w:rsid w:val="00B35220"/>
    <w:rsid w:val="00B36134"/>
    <w:rsid w:val="00B40814"/>
    <w:rsid w:val="00B41012"/>
    <w:rsid w:val="00B417BC"/>
    <w:rsid w:val="00B41899"/>
    <w:rsid w:val="00B42156"/>
    <w:rsid w:val="00B4223A"/>
    <w:rsid w:val="00B42E4D"/>
    <w:rsid w:val="00B43F11"/>
    <w:rsid w:val="00B440A2"/>
    <w:rsid w:val="00B44121"/>
    <w:rsid w:val="00B4498C"/>
    <w:rsid w:val="00B44A2A"/>
    <w:rsid w:val="00B451D7"/>
    <w:rsid w:val="00B453AE"/>
    <w:rsid w:val="00B456D6"/>
    <w:rsid w:val="00B45A1A"/>
    <w:rsid w:val="00B45BFF"/>
    <w:rsid w:val="00B46978"/>
    <w:rsid w:val="00B47242"/>
    <w:rsid w:val="00B5069B"/>
    <w:rsid w:val="00B507A9"/>
    <w:rsid w:val="00B50B7F"/>
    <w:rsid w:val="00B51A67"/>
    <w:rsid w:val="00B51CB4"/>
    <w:rsid w:val="00B5229D"/>
    <w:rsid w:val="00B5263E"/>
    <w:rsid w:val="00B52784"/>
    <w:rsid w:val="00B52CD6"/>
    <w:rsid w:val="00B53148"/>
    <w:rsid w:val="00B560F4"/>
    <w:rsid w:val="00B56ADA"/>
    <w:rsid w:val="00B573AA"/>
    <w:rsid w:val="00B57E31"/>
    <w:rsid w:val="00B60267"/>
    <w:rsid w:val="00B605E2"/>
    <w:rsid w:val="00B608A6"/>
    <w:rsid w:val="00B60D37"/>
    <w:rsid w:val="00B621F9"/>
    <w:rsid w:val="00B62524"/>
    <w:rsid w:val="00B62CF4"/>
    <w:rsid w:val="00B63738"/>
    <w:rsid w:val="00B637A0"/>
    <w:rsid w:val="00B644AB"/>
    <w:rsid w:val="00B64DD7"/>
    <w:rsid w:val="00B6500E"/>
    <w:rsid w:val="00B67E4B"/>
    <w:rsid w:val="00B700EE"/>
    <w:rsid w:val="00B71681"/>
    <w:rsid w:val="00B71A34"/>
    <w:rsid w:val="00B721DE"/>
    <w:rsid w:val="00B722BA"/>
    <w:rsid w:val="00B72A9A"/>
    <w:rsid w:val="00B73131"/>
    <w:rsid w:val="00B7515A"/>
    <w:rsid w:val="00B763EE"/>
    <w:rsid w:val="00B76745"/>
    <w:rsid w:val="00B77043"/>
    <w:rsid w:val="00B77E8F"/>
    <w:rsid w:val="00B80444"/>
    <w:rsid w:val="00B81EE4"/>
    <w:rsid w:val="00B8325E"/>
    <w:rsid w:val="00B83F8F"/>
    <w:rsid w:val="00B8462E"/>
    <w:rsid w:val="00B847FA"/>
    <w:rsid w:val="00B855E4"/>
    <w:rsid w:val="00B863C8"/>
    <w:rsid w:val="00B86746"/>
    <w:rsid w:val="00B867F2"/>
    <w:rsid w:val="00B86DAC"/>
    <w:rsid w:val="00B873AD"/>
    <w:rsid w:val="00B87C53"/>
    <w:rsid w:val="00B90A4C"/>
    <w:rsid w:val="00B90B5F"/>
    <w:rsid w:val="00B91151"/>
    <w:rsid w:val="00B919DF"/>
    <w:rsid w:val="00B91C1D"/>
    <w:rsid w:val="00B92074"/>
    <w:rsid w:val="00B92F52"/>
    <w:rsid w:val="00B938FF"/>
    <w:rsid w:val="00B948BA"/>
    <w:rsid w:val="00B94D04"/>
    <w:rsid w:val="00B952FD"/>
    <w:rsid w:val="00B9552B"/>
    <w:rsid w:val="00B96FA0"/>
    <w:rsid w:val="00B96FAD"/>
    <w:rsid w:val="00B979A1"/>
    <w:rsid w:val="00B97EC6"/>
    <w:rsid w:val="00BA0C09"/>
    <w:rsid w:val="00BA29EB"/>
    <w:rsid w:val="00BA2BB1"/>
    <w:rsid w:val="00BA3B31"/>
    <w:rsid w:val="00BA42EC"/>
    <w:rsid w:val="00BA554F"/>
    <w:rsid w:val="00BA5EC7"/>
    <w:rsid w:val="00BA6241"/>
    <w:rsid w:val="00BA6DF8"/>
    <w:rsid w:val="00BA7BC6"/>
    <w:rsid w:val="00BB10EF"/>
    <w:rsid w:val="00BB34BE"/>
    <w:rsid w:val="00BB3DFA"/>
    <w:rsid w:val="00BB4ED0"/>
    <w:rsid w:val="00BB7BAD"/>
    <w:rsid w:val="00BC0CF8"/>
    <w:rsid w:val="00BC1E90"/>
    <w:rsid w:val="00BC235D"/>
    <w:rsid w:val="00BC2E53"/>
    <w:rsid w:val="00BC3BCC"/>
    <w:rsid w:val="00BC3BF6"/>
    <w:rsid w:val="00BC3F93"/>
    <w:rsid w:val="00BC43BA"/>
    <w:rsid w:val="00BC4449"/>
    <w:rsid w:val="00BC4CAC"/>
    <w:rsid w:val="00BC5C55"/>
    <w:rsid w:val="00BC64C5"/>
    <w:rsid w:val="00BD1E87"/>
    <w:rsid w:val="00BD329D"/>
    <w:rsid w:val="00BD42AE"/>
    <w:rsid w:val="00BD4468"/>
    <w:rsid w:val="00BD4E63"/>
    <w:rsid w:val="00BD63C4"/>
    <w:rsid w:val="00BD67AC"/>
    <w:rsid w:val="00BD7059"/>
    <w:rsid w:val="00BD75F3"/>
    <w:rsid w:val="00BD7DB7"/>
    <w:rsid w:val="00BE0579"/>
    <w:rsid w:val="00BE0B9D"/>
    <w:rsid w:val="00BE1099"/>
    <w:rsid w:val="00BE1431"/>
    <w:rsid w:val="00BE1685"/>
    <w:rsid w:val="00BE1999"/>
    <w:rsid w:val="00BE246E"/>
    <w:rsid w:val="00BE256B"/>
    <w:rsid w:val="00BE2D72"/>
    <w:rsid w:val="00BE2ED6"/>
    <w:rsid w:val="00BE3102"/>
    <w:rsid w:val="00BE345D"/>
    <w:rsid w:val="00BE4B0F"/>
    <w:rsid w:val="00BE4D05"/>
    <w:rsid w:val="00BE4FAB"/>
    <w:rsid w:val="00BE5658"/>
    <w:rsid w:val="00BE6529"/>
    <w:rsid w:val="00BE7072"/>
    <w:rsid w:val="00BE7A92"/>
    <w:rsid w:val="00BF0CE9"/>
    <w:rsid w:val="00BF1943"/>
    <w:rsid w:val="00BF2101"/>
    <w:rsid w:val="00BF37D0"/>
    <w:rsid w:val="00BF3E25"/>
    <w:rsid w:val="00BF587A"/>
    <w:rsid w:val="00BF58B7"/>
    <w:rsid w:val="00BF59E6"/>
    <w:rsid w:val="00BF6024"/>
    <w:rsid w:val="00BF616C"/>
    <w:rsid w:val="00BF6D3D"/>
    <w:rsid w:val="00BF6F2A"/>
    <w:rsid w:val="00C006AA"/>
    <w:rsid w:val="00C0097F"/>
    <w:rsid w:val="00C00ABC"/>
    <w:rsid w:val="00C01BCB"/>
    <w:rsid w:val="00C025B8"/>
    <w:rsid w:val="00C0391E"/>
    <w:rsid w:val="00C03925"/>
    <w:rsid w:val="00C03D6C"/>
    <w:rsid w:val="00C04DD4"/>
    <w:rsid w:val="00C0595A"/>
    <w:rsid w:val="00C075B1"/>
    <w:rsid w:val="00C10537"/>
    <w:rsid w:val="00C10945"/>
    <w:rsid w:val="00C10B48"/>
    <w:rsid w:val="00C10C6C"/>
    <w:rsid w:val="00C11CF5"/>
    <w:rsid w:val="00C11DC0"/>
    <w:rsid w:val="00C11E86"/>
    <w:rsid w:val="00C124AE"/>
    <w:rsid w:val="00C124E1"/>
    <w:rsid w:val="00C12954"/>
    <w:rsid w:val="00C12BAB"/>
    <w:rsid w:val="00C14838"/>
    <w:rsid w:val="00C14B84"/>
    <w:rsid w:val="00C1560C"/>
    <w:rsid w:val="00C16674"/>
    <w:rsid w:val="00C168A5"/>
    <w:rsid w:val="00C16C0B"/>
    <w:rsid w:val="00C1705F"/>
    <w:rsid w:val="00C216EB"/>
    <w:rsid w:val="00C230DF"/>
    <w:rsid w:val="00C232B5"/>
    <w:rsid w:val="00C2342C"/>
    <w:rsid w:val="00C235AD"/>
    <w:rsid w:val="00C236ED"/>
    <w:rsid w:val="00C2434B"/>
    <w:rsid w:val="00C2484C"/>
    <w:rsid w:val="00C25D7C"/>
    <w:rsid w:val="00C262B5"/>
    <w:rsid w:val="00C27475"/>
    <w:rsid w:val="00C277F7"/>
    <w:rsid w:val="00C27BD1"/>
    <w:rsid w:val="00C30093"/>
    <w:rsid w:val="00C30721"/>
    <w:rsid w:val="00C30A8E"/>
    <w:rsid w:val="00C30CE1"/>
    <w:rsid w:val="00C31FAC"/>
    <w:rsid w:val="00C3251F"/>
    <w:rsid w:val="00C3282A"/>
    <w:rsid w:val="00C32D54"/>
    <w:rsid w:val="00C32FF2"/>
    <w:rsid w:val="00C333C0"/>
    <w:rsid w:val="00C34056"/>
    <w:rsid w:val="00C35288"/>
    <w:rsid w:val="00C35756"/>
    <w:rsid w:val="00C35D3E"/>
    <w:rsid w:val="00C36433"/>
    <w:rsid w:val="00C369AB"/>
    <w:rsid w:val="00C36D91"/>
    <w:rsid w:val="00C36F4F"/>
    <w:rsid w:val="00C406F0"/>
    <w:rsid w:val="00C40A0B"/>
    <w:rsid w:val="00C40D5A"/>
    <w:rsid w:val="00C40D7E"/>
    <w:rsid w:val="00C40F27"/>
    <w:rsid w:val="00C41755"/>
    <w:rsid w:val="00C41CE3"/>
    <w:rsid w:val="00C421F7"/>
    <w:rsid w:val="00C422DC"/>
    <w:rsid w:val="00C423CD"/>
    <w:rsid w:val="00C426C1"/>
    <w:rsid w:val="00C42D77"/>
    <w:rsid w:val="00C44664"/>
    <w:rsid w:val="00C45209"/>
    <w:rsid w:val="00C45401"/>
    <w:rsid w:val="00C456F7"/>
    <w:rsid w:val="00C466DD"/>
    <w:rsid w:val="00C4684E"/>
    <w:rsid w:val="00C4689F"/>
    <w:rsid w:val="00C470A2"/>
    <w:rsid w:val="00C47774"/>
    <w:rsid w:val="00C50900"/>
    <w:rsid w:val="00C50AF5"/>
    <w:rsid w:val="00C50FBF"/>
    <w:rsid w:val="00C513B8"/>
    <w:rsid w:val="00C51691"/>
    <w:rsid w:val="00C52BD1"/>
    <w:rsid w:val="00C52D74"/>
    <w:rsid w:val="00C53E14"/>
    <w:rsid w:val="00C53F9D"/>
    <w:rsid w:val="00C55791"/>
    <w:rsid w:val="00C55CB8"/>
    <w:rsid w:val="00C565FE"/>
    <w:rsid w:val="00C56DC0"/>
    <w:rsid w:val="00C56ECA"/>
    <w:rsid w:val="00C57264"/>
    <w:rsid w:val="00C57FAD"/>
    <w:rsid w:val="00C60609"/>
    <w:rsid w:val="00C61445"/>
    <w:rsid w:val="00C61651"/>
    <w:rsid w:val="00C616BF"/>
    <w:rsid w:val="00C61C59"/>
    <w:rsid w:val="00C61EA0"/>
    <w:rsid w:val="00C628D8"/>
    <w:rsid w:val="00C63053"/>
    <w:rsid w:val="00C63326"/>
    <w:rsid w:val="00C633FA"/>
    <w:rsid w:val="00C64158"/>
    <w:rsid w:val="00C644D5"/>
    <w:rsid w:val="00C64504"/>
    <w:rsid w:val="00C65064"/>
    <w:rsid w:val="00C66A49"/>
    <w:rsid w:val="00C702A5"/>
    <w:rsid w:val="00C727CB"/>
    <w:rsid w:val="00C727DC"/>
    <w:rsid w:val="00C729D9"/>
    <w:rsid w:val="00C737F7"/>
    <w:rsid w:val="00C73B5C"/>
    <w:rsid w:val="00C73BB0"/>
    <w:rsid w:val="00C74050"/>
    <w:rsid w:val="00C7482A"/>
    <w:rsid w:val="00C74A22"/>
    <w:rsid w:val="00C74B85"/>
    <w:rsid w:val="00C753FF"/>
    <w:rsid w:val="00C754F5"/>
    <w:rsid w:val="00C75E8D"/>
    <w:rsid w:val="00C767F3"/>
    <w:rsid w:val="00C76EE3"/>
    <w:rsid w:val="00C77438"/>
    <w:rsid w:val="00C77641"/>
    <w:rsid w:val="00C80424"/>
    <w:rsid w:val="00C8069F"/>
    <w:rsid w:val="00C80D47"/>
    <w:rsid w:val="00C8138F"/>
    <w:rsid w:val="00C813F1"/>
    <w:rsid w:val="00C81C90"/>
    <w:rsid w:val="00C822AE"/>
    <w:rsid w:val="00C824BE"/>
    <w:rsid w:val="00C82540"/>
    <w:rsid w:val="00C8268A"/>
    <w:rsid w:val="00C82D94"/>
    <w:rsid w:val="00C835F9"/>
    <w:rsid w:val="00C83782"/>
    <w:rsid w:val="00C84B77"/>
    <w:rsid w:val="00C84C4A"/>
    <w:rsid w:val="00C85C19"/>
    <w:rsid w:val="00C85E6B"/>
    <w:rsid w:val="00C9019D"/>
    <w:rsid w:val="00C91027"/>
    <w:rsid w:val="00C92784"/>
    <w:rsid w:val="00C92DCE"/>
    <w:rsid w:val="00C92FCC"/>
    <w:rsid w:val="00C93F7F"/>
    <w:rsid w:val="00C94267"/>
    <w:rsid w:val="00C9438E"/>
    <w:rsid w:val="00C94918"/>
    <w:rsid w:val="00C9512E"/>
    <w:rsid w:val="00C95880"/>
    <w:rsid w:val="00C9676D"/>
    <w:rsid w:val="00C96856"/>
    <w:rsid w:val="00C97F05"/>
    <w:rsid w:val="00CA05A5"/>
    <w:rsid w:val="00CA05E3"/>
    <w:rsid w:val="00CA06AD"/>
    <w:rsid w:val="00CA1154"/>
    <w:rsid w:val="00CA2280"/>
    <w:rsid w:val="00CA4146"/>
    <w:rsid w:val="00CA4915"/>
    <w:rsid w:val="00CA4A61"/>
    <w:rsid w:val="00CA50DE"/>
    <w:rsid w:val="00CA553C"/>
    <w:rsid w:val="00CA57FE"/>
    <w:rsid w:val="00CA5B56"/>
    <w:rsid w:val="00CA5FAB"/>
    <w:rsid w:val="00CA74CC"/>
    <w:rsid w:val="00CB1915"/>
    <w:rsid w:val="00CB1B29"/>
    <w:rsid w:val="00CB3A77"/>
    <w:rsid w:val="00CB4402"/>
    <w:rsid w:val="00CB4EA8"/>
    <w:rsid w:val="00CB4F4A"/>
    <w:rsid w:val="00CB54E0"/>
    <w:rsid w:val="00CB58B9"/>
    <w:rsid w:val="00CB6126"/>
    <w:rsid w:val="00CB67E5"/>
    <w:rsid w:val="00CB694B"/>
    <w:rsid w:val="00CB6B4B"/>
    <w:rsid w:val="00CB79C9"/>
    <w:rsid w:val="00CB7E13"/>
    <w:rsid w:val="00CC003D"/>
    <w:rsid w:val="00CC02A1"/>
    <w:rsid w:val="00CC0553"/>
    <w:rsid w:val="00CC132F"/>
    <w:rsid w:val="00CC167E"/>
    <w:rsid w:val="00CC191A"/>
    <w:rsid w:val="00CC20DE"/>
    <w:rsid w:val="00CC339A"/>
    <w:rsid w:val="00CC37F6"/>
    <w:rsid w:val="00CC3CDA"/>
    <w:rsid w:val="00CC3D43"/>
    <w:rsid w:val="00CC43C7"/>
    <w:rsid w:val="00CC4893"/>
    <w:rsid w:val="00CC48B4"/>
    <w:rsid w:val="00CC4AF2"/>
    <w:rsid w:val="00CC5107"/>
    <w:rsid w:val="00CD065E"/>
    <w:rsid w:val="00CD09F2"/>
    <w:rsid w:val="00CD0CFB"/>
    <w:rsid w:val="00CD1174"/>
    <w:rsid w:val="00CD1980"/>
    <w:rsid w:val="00CD33D8"/>
    <w:rsid w:val="00CD34C5"/>
    <w:rsid w:val="00CD3714"/>
    <w:rsid w:val="00CD58F7"/>
    <w:rsid w:val="00CD664C"/>
    <w:rsid w:val="00CD764E"/>
    <w:rsid w:val="00CD7719"/>
    <w:rsid w:val="00CD7C52"/>
    <w:rsid w:val="00CE0719"/>
    <w:rsid w:val="00CE1119"/>
    <w:rsid w:val="00CE1B18"/>
    <w:rsid w:val="00CE1CD5"/>
    <w:rsid w:val="00CE1E33"/>
    <w:rsid w:val="00CE2022"/>
    <w:rsid w:val="00CE39DB"/>
    <w:rsid w:val="00CE3B12"/>
    <w:rsid w:val="00CE4E57"/>
    <w:rsid w:val="00CE645F"/>
    <w:rsid w:val="00CE70BC"/>
    <w:rsid w:val="00CF05D2"/>
    <w:rsid w:val="00CF1A52"/>
    <w:rsid w:val="00CF1C6D"/>
    <w:rsid w:val="00CF1F5D"/>
    <w:rsid w:val="00CF4510"/>
    <w:rsid w:val="00CF56C1"/>
    <w:rsid w:val="00CF5779"/>
    <w:rsid w:val="00CF71C0"/>
    <w:rsid w:val="00CF781F"/>
    <w:rsid w:val="00CF78DD"/>
    <w:rsid w:val="00CF7E96"/>
    <w:rsid w:val="00D000EA"/>
    <w:rsid w:val="00D00281"/>
    <w:rsid w:val="00D012E2"/>
    <w:rsid w:val="00D0162F"/>
    <w:rsid w:val="00D01D43"/>
    <w:rsid w:val="00D01DF2"/>
    <w:rsid w:val="00D02FDF"/>
    <w:rsid w:val="00D034A5"/>
    <w:rsid w:val="00D03763"/>
    <w:rsid w:val="00D049C5"/>
    <w:rsid w:val="00D04F91"/>
    <w:rsid w:val="00D05E2C"/>
    <w:rsid w:val="00D06142"/>
    <w:rsid w:val="00D06692"/>
    <w:rsid w:val="00D068D7"/>
    <w:rsid w:val="00D07EFA"/>
    <w:rsid w:val="00D10189"/>
    <w:rsid w:val="00D10673"/>
    <w:rsid w:val="00D1067E"/>
    <w:rsid w:val="00D10C02"/>
    <w:rsid w:val="00D115AA"/>
    <w:rsid w:val="00D131E8"/>
    <w:rsid w:val="00D133AD"/>
    <w:rsid w:val="00D139A4"/>
    <w:rsid w:val="00D144AF"/>
    <w:rsid w:val="00D147EA"/>
    <w:rsid w:val="00D151E9"/>
    <w:rsid w:val="00D15A6C"/>
    <w:rsid w:val="00D15C2D"/>
    <w:rsid w:val="00D16C50"/>
    <w:rsid w:val="00D2000C"/>
    <w:rsid w:val="00D20380"/>
    <w:rsid w:val="00D207CE"/>
    <w:rsid w:val="00D20A74"/>
    <w:rsid w:val="00D20CA3"/>
    <w:rsid w:val="00D20D3C"/>
    <w:rsid w:val="00D21399"/>
    <w:rsid w:val="00D214FF"/>
    <w:rsid w:val="00D21622"/>
    <w:rsid w:val="00D21769"/>
    <w:rsid w:val="00D23560"/>
    <w:rsid w:val="00D23886"/>
    <w:rsid w:val="00D25817"/>
    <w:rsid w:val="00D25DEE"/>
    <w:rsid w:val="00D26EE9"/>
    <w:rsid w:val="00D30761"/>
    <w:rsid w:val="00D32C58"/>
    <w:rsid w:val="00D33743"/>
    <w:rsid w:val="00D33C7F"/>
    <w:rsid w:val="00D34FAB"/>
    <w:rsid w:val="00D35253"/>
    <w:rsid w:val="00D35E68"/>
    <w:rsid w:val="00D371FF"/>
    <w:rsid w:val="00D400BF"/>
    <w:rsid w:val="00D4440D"/>
    <w:rsid w:val="00D444FD"/>
    <w:rsid w:val="00D44E0F"/>
    <w:rsid w:val="00D451AA"/>
    <w:rsid w:val="00D455AD"/>
    <w:rsid w:val="00D45B79"/>
    <w:rsid w:val="00D460F8"/>
    <w:rsid w:val="00D46A7F"/>
    <w:rsid w:val="00D46B90"/>
    <w:rsid w:val="00D46F6E"/>
    <w:rsid w:val="00D47551"/>
    <w:rsid w:val="00D47DD6"/>
    <w:rsid w:val="00D5029B"/>
    <w:rsid w:val="00D507B4"/>
    <w:rsid w:val="00D5100C"/>
    <w:rsid w:val="00D51AE2"/>
    <w:rsid w:val="00D51D97"/>
    <w:rsid w:val="00D5224B"/>
    <w:rsid w:val="00D52345"/>
    <w:rsid w:val="00D52B76"/>
    <w:rsid w:val="00D53F21"/>
    <w:rsid w:val="00D542D8"/>
    <w:rsid w:val="00D57142"/>
    <w:rsid w:val="00D605B5"/>
    <w:rsid w:val="00D607DA"/>
    <w:rsid w:val="00D621E6"/>
    <w:rsid w:val="00D6306F"/>
    <w:rsid w:val="00D63147"/>
    <w:rsid w:val="00D63FFE"/>
    <w:rsid w:val="00D643A4"/>
    <w:rsid w:val="00D64639"/>
    <w:rsid w:val="00D65A8B"/>
    <w:rsid w:val="00D6612E"/>
    <w:rsid w:val="00D6672D"/>
    <w:rsid w:val="00D66D81"/>
    <w:rsid w:val="00D74041"/>
    <w:rsid w:val="00D7427B"/>
    <w:rsid w:val="00D74489"/>
    <w:rsid w:val="00D75527"/>
    <w:rsid w:val="00D76ABA"/>
    <w:rsid w:val="00D76C09"/>
    <w:rsid w:val="00D7798C"/>
    <w:rsid w:val="00D77A8D"/>
    <w:rsid w:val="00D80F76"/>
    <w:rsid w:val="00D81170"/>
    <w:rsid w:val="00D82B96"/>
    <w:rsid w:val="00D8319E"/>
    <w:rsid w:val="00D83F50"/>
    <w:rsid w:val="00D8497B"/>
    <w:rsid w:val="00D8578E"/>
    <w:rsid w:val="00D86A6C"/>
    <w:rsid w:val="00D86BC2"/>
    <w:rsid w:val="00D86DEE"/>
    <w:rsid w:val="00D90020"/>
    <w:rsid w:val="00D904E4"/>
    <w:rsid w:val="00D90E1A"/>
    <w:rsid w:val="00D90E27"/>
    <w:rsid w:val="00D9151A"/>
    <w:rsid w:val="00D9168D"/>
    <w:rsid w:val="00D916EE"/>
    <w:rsid w:val="00D917D9"/>
    <w:rsid w:val="00D91C38"/>
    <w:rsid w:val="00D92168"/>
    <w:rsid w:val="00D92398"/>
    <w:rsid w:val="00D92720"/>
    <w:rsid w:val="00D93995"/>
    <w:rsid w:val="00D93C10"/>
    <w:rsid w:val="00D93CF7"/>
    <w:rsid w:val="00D93E2C"/>
    <w:rsid w:val="00D94CD8"/>
    <w:rsid w:val="00D94D3A"/>
    <w:rsid w:val="00D94F22"/>
    <w:rsid w:val="00D96E60"/>
    <w:rsid w:val="00D974D2"/>
    <w:rsid w:val="00D97C40"/>
    <w:rsid w:val="00DA0B4B"/>
    <w:rsid w:val="00DA16DD"/>
    <w:rsid w:val="00DA16FA"/>
    <w:rsid w:val="00DA175E"/>
    <w:rsid w:val="00DA18E9"/>
    <w:rsid w:val="00DA238B"/>
    <w:rsid w:val="00DA31AF"/>
    <w:rsid w:val="00DA3E6B"/>
    <w:rsid w:val="00DA4BEC"/>
    <w:rsid w:val="00DA4FD1"/>
    <w:rsid w:val="00DA6132"/>
    <w:rsid w:val="00DA6C1C"/>
    <w:rsid w:val="00DA7AE3"/>
    <w:rsid w:val="00DB0188"/>
    <w:rsid w:val="00DB030F"/>
    <w:rsid w:val="00DB05F0"/>
    <w:rsid w:val="00DB0D2A"/>
    <w:rsid w:val="00DB2A72"/>
    <w:rsid w:val="00DB46B7"/>
    <w:rsid w:val="00DB47CE"/>
    <w:rsid w:val="00DB484B"/>
    <w:rsid w:val="00DB5814"/>
    <w:rsid w:val="00DB58D1"/>
    <w:rsid w:val="00DB5E14"/>
    <w:rsid w:val="00DB65D3"/>
    <w:rsid w:val="00DB69E7"/>
    <w:rsid w:val="00DB7624"/>
    <w:rsid w:val="00DC0069"/>
    <w:rsid w:val="00DC18CD"/>
    <w:rsid w:val="00DC1A5C"/>
    <w:rsid w:val="00DC1C66"/>
    <w:rsid w:val="00DC2C01"/>
    <w:rsid w:val="00DC2CE6"/>
    <w:rsid w:val="00DC49A4"/>
    <w:rsid w:val="00DC49BF"/>
    <w:rsid w:val="00DC5CA9"/>
    <w:rsid w:val="00DC5E59"/>
    <w:rsid w:val="00DC622D"/>
    <w:rsid w:val="00DC6754"/>
    <w:rsid w:val="00DC744C"/>
    <w:rsid w:val="00DD0747"/>
    <w:rsid w:val="00DD0897"/>
    <w:rsid w:val="00DD0923"/>
    <w:rsid w:val="00DD1417"/>
    <w:rsid w:val="00DD1D14"/>
    <w:rsid w:val="00DD20F1"/>
    <w:rsid w:val="00DD24F0"/>
    <w:rsid w:val="00DD270E"/>
    <w:rsid w:val="00DD3140"/>
    <w:rsid w:val="00DD3238"/>
    <w:rsid w:val="00DD3585"/>
    <w:rsid w:val="00DD47C4"/>
    <w:rsid w:val="00DD54F0"/>
    <w:rsid w:val="00DD7010"/>
    <w:rsid w:val="00DE0A39"/>
    <w:rsid w:val="00DE0A99"/>
    <w:rsid w:val="00DE281F"/>
    <w:rsid w:val="00DE33A8"/>
    <w:rsid w:val="00DE3E27"/>
    <w:rsid w:val="00DE4A4A"/>
    <w:rsid w:val="00DE4C18"/>
    <w:rsid w:val="00DE4C99"/>
    <w:rsid w:val="00DE4F6D"/>
    <w:rsid w:val="00DE5C70"/>
    <w:rsid w:val="00DE5D74"/>
    <w:rsid w:val="00DE6362"/>
    <w:rsid w:val="00DE703B"/>
    <w:rsid w:val="00DE705D"/>
    <w:rsid w:val="00DE789C"/>
    <w:rsid w:val="00DF15B8"/>
    <w:rsid w:val="00DF1F02"/>
    <w:rsid w:val="00DF2600"/>
    <w:rsid w:val="00DF3AE9"/>
    <w:rsid w:val="00DF3FCE"/>
    <w:rsid w:val="00DF549D"/>
    <w:rsid w:val="00DF625D"/>
    <w:rsid w:val="00DF6F69"/>
    <w:rsid w:val="00DF7295"/>
    <w:rsid w:val="00DF731E"/>
    <w:rsid w:val="00DF7457"/>
    <w:rsid w:val="00DF74AC"/>
    <w:rsid w:val="00E0000D"/>
    <w:rsid w:val="00E00098"/>
    <w:rsid w:val="00E0068A"/>
    <w:rsid w:val="00E011EE"/>
    <w:rsid w:val="00E0188E"/>
    <w:rsid w:val="00E01AF6"/>
    <w:rsid w:val="00E022C9"/>
    <w:rsid w:val="00E02510"/>
    <w:rsid w:val="00E02D2C"/>
    <w:rsid w:val="00E036DB"/>
    <w:rsid w:val="00E03C78"/>
    <w:rsid w:val="00E04E63"/>
    <w:rsid w:val="00E0559B"/>
    <w:rsid w:val="00E05B63"/>
    <w:rsid w:val="00E05DC7"/>
    <w:rsid w:val="00E06137"/>
    <w:rsid w:val="00E067C4"/>
    <w:rsid w:val="00E06D13"/>
    <w:rsid w:val="00E06FE3"/>
    <w:rsid w:val="00E10634"/>
    <w:rsid w:val="00E10A07"/>
    <w:rsid w:val="00E11352"/>
    <w:rsid w:val="00E114E0"/>
    <w:rsid w:val="00E11BB0"/>
    <w:rsid w:val="00E121D5"/>
    <w:rsid w:val="00E12463"/>
    <w:rsid w:val="00E12832"/>
    <w:rsid w:val="00E13099"/>
    <w:rsid w:val="00E13403"/>
    <w:rsid w:val="00E14195"/>
    <w:rsid w:val="00E14D13"/>
    <w:rsid w:val="00E14D51"/>
    <w:rsid w:val="00E15709"/>
    <w:rsid w:val="00E157FF"/>
    <w:rsid w:val="00E16247"/>
    <w:rsid w:val="00E1628E"/>
    <w:rsid w:val="00E16617"/>
    <w:rsid w:val="00E16C79"/>
    <w:rsid w:val="00E17169"/>
    <w:rsid w:val="00E2208B"/>
    <w:rsid w:val="00E22878"/>
    <w:rsid w:val="00E24471"/>
    <w:rsid w:val="00E25BDF"/>
    <w:rsid w:val="00E26006"/>
    <w:rsid w:val="00E26623"/>
    <w:rsid w:val="00E26AD5"/>
    <w:rsid w:val="00E3122B"/>
    <w:rsid w:val="00E317FA"/>
    <w:rsid w:val="00E31918"/>
    <w:rsid w:val="00E31F1B"/>
    <w:rsid w:val="00E3327E"/>
    <w:rsid w:val="00E335A8"/>
    <w:rsid w:val="00E34109"/>
    <w:rsid w:val="00E34738"/>
    <w:rsid w:val="00E34A7D"/>
    <w:rsid w:val="00E34D82"/>
    <w:rsid w:val="00E35173"/>
    <w:rsid w:val="00E35F81"/>
    <w:rsid w:val="00E376E3"/>
    <w:rsid w:val="00E377D3"/>
    <w:rsid w:val="00E37ED1"/>
    <w:rsid w:val="00E4075A"/>
    <w:rsid w:val="00E41214"/>
    <w:rsid w:val="00E41337"/>
    <w:rsid w:val="00E41357"/>
    <w:rsid w:val="00E41BAD"/>
    <w:rsid w:val="00E42073"/>
    <w:rsid w:val="00E4291F"/>
    <w:rsid w:val="00E42BAC"/>
    <w:rsid w:val="00E433DD"/>
    <w:rsid w:val="00E4396D"/>
    <w:rsid w:val="00E43C65"/>
    <w:rsid w:val="00E447CE"/>
    <w:rsid w:val="00E44A01"/>
    <w:rsid w:val="00E44E04"/>
    <w:rsid w:val="00E44FFE"/>
    <w:rsid w:val="00E4541F"/>
    <w:rsid w:val="00E45936"/>
    <w:rsid w:val="00E46431"/>
    <w:rsid w:val="00E4661C"/>
    <w:rsid w:val="00E477FF"/>
    <w:rsid w:val="00E47B14"/>
    <w:rsid w:val="00E507D5"/>
    <w:rsid w:val="00E51373"/>
    <w:rsid w:val="00E5161D"/>
    <w:rsid w:val="00E51EB3"/>
    <w:rsid w:val="00E51F71"/>
    <w:rsid w:val="00E52097"/>
    <w:rsid w:val="00E52A5C"/>
    <w:rsid w:val="00E52A97"/>
    <w:rsid w:val="00E52DF6"/>
    <w:rsid w:val="00E533EC"/>
    <w:rsid w:val="00E53BB2"/>
    <w:rsid w:val="00E53BD7"/>
    <w:rsid w:val="00E54184"/>
    <w:rsid w:val="00E55C21"/>
    <w:rsid w:val="00E5669F"/>
    <w:rsid w:val="00E5698D"/>
    <w:rsid w:val="00E571A4"/>
    <w:rsid w:val="00E57211"/>
    <w:rsid w:val="00E57F1A"/>
    <w:rsid w:val="00E60AA4"/>
    <w:rsid w:val="00E60BCD"/>
    <w:rsid w:val="00E627C4"/>
    <w:rsid w:val="00E62B62"/>
    <w:rsid w:val="00E63EB8"/>
    <w:rsid w:val="00E64545"/>
    <w:rsid w:val="00E6466B"/>
    <w:rsid w:val="00E64BDC"/>
    <w:rsid w:val="00E65241"/>
    <w:rsid w:val="00E65371"/>
    <w:rsid w:val="00E65A0D"/>
    <w:rsid w:val="00E66DF6"/>
    <w:rsid w:val="00E66FCC"/>
    <w:rsid w:val="00E671D1"/>
    <w:rsid w:val="00E677D7"/>
    <w:rsid w:val="00E679F1"/>
    <w:rsid w:val="00E67C61"/>
    <w:rsid w:val="00E67DD8"/>
    <w:rsid w:val="00E70794"/>
    <w:rsid w:val="00E7134C"/>
    <w:rsid w:val="00E71842"/>
    <w:rsid w:val="00E73C44"/>
    <w:rsid w:val="00E7437F"/>
    <w:rsid w:val="00E753BA"/>
    <w:rsid w:val="00E7564A"/>
    <w:rsid w:val="00E75F0C"/>
    <w:rsid w:val="00E8086A"/>
    <w:rsid w:val="00E81ED4"/>
    <w:rsid w:val="00E83047"/>
    <w:rsid w:val="00E83C95"/>
    <w:rsid w:val="00E85558"/>
    <w:rsid w:val="00E863A9"/>
    <w:rsid w:val="00E86508"/>
    <w:rsid w:val="00E872DC"/>
    <w:rsid w:val="00E878F6"/>
    <w:rsid w:val="00E87A32"/>
    <w:rsid w:val="00E900B0"/>
    <w:rsid w:val="00E900E2"/>
    <w:rsid w:val="00E904C8"/>
    <w:rsid w:val="00E91AE2"/>
    <w:rsid w:val="00E91E98"/>
    <w:rsid w:val="00E925DF"/>
    <w:rsid w:val="00E929D2"/>
    <w:rsid w:val="00E92D01"/>
    <w:rsid w:val="00E92D91"/>
    <w:rsid w:val="00E92FFE"/>
    <w:rsid w:val="00E93AC4"/>
    <w:rsid w:val="00E93B5D"/>
    <w:rsid w:val="00E94083"/>
    <w:rsid w:val="00E94606"/>
    <w:rsid w:val="00E94660"/>
    <w:rsid w:val="00E94BDB"/>
    <w:rsid w:val="00E9584B"/>
    <w:rsid w:val="00E95B92"/>
    <w:rsid w:val="00E95D24"/>
    <w:rsid w:val="00E97164"/>
    <w:rsid w:val="00E97187"/>
    <w:rsid w:val="00EA0491"/>
    <w:rsid w:val="00EA0A2A"/>
    <w:rsid w:val="00EA1E72"/>
    <w:rsid w:val="00EA2256"/>
    <w:rsid w:val="00EA3ECC"/>
    <w:rsid w:val="00EA441B"/>
    <w:rsid w:val="00EA4771"/>
    <w:rsid w:val="00EA5186"/>
    <w:rsid w:val="00EA559C"/>
    <w:rsid w:val="00EA64B1"/>
    <w:rsid w:val="00EA651A"/>
    <w:rsid w:val="00EA798E"/>
    <w:rsid w:val="00EA79D0"/>
    <w:rsid w:val="00EA7EA0"/>
    <w:rsid w:val="00EB0508"/>
    <w:rsid w:val="00EB0706"/>
    <w:rsid w:val="00EB167C"/>
    <w:rsid w:val="00EB23A5"/>
    <w:rsid w:val="00EB2C3D"/>
    <w:rsid w:val="00EB310F"/>
    <w:rsid w:val="00EB3FD0"/>
    <w:rsid w:val="00EB4C90"/>
    <w:rsid w:val="00EB5C21"/>
    <w:rsid w:val="00EB60FC"/>
    <w:rsid w:val="00EB63FF"/>
    <w:rsid w:val="00EB6855"/>
    <w:rsid w:val="00EB735E"/>
    <w:rsid w:val="00EB75AB"/>
    <w:rsid w:val="00EC04E1"/>
    <w:rsid w:val="00EC0FDB"/>
    <w:rsid w:val="00EC1AD3"/>
    <w:rsid w:val="00EC34B4"/>
    <w:rsid w:val="00EC3744"/>
    <w:rsid w:val="00EC4AA9"/>
    <w:rsid w:val="00EC4D3F"/>
    <w:rsid w:val="00EC5683"/>
    <w:rsid w:val="00EC6B01"/>
    <w:rsid w:val="00EC721D"/>
    <w:rsid w:val="00EC7A47"/>
    <w:rsid w:val="00EC7B9C"/>
    <w:rsid w:val="00ED0975"/>
    <w:rsid w:val="00ED13BE"/>
    <w:rsid w:val="00ED1635"/>
    <w:rsid w:val="00ED1C0B"/>
    <w:rsid w:val="00ED2B8D"/>
    <w:rsid w:val="00ED2CE1"/>
    <w:rsid w:val="00ED2FDC"/>
    <w:rsid w:val="00ED3451"/>
    <w:rsid w:val="00ED3703"/>
    <w:rsid w:val="00ED5B38"/>
    <w:rsid w:val="00ED5BBD"/>
    <w:rsid w:val="00ED5D50"/>
    <w:rsid w:val="00EE0040"/>
    <w:rsid w:val="00EE00F6"/>
    <w:rsid w:val="00EE0537"/>
    <w:rsid w:val="00EE0816"/>
    <w:rsid w:val="00EE1459"/>
    <w:rsid w:val="00EE1932"/>
    <w:rsid w:val="00EE31C7"/>
    <w:rsid w:val="00EE3C1D"/>
    <w:rsid w:val="00EE5848"/>
    <w:rsid w:val="00EE73CD"/>
    <w:rsid w:val="00EE767A"/>
    <w:rsid w:val="00EE770B"/>
    <w:rsid w:val="00EF02F5"/>
    <w:rsid w:val="00EF1F4C"/>
    <w:rsid w:val="00EF296A"/>
    <w:rsid w:val="00EF34D4"/>
    <w:rsid w:val="00EF36DA"/>
    <w:rsid w:val="00EF3F22"/>
    <w:rsid w:val="00EF41F4"/>
    <w:rsid w:val="00EF48DE"/>
    <w:rsid w:val="00EF4AE7"/>
    <w:rsid w:val="00EF510B"/>
    <w:rsid w:val="00EF54B3"/>
    <w:rsid w:val="00EF5C01"/>
    <w:rsid w:val="00EF623C"/>
    <w:rsid w:val="00EF665F"/>
    <w:rsid w:val="00EF7D2D"/>
    <w:rsid w:val="00F00039"/>
    <w:rsid w:val="00F00986"/>
    <w:rsid w:val="00F0181F"/>
    <w:rsid w:val="00F0205B"/>
    <w:rsid w:val="00F021D5"/>
    <w:rsid w:val="00F023D0"/>
    <w:rsid w:val="00F0247C"/>
    <w:rsid w:val="00F026A0"/>
    <w:rsid w:val="00F028AE"/>
    <w:rsid w:val="00F02F04"/>
    <w:rsid w:val="00F036ED"/>
    <w:rsid w:val="00F04434"/>
    <w:rsid w:val="00F045C5"/>
    <w:rsid w:val="00F04746"/>
    <w:rsid w:val="00F05D80"/>
    <w:rsid w:val="00F06CFC"/>
    <w:rsid w:val="00F07B79"/>
    <w:rsid w:val="00F10792"/>
    <w:rsid w:val="00F11389"/>
    <w:rsid w:val="00F11ED8"/>
    <w:rsid w:val="00F12303"/>
    <w:rsid w:val="00F12ABF"/>
    <w:rsid w:val="00F12FEC"/>
    <w:rsid w:val="00F13E70"/>
    <w:rsid w:val="00F15A66"/>
    <w:rsid w:val="00F15FA4"/>
    <w:rsid w:val="00F165D1"/>
    <w:rsid w:val="00F17383"/>
    <w:rsid w:val="00F17A88"/>
    <w:rsid w:val="00F17D0D"/>
    <w:rsid w:val="00F212FD"/>
    <w:rsid w:val="00F237E6"/>
    <w:rsid w:val="00F2413B"/>
    <w:rsid w:val="00F24B90"/>
    <w:rsid w:val="00F25378"/>
    <w:rsid w:val="00F2633B"/>
    <w:rsid w:val="00F2633F"/>
    <w:rsid w:val="00F269A7"/>
    <w:rsid w:val="00F2741B"/>
    <w:rsid w:val="00F3015C"/>
    <w:rsid w:val="00F30F2A"/>
    <w:rsid w:val="00F3140A"/>
    <w:rsid w:val="00F31914"/>
    <w:rsid w:val="00F3362A"/>
    <w:rsid w:val="00F356D3"/>
    <w:rsid w:val="00F35D50"/>
    <w:rsid w:val="00F36552"/>
    <w:rsid w:val="00F366D4"/>
    <w:rsid w:val="00F36995"/>
    <w:rsid w:val="00F3713F"/>
    <w:rsid w:val="00F37357"/>
    <w:rsid w:val="00F37891"/>
    <w:rsid w:val="00F378ED"/>
    <w:rsid w:val="00F37E9D"/>
    <w:rsid w:val="00F40A70"/>
    <w:rsid w:val="00F4175F"/>
    <w:rsid w:val="00F429A4"/>
    <w:rsid w:val="00F43BF1"/>
    <w:rsid w:val="00F44A54"/>
    <w:rsid w:val="00F44EAB"/>
    <w:rsid w:val="00F45CE8"/>
    <w:rsid w:val="00F45D9F"/>
    <w:rsid w:val="00F46001"/>
    <w:rsid w:val="00F46DB8"/>
    <w:rsid w:val="00F4728F"/>
    <w:rsid w:val="00F47BFD"/>
    <w:rsid w:val="00F50B10"/>
    <w:rsid w:val="00F51040"/>
    <w:rsid w:val="00F51C44"/>
    <w:rsid w:val="00F5278E"/>
    <w:rsid w:val="00F52EDA"/>
    <w:rsid w:val="00F534C7"/>
    <w:rsid w:val="00F5415C"/>
    <w:rsid w:val="00F546AA"/>
    <w:rsid w:val="00F54FEE"/>
    <w:rsid w:val="00F557DA"/>
    <w:rsid w:val="00F55FFA"/>
    <w:rsid w:val="00F56100"/>
    <w:rsid w:val="00F57AD9"/>
    <w:rsid w:val="00F600EB"/>
    <w:rsid w:val="00F602F3"/>
    <w:rsid w:val="00F60A29"/>
    <w:rsid w:val="00F60D28"/>
    <w:rsid w:val="00F644BE"/>
    <w:rsid w:val="00F65117"/>
    <w:rsid w:val="00F661BA"/>
    <w:rsid w:val="00F66B56"/>
    <w:rsid w:val="00F6724E"/>
    <w:rsid w:val="00F67C22"/>
    <w:rsid w:val="00F70E62"/>
    <w:rsid w:val="00F70E74"/>
    <w:rsid w:val="00F7175F"/>
    <w:rsid w:val="00F72461"/>
    <w:rsid w:val="00F72B7F"/>
    <w:rsid w:val="00F72D8D"/>
    <w:rsid w:val="00F746E8"/>
    <w:rsid w:val="00F749CF"/>
    <w:rsid w:val="00F7572C"/>
    <w:rsid w:val="00F757C7"/>
    <w:rsid w:val="00F75DD2"/>
    <w:rsid w:val="00F7604D"/>
    <w:rsid w:val="00F76248"/>
    <w:rsid w:val="00F768A3"/>
    <w:rsid w:val="00F76918"/>
    <w:rsid w:val="00F773BC"/>
    <w:rsid w:val="00F80504"/>
    <w:rsid w:val="00F81712"/>
    <w:rsid w:val="00F819AF"/>
    <w:rsid w:val="00F8401B"/>
    <w:rsid w:val="00F8467B"/>
    <w:rsid w:val="00F8521C"/>
    <w:rsid w:val="00F85FE5"/>
    <w:rsid w:val="00F864D3"/>
    <w:rsid w:val="00F8664C"/>
    <w:rsid w:val="00F90257"/>
    <w:rsid w:val="00F90836"/>
    <w:rsid w:val="00F909AA"/>
    <w:rsid w:val="00F910F7"/>
    <w:rsid w:val="00F91825"/>
    <w:rsid w:val="00F92A18"/>
    <w:rsid w:val="00F92CFF"/>
    <w:rsid w:val="00F92DCD"/>
    <w:rsid w:val="00F93422"/>
    <w:rsid w:val="00F93488"/>
    <w:rsid w:val="00F93C39"/>
    <w:rsid w:val="00F93F2A"/>
    <w:rsid w:val="00F94113"/>
    <w:rsid w:val="00F94439"/>
    <w:rsid w:val="00F9514B"/>
    <w:rsid w:val="00F95BF5"/>
    <w:rsid w:val="00F95CF8"/>
    <w:rsid w:val="00F95F36"/>
    <w:rsid w:val="00F96934"/>
    <w:rsid w:val="00F9759F"/>
    <w:rsid w:val="00F97AC3"/>
    <w:rsid w:val="00FA0385"/>
    <w:rsid w:val="00FA05CC"/>
    <w:rsid w:val="00FA104B"/>
    <w:rsid w:val="00FA13EB"/>
    <w:rsid w:val="00FA1BDC"/>
    <w:rsid w:val="00FA31DD"/>
    <w:rsid w:val="00FA3652"/>
    <w:rsid w:val="00FA3D8B"/>
    <w:rsid w:val="00FA4881"/>
    <w:rsid w:val="00FA5527"/>
    <w:rsid w:val="00FA5A85"/>
    <w:rsid w:val="00FA6346"/>
    <w:rsid w:val="00FA6D2A"/>
    <w:rsid w:val="00FA6FA6"/>
    <w:rsid w:val="00FA791A"/>
    <w:rsid w:val="00FA7CAE"/>
    <w:rsid w:val="00FB0007"/>
    <w:rsid w:val="00FB095E"/>
    <w:rsid w:val="00FB2542"/>
    <w:rsid w:val="00FB2A14"/>
    <w:rsid w:val="00FB3A64"/>
    <w:rsid w:val="00FB3D29"/>
    <w:rsid w:val="00FB4595"/>
    <w:rsid w:val="00FB5ED8"/>
    <w:rsid w:val="00FB7755"/>
    <w:rsid w:val="00FB7825"/>
    <w:rsid w:val="00FC0E80"/>
    <w:rsid w:val="00FC121E"/>
    <w:rsid w:val="00FC1844"/>
    <w:rsid w:val="00FC19E1"/>
    <w:rsid w:val="00FC2F02"/>
    <w:rsid w:val="00FC47C8"/>
    <w:rsid w:val="00FC4F5D"/>
    <w:rsid w:val="00FC55B7"/>
    <w:rsid w:val="00FC5C2F"/>
    <w:rsid w:val="00FC6074"/>
    <w:rsid w:val="00FC78AB"/>
    <w:rsid w:val="00FD1034"/>
    <w:rsid w:val="00FD129E"/>
    <w:rsid w:val="00FD1AFC"/>
    <w:rsid w:val="00FD2197"/>
    <w:rsid w:val="00FD4863"/>
    <w:rsid w:val="00FD560A"/>
    <w:rsid w:val="00FD5658"/>
    <w:rsid w:val="00FD5A79"/>
    <w:rsid w:val="00FD7A43"/>
    <w:rsid w:val="00FE00A3"/>
    <w:rsid w:val="00FE0127"/>
    <w:rsid w:val="00FE0466"/>
    <w:rsid w:val="00FE0BC4"/>
    <w:rsid w:val="00FE0D43"/>
    <w:rsid w:val="00FE1606"/>
    <w:rsid w:val="00FE25BA"/>
    <w:rsid w:val="00FE26B6"/>
    <w:rsid w:val="00FE2A5F"/>
    <w:rsid w:val="00FE3090"/>
    <w:rsid w:val="00FE31C3"/>
    <w:rsid w:val="00FE327A"/>
    <w:rsid w:val="00FE3280"/>
    <w:rsid w:val="00FE3381"/>
    <w:rsid w:val="00FE3880"/>
    <w:rsid w:val="00FE49F5"/>
    <w:rsid w:val="00FE4F4E"/>
    <w:rsid w:val="00FE7926"/>
    <w:rsid w:val="00FF1144"/>
    <w:rsid w:val="00FF2EC3"/>
    <w:rsid w:val="00FF37A3"/>
    <w:rsid w:val="00FF38A3"/>
    <w:rsid w:val="00FF3AD5"/>
    <w:rsid w:val="00FF44A5"/>
    <w:rsid w:val="00FF5138"/>
    <w:rsid w:val="00FF5386"/>
    <w:rsid w:val="00FF55DD"/>
    <w:rsid w:val="00FF5658"/>
    <w:rsid w:val="00FF5736"/>
    <w:rsid w:val="00FF649B"/>
    <w:rsid w:val="00FF703E"/>
    <w:rsid w:val="00FF708E"/>
    <w:rsid w:val="00FF7328"/>
    <w:rsid w:val="00FF768D"/>
    <w:rsid w:val="00FF7ADE"/>
    <w:rsid w:val="00FF7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1450E22"/>
  <w15:docId w15:val="{4EBF0BD0-2BFB-42F2-8DA0-B4A5BC39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DEA"/>
    <w:pPr>
      <w:spacing w:after="200" w:line="276" w:lineRule="auto"/>
    </w:pPr>
    <w:rPr>
      <w:rFonts w:eastAsia="Times New Roman"/>
      <w:sz w:val="22"/>
      <w:szCs w:val="22"/>
      <w:lang w:eastAsia="en-US"/>
    </w:rPr>
  </w:style>
  <w:style w:type="paragraph" w:styleId="Titre1">
    <w:name w:val="heading 1"/>
    <w:basedOn w:val="Normal"/>
    <w:next w:val="Normal"/>
    <w:link w:val="Titre1Car"/>
    <w:qFormat/>
    <w:locked/>
    <w:rsid w:val="00E863A9"/>
    <w:pPr>
      <w:keepNext/>
      <w:spacing w:before="240" w:after="60" w:line="240" w:lineRule="auto"/>
      <w:outlineLvl w:val="0"/>
    </w:pPr>
    <w:rPr>
      <w:rFonts w:ascii="Cambria" w:hAnsi="Cambria"/>
      <w:b/>
      <w:bCs/>
      <w:kern w:val="32"/>
      <w:sz w:val="32"/>
      <w:szCs w:val="32"/>
      <w:lang w:eastAsia="fr-FR"/>
    </w:rPr>
  </w:style>
  <w:style w:type="paragraph" w:styleId="Titre3">
    <w:name w:val="heading 3"/>
    <w:basedOn w:val="Normal"/>
    <w:next w:val="Normal"/>
    <w:qFormat/>
    <w:locked/>
    <w:rsid w:val="00105513"/>
    <w:pPr>
      <w:keepNext/>
      <w:spacing w:after="0" w:line="240" w:lineRule="auto"/>
      <w:outlineLvl w:val="2"/>
    </w:pPr>
    <w:rPr>
      <w:rFonts w:ascii="Arial" w:hAnsi="Arial" w:cs="Arial"/>
      <w:color w:val="7AB800"/>
      <w:sz w:val="5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1">
    <w:name w:val="Texte de l'espace réservé1"/>
    <w:basedOn w:val="Policepardfaut"/>
    <w:semiHidden/>
    <w:rsid w:val="00984D48"/>
    <w:rPr>
      <w:rFonts w:cs="Times New Roman"/>
      <w:color w:val="808080"/>
    </w:rPr>
  </w:style>
  <w:style w:type="paragraph" w:styleId="Textedebulles">
    <w:name w:val="Balloon Text"/>
    <w:basedOn w:val="Normal"/>
    <w:link w:val="TextedebullesCar"/>
    <w:semiHidden/>
    <w:rsid w:val="00984D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semiHidden/>
    <w:locked/>
    <w:rsid w:val="00984D48"/>
    <w:rPr>
      <w:rFonts w:ascii="Tahoma" w:hAnsi="Tahoma" w:cs="Tahoma"/>
      <w:sz w:val="16"/>
      <w:szCs w:val="16"/>
    </w:rPr>
  </w:style>
  <w:style w:type="paragraph" w:styleId="En-tte">
    <w:name w:val="header"/>
    <w:basedOn w:val="Normal"/>
    <w:link w:val="En-tteCar"/>
    <w:uiPriority w:val="99"/>
    <w:rsid w:val="00475F7E"/>
    <w:pPr>
      <w:tabs>
        <w:tab w:val="center" w:pos="4536"/>
        <w:tab w:val="right" w:pos="9072"/>
      </w:tabs>
      <w:spacing w:after="0" w:line="240" w:lineRule="auto"/>
    </w:pPr>
  </w:style>
  <w:style w:type="character" w:customStyle="1" w:styleId="En-tteCar">
    <w:name w:val="En-tête Car"/>
    <w:basedOn w:val="Policepardfaut"/>
    <w:link w:val="En-tte"/>
    <w:uiPriority w:val="99"/>
    <w:locked/>
    <w:rsid w:val="00475F7E"/>
    <w:rPr>
      <w:rFonts w:cs="Times New Roman"/>
    </w:rPr>
  </w:style>
  <w:style w:type="paragraph" w:styleId="Pieddepage">
    <w:name w:val="footer"/>
    <w:basedOn w:val="Normal"/>
    <w:link w:val="PieddepageCar"/>
    <w:uiPriority w:val="99"/>
    <w:rsid w:val="00475F7E"/>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475F7E"/>
    <w:rPr>
      <w:rFonts w:cs="Times New Roman"/>
    </w:rPr>
  </w:style>
  <w:style w:type="character" w:customStyle="1" w:styleId="Style1">
    <w:name w:val="Style1"/>
    <w:basedOn w:val="Policepardfaut"/>
    <w:rsid w:val="00B36134"/>
    <w:rPr>
      <w:rFonts w:ascii="Arial" w:hAnsi="Arial" w:cs="Times New Roman"/>
      <w:sz w:val="18"/>
    </w:rPr>
  </w:style>
  <w:style w:type="character" w:customStyle="1" w:styleId="Style2">
    <w:name w:val="Style2"/>
    <w:basedOn w:val="Policepardfaut"/>
    <w:rsid w:val="00B36134"/>
    <w:rPr>
      <w:rFonts w:ascii="Arial" w:hAnsi="Arial" w:cs="Times New Roman"/>
      <w:sz w:val="18"/>
    </w:rPr>
  </w:style>
  <w:style w:type="character" w:styleId="Accentuation">
    <w:name w:val="Emphasis"/>
    <w:basedOn w:val="Policepardfaut"/>
    <w:qFormat/>
    <w:rsid w:val="00812148"/>
    <w:rPr>
      <w:rFonts w:cs="Times New Roman"/>
      <w:i/>
      <w:iCs/>
    </w:rPr>
  </w:style>
  <w:style w:type="character" w:styleId="Numrodepage">
    <w:name w:val="page number"/>
    <w:basedOn w:val="Policepardfaut"/>
    <w:rsid w:val="00415499"/>
    <w:rPr>
      <w:rFonts w:cs="Times New Roman"/>
    </w:rPr>
  </w:style>
  <w:style w:type="character" w:styleId="Lienhypertexte">
    <w:name w:val="Hyperlink"/>
    <w:basedOn w:val="Policepardfaut"/>
    <w:rsid w:val="00C406F0"/>
    <w:rPr>
      <w:rFonts w:cs="Times New Roman"/>
      <w:color w:val="0000FF"/>
      <w:u w:val="single"/>
    </w:rPr>
  </w:style>
  <w:style w:type="paragraph" w:customStyle="1" w:styleId="Paragraphedeliste1">
    <w:name w:val="Paragraphe de liste1"/>
    <w:basedOn w:val="Normal"/>
    <w:rsid w:val="00214AE1"/>
    <w:pPr>
      <w:ind w:left="720"/>
      <w:contextualSpacing/>
    </w:pPr>
  </w:style>
  <w:style w:type="character" w:styleId="lev">
    <w:name w:val="Strong"/>
    <w:basedOn w:val="Policepardfaut"/>
    <w:qFormat/>
    <w:locked/>
    <w:rsid w:val="00105513"/>
    <w:rPr>
      <w:b/>
      <w:bCs/>
    </w:rPr>
  </w:style>
  <w:style w:type="paragraph" w:customStyle="1" w:styleId="bodytext">
    <w:name w:val="bodytext"/>
    <w:basedOn w:val="Normal"/>
    <w:rsid w:val="00105513"/>
    <w:pPr>
      <w:spacing w:before="100" w:beforeAutospacing="1" w:after="100" w:afterAutospacing="1" w:line="240" w:lineRule="auto"/>
    </w:pPr>
    <w:rPr>
      <w:rFonts w:ascii="Times New Roman" w:hAnsi="Times New Roman"/>
      <w:sz w:val="24"/>
      <w:szCs w:val="24"/>
      <w:lang w:eastAsia="fr-FR"/>
    </w:rPr>
  </w:style>
  <w:style w:type="character" w:customStyle="1" w:styleId="bloctitregauche1">
    <w:name w:val="bloc_titregauche1"/>
    <w:basedOn w:val="Policepardfaut"/>
    <w:rsid w:val="00B605E2"/>
    <w:rPr>
      <w:b/>
      <w:bCs/>
    </w:rPr>
  </w:style>
  <w:style w:type="paragraph" w:styleId="Paragraphedeliste">
    <w:name w:val="List Paragraph"/>
    <w:basedOn w:val="Normal"/>
    <w:uiPriority w:val="34"/>
    <w:qFormat/>
    <w:rsid w:val="00AD2673"/>
    <w:pPr>
      <w:ind w:left="720"/>
      <w:contextualSpacing/>
    </w:pPr>
    <w:rPr>
      <w:rFonts w:asciiTheme="minorHAnsi" w:eastAsiaTheme="minorHAnsi" w:hAnsiTheme="minorHAnsi" w:cstheme="minorBidi"/>
    </w:rPr>
  </w:style>
  <w:style w:type="character" w:styleId="Marquedecommentaire">
    <w:name w:val="annotation reference"/>
    <w:basedOn w:val="Policepardfaut"/>
    <w:rsid w:val="001E6FE1"/>
    <w:rPr>
      <w:sz w:val="16"/>
      <w:szCs w:val="16"/>
    </w:rPr>
  </w:style>
  <w:style w:type="paragraph" w:styleId="Commentaire">
    <w:name w:val="annotation text"/>
    <w:basedOn w:val="Normal"/>
    <w:link w:val="CommentaireCar"/>
    <w:rsid w:val="001E6FE1"/>
    <w:pPr>
      <w:spacing w:line="240" w:lineRule="auto"/>
    </w:pPr>
    <w:rPr>
      <w:sz w:val="20"/>
      <w:szCs w:val="20"/>
    </w:rPr>
  </w:style>
  <w:style w:type="character" w:customStyle="1" w:styleId="CommentaireCar">
    <w:name w:val="Commentaire Car"/>
    <w:basedOn w:val="Policepardfaut"/>
    <w:link w:val="Commentaire"/>
    <w:rsid w:val="001E6FE1"/>
    <w:rPr>
      <w:rFonts w:eastAsia="Times New Roman"/>
      <w:lang w:eastAsia="en-US"/>
    </w:rPr>
  </w:style>
  <w:style w:type="paragraph" w:styleId="Objetducommentaire">
    <w:name w:val="annotation subject"/>
    <w:basedOn w:val="Commentaire"/>
    <w:next w:val="Commentaire"/>
    <w:link w:val="ObjetducommentaireCar"/>
    <w:rsid w:val="001E6FE1"/>
    <w:rPr>
      <w:b/>
      <w:bCs/>
    </w:rPr>
  </w:style>
  <w:style w:type="character" w:customStyle="1" w:styleId="ObjetducommentaireCar">
    <w:name w:val="Objet du commentaire Car"/>
    <w:basedOn w:val="CommentaireCar"/>
    <w:link w:val="Objetducommentaire"/>
    <w:rsid w:val="001E6FE1"/>
    <w:rPr>
      <w:rFonts w:eastAsia="Times New Roman"/>
      <w:b/>
      <w:bCs/>
      <w:lang w:eastAsia="en-US"/>
    </w:rPr>
  </w:style>
  <w:style w:type="character" w:customStyle="1" w:styleId="Titre1Car">
    <w:name w:val="Titre 1 Car"/>
    <w:basedOn w:val="Policepardfaut"/>
    <w:link w:val="Titre1"/>
    <w:rsid w:val="00E863A9"/>
    <w:rPr>
      <w:rFonts w:ascii="Cambria" w:eastAsia="Times New Roman" w:hAnsi="Cambria"/>
      <w:b/>
      <w:bCs/>
      <w:kern w:val="32"/>
      <w:sz w:val="32"/>
      <w:szCs w:val="32"/>
    </w:rPr>
  </w:style>
  <w:style w:type="paragraph" w:styleId="Corpsdetexte">
    <w:name w:val="Body Text"/>
    <w:basedOn w:val="Normal"/>
    <w:link w:val="CorpsdetexteCar"/>
    <w:rsid w:val="00E863A9"/>
    <w:pPr>
      <w:spacing w:after="0" w:line="240" w:lineRule="auto"/>
      <w:jc w:val="both"/>
    </w:pPr>
    <w:rPr>
      <w:rFonts w:ascii="Times New Roman" w:hAnsi="Times New Roman"/>
      <w:sz w:val="24"/>
      <w:szCs w:val="20"/>
      <w:lang w:eastAsia="fr-FR"/>
    </w:rPr>
  </w:style>
  <w:style w:type="character" w:customStyle="1" w:styleId="CorpsdetexteCar">
    <w:name w:val="Corps de texte Car"/>
    <w:basedOn w:val="Policepardfaut"/>
    <w:link w:val="Corpsdetexte"/>
    <w:rsid w:val="00E863A9"/>
    <w:rPr>
      <w:rFonts w:ascii="Times New Roman" w:eastAsia="Times New Roman" w:hAnsi="Times New Roman"/>
      <w:sz w:val="24"/>
    </w:rPr>
  </w:style>
  <w:style w:type="paragraph" w:customStyle="1" w:styleId="Default">
    <w:name w:val="Default"/>
    <w:rsid w:val="00832F8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720"/>
                  <w:marRight w:val="720"/>
                  <w:marTop w:val="100"/>
                  <w:marBottom w:val="100"/>
                  <w:divBdr>
                    <w:top w:val="none" w:sz="0" w:space="0" w:color="auto"/>
                    <w:left w:val="none" w:sz="0" w:space="0" w:color="auto"/>
                    <w:bottom w:val="none" w:sz="0" w:space="0" w:color="auto"/>
                    <w:right w:val="none" w:sz="0" w:space="0" w:color="auto"/>
                  </w:divBdr>
                </w:div>
                <w:div w:id="7">
                  <w:marLeft w:val="720"/>
                  <w:marRight w:val="720"/>
                  <w:marTop w:val="100"/>
                  <w:marBottom w:val="100"/>
                  <w:divBdr>
                    <w:top w:val="none" w:sz="0" w:space="0" w:color="auto"/>
                    <w:left w:val="none" w:sz="0" w:space="0" w:color="auto"/>
                    <w:bottom w:val="none" w:sz="0" w:space="0" w:color="auto"/>
                    <w:right w:val="none" w:sz="0" w:space="0" w:color="auto"/>
                  </w:divBdr>
                </w:div>
                <w:div w:id="8">
                  <w:marLeft w:val="720"/>
                  <w:marRight w:val="720"/>
                  <w:marTop w:val="100"/>
                  <w:marBottom w:val="100"/>
                  <w:divBdr>
                    <w:top w:val="none" w:sz="0" w:space="0" w:color="auto"/>
                    <w:left w:val="none" w:sz="0" w:space="0" w:color="auto"/>
                    <w:bottom w:val="none" w:sz="0" w:space="0" w:color="auto"/>
                    <w:right w:val="none" w:sz="0" w:space="0" w:color="auto"/>
                  </w:divBdr>
                </w:div>
                <w:div w:id="1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20282138">
      <w:bodyDiv w:val="1"/>
      <w:marLeft w:val="0"/>
      <w:marRight w:val="0"/>
      <w:marTop w:val="0"/>
      <w:marBottom w:val="0"/>
      <w:divBdr>
        <w:top w:val="none" w:sz="0" w:space="0" w:color="auto"/>
        <w:left w:val="none" w:sz="0" w:space="0" w:color="auto"/>
        <w:bottom w:val="none" w:sz="0" w:space="0" w:color="auto"/>
        <w:right w:val="none" w:sz="0" w:space="0" w:color="auto"/>
      </w:divBdr>
      <w:divsChild>
        <w:div w:id="1966152329">
          <w:marLeft w:val="0"/>
          <w:marRight w:val="0"/>
          <w:marTop w:val="0"/>
          <w:marBottom w:val="0"/>
          <w:divBdr>
            <w:top w:val="none" w:sz="0" w:space="0" w:color="auto"/>
            <w:left w:val="none" w:sz="0" w:space="0" w:color="auto"/>
            <w:bottom w:val="none" w:sz="0" w:space="0" w:color="auto"/>
            <w:right w:val="none" w:sz="0" w:space="0" w:color="auto"/>
          </w:divBdr>
          <w:divsChild>
            <w:div w:id="570968636">
              <w:marLeft w:val="0"/>
              <w:marRight w:val="0"/>
              <w:marTop w:val="0"/>
              <w:marBottom w:val="0"/>
              <w:divBdr>
                <w:top w:val="none" w:sz="0" w:space="0" w:color="auto"/>
                <w:left w:val="none" w:sz="0" w:space="0" w:color="auto"/>
                <w:bottom w:val="none" w:sz="0" w:space="0" w:color="auto"/>
                <w:right w:val="none" w:sz="0" w:space="0" w:color="auto"/>
              </w:divBdr>
              <w:divsChild>
                <w:div w:id="723605010">
                  <w:marLeft w:val="0"/>
                  <w:marRight w:val="0"/>
                  <w:marTop w:val="0"/>
                  <w:marBottom w:val="0"/>
                  <w:divBdr>
                    <w:top w:val="none" w:sz="0" w:space="0" w:color="auto"/>
                    <w:left w:val="none" w:sz="0" w:space="0" w:color="auto"/>
                    <w:bottom w:val="none" w:sz="0" w:space="0" w:color="auto"/>
                    <w:right w:val="none" w:sz="0" w:space="0" w:color="auto"/>
                  </w:divBdr>
                  <w:divsChild>
                    <w:div w:id="67308739">
                      <w:marLeft w:val="0"/>
                      <w:marRight w:val="0"/>
                      <w:marTop w:val="0"/>
                      <w:marBottom w:val="0"/>
                      <w:divBdr>
                        <w:top w:val="none" w:sz="0" w:space="0" w:color="auto"/>
                        <w:left w:val="none" w:sz="0" w:space="0" w:color="auto"/>
                        <w:bottom w:val="none" w:sz="0" w:space="0" w:color="auto"/>
                        <w:right w:val="none" w:sz="0" w:space="0" w:color="auto"/>
                      </w:divBdr>
                      <w:divsChild>
                        <w:div w:id="73552418">
                          <w:marLeft w:val="0"/>
                          <w:marRight w:val="0"/>
                          <w:marTop w:val="0"/>
                          <w:marBottom w:val="0"/>
                          <w:divBdr>
                            <w:top w:val="none" w:sz="0" w:space="0" w:color="auto"/>
                            <w:left w:val="none" w:sz="0" w:space="0" w:color="auto"/>
                            <w:bottom w:val="none" w:sz="0" w:space="0" w:color="auto"/>
                            <w:right w:val="none" w:sz="0" w:space="0" w:color="auto"/>
                          </w:divBdr>
                          <w:divsChild>
                            <w:div w:id="1184322079">
                              <w:marLeft w:val="15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90991">
      <w:bodyDiv w:val="1"/>
      <w:marLeft w:val="0"/>
      <w:marRight w:val="0"/>
      <w:marTop w:val="0"/>
      <w:marBottom w:val="0"/>
      <w:divBdr>
        <w:top w:val="none" w:sz="0" w:space="0" w:color="auto"/>
        <w:left w:val="none" w:sz="0" w:space="0" w:color="auto"/>
        <w:bottom w:val="none" w:sz="0" w:space="0" w:color="auto"/>
        <w:right w:val="none" w:sz="0" w:space="0" w:color="auto"/>
      </w:divBdr>
      <w:divsChild>
        <w:div w:id="1020938142">
          <w:marLeft w:val="0"/>
          <w:marRight w:val="0"/>
          <w:marTop w:val="0"/>
          <w:marBottom w:val="0"/>
          <w:divBdr>
            <w:top w:val="none" w:sz="0" w:space="0" w:color="auto"/>
            <w:left w:val="none" w:sz="0" w:space="0" w:color="auto"/>
            <w:bottom w:val="none" w:sz="0" w:space="0" w:color="auto"/>
            <w:right w:val="none" w:sz="0" w:space="0" w:color="auto"/>
          </w:divBdr>
          <w:divsChild>
            <w:div w:id="186873609">
              <w:marLeft w:val="0"/>
              <w:marRight w:val="0"/>
              <w:marTop w:val="0"/>
              <w:marBottom w:val="0"/>
              <w:divBdr>
                <w:top w:val="none" w:sz="0" w:space="0" w:color="auto"/>
                <w:left w:val="none" w:sz="0" w:space="0" w:color="auto"/>
                <w:bottom w:val="none" w:sz="0" w:space="0" w:color="auto"/>
                <w:right w:val="none" w:sz="0" w:space="0" w:color="auto"/>
              </w:divBdr>
              <w:divsChild>
                <w:div w:id="1587106522">
                  <w:marLeft w:val="0"/>
                  <w:marRight w:val="0"/>
                  <w:marTop w:val="0"/>
                  <w:marBottom w:val="0"/>
                  <w:divBdr>
                    <w:top w:val="none" w:sz="0" w:space="0" w:color="auto"/>
                    <w:left w:val="none" w:sz="0" w:space="0" w:color="auto"/>
                    <w:bottom w:val="none" w:sz="0" w:space="0" w:color="auto"/>
                    <w:right w:val="none" w:sz="0" w:space="0" w:color="auto"/>
                  </w:divBdr>
                  <w:divsChild>
                    <w:div w:id="1070345939">
                      <w:marLeft w:val="0"/>
                      <w:marRight w:val="0"/>
                      <w:marTop w:val="0"/>
                      <w:marBottom w:val="0"/>
                      <w:divBdr>
                        <w:top w:val="none" w:sz="0" w:space="0" w:color="auto"/>
                        <w:left w:val="none" w:sz="0" w:space="0" w:color="auto"/>
                        <w:bottom w:val="none" w:sz="0" w:space="0" w:color="auto"/>
                        <w:right w:val="none" w:sz="0" w:space="0" w:color="auto"/>
                      </w:divBdr>
                      <w:divsChild>
                        <w:div w:id="970332507">
                          <w:marLeft w:val="0"/>
                          <w:marRight w:val="0"/>
                          <w:marTop w:val="0"/>
                          <w:marBottom w:val="0"/>
                          <w:divBdr>
                            <w:top w:val="none" w:sz="0" w:space="0" w:color="auto"/>
                            <w:left w:val="none" w:sz="0" w:space="0" w:color="auto"/>
                            <w:bottom w:val="none" w:sz="0" w:space="0" w:color="auto"/>
                            <w:right w:val="none" w:sz="0" w:space="0" w:color="auto"/>
                          </w:divBdr>
                          <w:divsChild>
                            <w:div w:id="678775448">
                              <w:marLeft w:val="0"/>
                              <w:marRight w:val="0"/>
                              <w:marTop w:val="0"/>
                              <w:marBottom w:val="0"/>
                              <w:divBdr>
                                <w:top w:val="none" w:sz="0" w:space="0" w:color="auto"/>
                                <w:left w:val="none" w:sz="0" w:space="0" w:color="auto"/>
                                <w:bottom w:val="none" w:sz="0" w:space="0" w:color="auto"/>
                                <w:right w:val="none" w:sz="0" w:space="0" w:color="auto"/>
                              </w:divBdr>
                              <w:divsChild>
                                <w:div w:id="2076972421">
                                  <w:marLeft w:val="0"/>
                                  <w:marRight w:val="0"/>
                                  <w:marTop w:val="0"/>
                                  <w:marBottom w:val="0"/>
                                  <w:divBdr>
                                    <w:top w:val="none" w:sz="0" w:space="0" w:color="auto"/>
                                    <w:left w:val="none" w:sz="0" w:space="0" w:color="auto"/>
                                    <w:bottom w:val="none" w:sz="0" w:space="0" w:color="auto"/>
                                    <w:right w:val="none" w:sz="0" w:space="0" w:color="auto"/>
                                  </w:divBdr>
                                  <w:divsChild>
                                    <w:div w:id="179294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8911532">
      <w:bodyDiv w:val="1"/>
      <w:marLeft w:val="0"/>
      <w:marRight w:val="0"/>
      <w:marTop w:val="0"/>
      <w:marBottom w:val="0"/>
      <w:divBdr>
        <w:top w:val="none" w:sz="0" w:space="0" w:color="auto"/>
        <w:left w:val="none" w:sz="0" w:space="0" w:color="auto"/>
        <w:bottom w:val="none" w:sz="0" w:space="0" w:color="auto"/>
        <w:right w:val="none" w:sz="0" w:space="0" w:color="auto"/>
      </w:divBdr>
      <w:divsChild>
        <w:div w:id="1599412614">
          <w:marLeft w:val="0"/>
          <w:marRight w:val="0"/>
          <w:marTop w:val="0"/>
          <w:marBottom w:val="0"/>
          <w:divBdr>
            <w:top w:val="none" w:sz="0" w:space="0" w:color="auto"/>
            <w:left w:val="none" w:sz="0" w:space="0" w:color="auto"/>
            <w:bottom w:val="none" w:sz="0" w:space="0" w:color="auto"/>
            <w:right w:val="none" w:sz="0" w:space="0" w:color="auto"/>
          </w:divBdr>
          <w:divsChild>
            <w:div w:id="1352490016">
              <w:marLeft w:val="0"/>
              <w:marRight w:val="0"/>
              <w:marTop w:val="0"/>
              <w:marBottom w:val="0"/>
              <w:divBdr>
                <w:top w:val="none" w:sz="0" w:space="0" w:color="auto"/>
                <w:left w:val="none" w:sz="0" w:space="0" w:color="auto"/>
                <w:bottom w:val="none" w:sz="0" w:space="0" w:color="auto"/>
                <w:right w:val="none" w:sz="0" w:space="0" w:color="auto"/>
              </w:divBdr>
              <w:divsChild>
                <w:div w:id="169568052">
                  <w:marLeft w:val="0"/>
                  <w:marRight w:val="0"/>
                  <w:marTop w:val="0"/>
                  <w:marBottom w:val="0"/>
                  <w:divBdr>
                    <w:top w:val="none" w:sz="0" w:space="0" w:color="auto"/>
                    <w:left w:val="none" w:sz="0" w:space="0" w:color="auto"/>
                    <w:bottom w:val="none" w:sz="0" w:space="0" w:color="auto"/>
                    <w:right w:val="none" w:sz="0" w:space="0" w:color="auto"/>
                  </w:divBdr>
                  <w:divsChild>
                    <w:div w:id="1441337912">
                      <w:marLeft w:val="0"/>
                      <w:marRight w:val="0"/>
                      <w:marTop w:val="0"/>
                      <w:marBottom w:val="0"/>
                      <w:divBdr>
                        <w:top w:val="none" w:sz="0" w:space="0" w:color="auto"/>
                        <w:left w:val="none" w:sz="0" w:space="0" w:color="auto"/>
                        <w:bottom w:val="none" w:sz="0" w:space="0" w:color="auto"/>
                        <w:right w:val="none" w:sz="0" w:space="0" w:color="auto"/>
                      </w:divBdr>
                      <w:divsChild>
                        <w:div w:id="1338072012">
                          <w:marLeft w:val="0"/>
                          <w:marRight w:val="0"/>
                          <w:marTop w:val="0"/>
                          <w:marBottom w:val="0"/>
                          <w:divBdr>
                            <w:top w:val="none" w:sz="0" w:space="0" w:color="auto"/>
                            <w:left w:val="none" w:sz="0" w:space="0" w:color="auto"/>
                            <w:bottom w:val="none" w:sz="0" w:space="0" w:color="auto"/>
                            <w:right w:val="none" w:sz="0" w:space="0" w:color="auto"/>
                          </w:divBdr>
                          <w:divsChild>
                            <w:div w:id="1777796745">
                              <w:marLeft w:val="0"/>
                              <w:marRight w:val="0"/>
                              <w:marTop w:val="0"/>
                              <w:marBottom w:val="0"/>
                              <w:divBdr>
                                <w:top w:val="none" w:sz="0" w:space="0" w:color="auto"/>
                                <w:left w:val="none" w:sz="0" w:space="0" w:color="auto"/>
                                <w:bottom w:val="none" w:sz="0" w:space="0" w:color="auto"/>
                                <w:right w:val="none" w:sz="0" w:space="0" w:color="auto"/>
                              </w:divBdr>
                              <w:divsChild>
                                <w:div w:id="1614708354">
                                  <w:marLeft w:val="0"/>
                                  <w:marRight w:val="0"/>
                                  <w:marTop w:val="0"/>
                                  <w:marBottom w:val="0"/>
                                  <w:divBdr>
                                    <w:top w:val="none" w:sz="0" w:space="0" w:color="auto"/>
                                    <w:left w:val="none" w:sz="0" w:space="0" w:color="auto"/>
                                    <w:bottom w:val="none" w:sz="0" w:space="0" w:color="auto"/>
                                    <w:right w:val="none" w:sz="0" w:space="0" w:color="auto"/>
                                  </w:divBdr>
                                  <w:divsChild>
                                    <w:div w:id="172243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3567342">
      <w:bodyDiv w:val="1"/>
      <w:marLeft w:val="0"/>
      <w:marRight w:val="0"/>
      <w:marTop w:val="0"/>
      <w:marBottom w:val="0"/>
      <w:divBdr>
        <w:top w:val="none" w:sz="0" w:space="0" w:color="auto"/>
        <w:left w:val="none" w:sz="0" w:space="0" w:color="auto"/>
        <w:bottom w:val="none" w:sz="0" w:space="0" w:color="auto"/>
        <w:right w:val="none" w:sz="0" w:space="0" w:color="auto"/>
      </w:divBdr>
      <w:divsChild>
        <w:div w:id="614823843">
          <w:marLeft w:val="0"/>
          <w:marRight w:val="0"/>
          <w:marTop w:val="0"/>
          <w:marBottom w:val="0"/>
          <w:divBdr>
            <w:top w:val="none" w:sz="0" w:space="0" w:color="auto"/>
            <w:left w:val="none" w:sz="0" w:space="0" w:color="auto"/>
            <w:bottom w:val="none" w:sz="0" w:space="0" w:color="auto"/>
            <w:right w:val="none" w:sz="0" w:space="0" w:color="auto"/>
          </w:divBdr>
          <w:divsChild>
            <w:div w:id="333339855">
              <w:marLeft w:val="0"/>
              <w:marRight w:val="0"/>
              <w:marTop w:val="0"/>
              <w:marBottom w:val="0"/>
              <w:divBdr>
                <w:top w:val="none" w:sz="0" w:space="0" w:color="auto"/>
                <w:left w:val="none" w:sz="0" w:space="0" w:color="auto"/>
                <w:bottom w:val="none" w:sz="0" w:space="0" w:color="auto"/>
                <w:right w:val="none" w:sz="0" w:space="0" w:color="auto"/>
              </w:divBdr>
              <w:divsChild>
                <w:div w:id="1304039272">
                  <w:marLeft w:val="0"/>
                  <w:marRight w:val="0"/>
                  <w:marTop w:val="0"/>
                  <w:marBottom w:val="0"/>
                  <w:divBdr>
                    <w:top w:val="none" w:sz="0" w:space="0" w:color="auto"/>
                    <w:left w:val="none" w:sz="0" w:space="0" w:color="auto"/>
                    <w:bottom w:val="none" w:sz="0" w:space="0" w:color="auto"/>
                    <w:right w:val="none" w:sz="0" w:space="0" w:color="auto"/>
                  </w:divBdr>
                  <w:divsChild>
                    <w:div w:id="543249819">
                      <w:marLeft w:val="0"/>
                      <w:marRight w:val="0"/>
                      <w:marTop w:val="0"/>
                      <w:marBottom w:val="0"/>
                      <w:divBdr>
                        <w:top w:val="none" w:sz="0" w:space="0" w:color="auto"/>
                        <w:left w:val="none" w:sz="0" w:space="0" w:color="auto"/>
                        <w:bottom w:val="none" w:sz="0" w:space="0" w:color="auto"/>
                        <w:right w:val="none" w:sz="0" w:space="0" w:color="auto"/>
                      </w:divBdr>
                      <w:divsChild>
                        <w:div w:id="174197835">
                          <w:marLeft w:val="0"/>
                          <w:marRight w:val="0"/>
                          <w:marTop w:val="0"/>
                          <w:marBottom w:val="0"/>
                          <w:divBdr>
                            <w:top w:val="none" w:sz="0" w:space="0" w:color="auto"/>
                            <w:left w:val="none" w:sz="0" w:space="0" w:color="auto"/>
                            <w:bottom w:val="none" w:sz="0" w:space="0" w:color="auto"/>
                            <w:right w:val="none" w:sz="0" w:space="0" w:color="auto"/>
                          </w:divBdr>
                          <w:divsChild>
                            <w:div w:id="141654341">
                              <w:marLeft w:val="0"/>
                              <w:marRight w:val="0"/>
                              <w:marTop w:val="0"/>
                              <w:marBottom w:val="0"/>
                              <w:divBdr>
                                <w:top w:val="none" w:sz="0" w:space="0" w:color="auto"/>
                                <w:left w:val="none" w:sz="0" w:space="0" w:color="auto"/>
                                <w:bottom w:val="none" w:sz="0" w:space="0" w:color="auto"/>
                                <w:right w:val="none" w:sz="0" w:space="0" w:color="auto"/>
                              </w:divBdr>
                              <w:divsChild>
                                <w:div w:id="137549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48924">
                          <w:marLeft w:val="0"/>
                          <w:marRight w:val="0"/>
                          <w:marTop w:val="0"/>
                          <w:marBottom w:val="0"/>
                          <w:divBdr>
                            <w:top w:val="none" w:sz="0" w:space="0" w:color="auto"/>
                            <w:left w:val="none" w:sz="0" w:space="0" w:color="auto"/>
                            <w:bottom w:val="none" w:sz="0" w:space="0" w:color="auto"/>
                            <w:right w:val="none" w:sz="0" w:space="0" w:color="auto"/>
                          </w:divBdr>
                          <w:divsChild>
                            <w:div w:id="2115437806">
                              <w:marLeft w:val="0"/>
                              <w:marRight w:val="0"/>
                              <w:marTop w:val="0"/>
                              <w:marBottom w:val="0"/>
                              <w:divBdr>
                                <w:top w:val="none" w:sz="0" w:space="0" w:color="auto"/>
                                <w:left w:val="none" w:sz="0" w:space="0" w:color="auto"/>
                                <w:bottom w:val="none" w:sz="0" w:space="0" w:color="auto"/>
                                <w:right w:val="none" w:sz="0" w:space="0" w:color="auto"/>
                              </w:divBdr>
                              <w:divsChild>
                                <w:div w:id="3703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216">
                          <w:marLeft w:val="0"/>
                          <w:marRight w:val="0"/>
                          <w:marTop w:val="0"/>
                          <w:marBottom w:val="0"/>
                          <w:divBdr>
                            <w:top w:val="none" w:sz="0" w:space="0" w:color="auto"/>
                            <w:left w:val="none" w:sz="0" w:space="0" w:color="auto"/>
                            <w:bottom w:val="none" w:sz="0" w:space="0" w:color="auto"/>
                            <w:right w:val="none" w:sz="0" w:space="0" w:color="auto"/>
                          </w:divBdr>
                          <w:divsChild>
                            <w:div w:id="1616406327">
                              <w:marLeft w:val="0"/>
                              <w:marRight w:val="0"/>
                              <w:marTop w:val="0"/>
                              <w:marBottom w:val="0"/>
                              <w:divBdr>
                                <w:top w:val="none" w:sz="0" w:space="0" w:color="auto"/>
                                <w:left w:val="none" w:sz="0" w:space="0" w:color="auto"/>
                                <w:bottom w:val="none" w:sz="0" w:space="0" w:color="auto"/>
                                <w:right w:val="none" w:sz="0" w:space="0" w:color="auto"/>
                              </w:divBdr>
                              <w:divsChild>
                                <w:div w:id="57443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975323">
      <w:bodyDiv w:val="1"/>
      <w:marLeft w:val="0"/>
      <w:marRight w:val="0"/>
      <w:marTop w:val="0"/>
      <w:marBottom w:val="0"/>
      <w:divBdr>
        <w:top w:val="none" w:sz="0" w:space="0" w:color="auto"/>
        <w:left w:val="none" w:sz="0" w:space="0" w:color="auto"/>
        <w:bottom w:val="none" w:sz="0" w:space="0" w:color="auto"/>
        <w:right w:val="none" w:sz="0" w:space="0" w:color="auto"/>
      </w:divBdr>
    </w:div>
    <w:div w:id="1849057423">
      <w:bodyDiv w:val="1"/>
      <w:marLeft w:val="0"/>
      <w:marRight w:val="0"/>
      <w:marTop w:val="0"/>
      <w:marBottom w:val="0"/>
      <w:divBdr>
        <w:top w:val="none" w:sz="0" w:space="0" w:color="auto"/>
        <w:left w:val="none" w:sz="0" w:space="0" w:color="auto"/>
        <w:bottom w:val="none" w:sz="0" w:space="0" w:color="auto"/>
        <w:right w:val="none" w:sz="0" w:space="0" w:color="auto"/>
      </w:divBdr>
      <w:divsChild>
        <w:div w:id="2078046966">
          <w:marLeft w:val="0"/>
          <w:marRight w:val="0"/>
          <w:marTop w:val="0"/>
          <w:marBottom w:val="0"/>
          <w:divBdr>
            <w:top w:val="none" w:sz="0" w:space="0" w:color="auto"/>
            <w:left w:val="none" w:sz="0" w:space="0" w:color="auto"/>
            <w:bottom w:val="none" w:sz="0" w:space="0" w:color="auto"/>
            <w:right w:val="none" w:sz="0" w:space="0" w:color="auto"/>
          </w:divBdr>
          <w:divsChild>
            <w:div w:id="450051673">
              <w:marLeft w:val="0"/>
              <w:marRight w:val="0"/>
              <w:marTop w:val="0"/>
              <w:marBottom w:val="0"/>
              <w:divBdr>
                <w:top w:val="none" w:sz="0" w:space="0" w:color="auto"/>
                <w:left w:val="none" w:sz="0" w:space="0" w:color="auto"/>
                <w:bottom w:val="none" w:sz="0" w:space="0" w:color="auto"/>
                <w:right w:val="none" w:sz="0" w:space="0" w:color="auto"/>
              </w:divBdr>
              <w:divsChild>
                <w:div w:id="1270162842">
                  <w:marLeft w:val="0"/>
                  <w:marRight w:val="0"/>
                  <w:marTop w:val="0"/>
                  <w:marBottom w:val="0"/>
                  <w:divBdr>
                    <w:top w:val="none" w:sz="0" w:space="0" w:color="auto"/>
                    <w:left w:val="none" w:sz="0" w:space="0" w:color="auto"/>
                    <w:bottom w:val="none" w:sz="0" w:space="0" w:color="auto"/>
                    <w:right w:val="none" w:sz="0" w:space="0" w:color="auto"/>
                  </w:divBdr>
                  <w:divsChild>
                    <w:div w:id="759984228">
                      <w:marLeft w:val="0"/>
                      <w:marRight w:val="0"/>
                      <w:marTop w:val="0"/>
                      <w:marBottom w:val="0"/>
                      <w:divBdr>
                        <w:top w:val="none" w:sz="0" w:space="0" w:color="auto"/>
                        <w:left w:val="none" w:sz="0" w:space="0" w:color="auto"/>
                        <w:bottom w:val="none" w:sz="0" w:space="0" w:color="auto"/>
                        <w:right w:val="none" w:sz="0" w:space="0" w:color="auto"/>
                      </w:divBdr>
                      <w:divsChild>
                        <w:div w:id="1740668000">
                          <w:marLeft w:val="0"/>
                          <w:marRight w:val="0"/>
                          <w:marTop w:val="0"/>
                          <w:marBottom w:val="0"/>
                          <w:divBdr>
                            <w:top w:val="none" w:sz="0" w:space="0" w:color="auto"/>
                            <w:left w:val="none" w:sz="0" w:space="0" w:color="auto"/>
                            <w:bottom w:val="none" w:sz="0" w:space="0" w:color="auto"/>
                            <w:right w:val="none" w:sz="0" w:space="0" w:color="auto"/>
                          </w:divBdr>
                          <w:divsChild>
                            <w:div w:id="872889781">
                              <w:marLeft w:val="0"/>
                              <w:marRight w:val="0"/>
                              <w:marTop w:val="0"/>
                              <w:marBottom w:val="0"/>
                              <w:divBdr>
                                <w:top w:val="none" w:sz="0" w:space="0" w:color="auto"/>
                                <w:left w:val="none" w:sz="0" w:space="0" w:color="auto"/>
                                <w:bottom w:val="none" w:sz="0" w:space="0" w:color="auto"/>
                                <w:right w:val="none" w:sz="0" w:space="0" w:color="auto"/>
                              </w:divBdr>
                              <w:divsChild>
                                <w:div w:id="21074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ys-de-la-loire.ars.sant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aussillon\Local%20Settings\Temporary%20Internet%20Files\OLK14\Mod&#232;le%20Si&#232;ge%20(2).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Siège (2).dot</Template>
  <TotalTime>115</TotalTime>
  <Pages>1</Pages>
  <Words>212</Words>
  <Characters>1111</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MSS</Company>
  <LinksUpToDate>false</LinksUpToDate>
  <CharactersWithSpaces>1321</CharactersWithSpaces>
  <SharedDoc>false</SharedDoc>
  <HLinks>
    <vt:vector size="12" baseType="variant">
      <vt:variant>
        <vt:i4>2687048</vt:i4>
      </vt:variant>
      <vt:variant>
        <vt:i4>0</vt:i4>
      </vt:variant>
      <vt:variant>
        <vt:i4>0</vt:i4>
      </vt:variant>
      <vt:variant>
        <vt:i4>5</vt:i4>
      </vt:variant>
      <vt:variant>
        <vt:lpwstr>mailto:claire.le-prive@ars.sante.fr</vt:lpwstr>
      </vt:variant>
      <vt:variant>
        <vt:lpwstr/>
      </vt:variant>
      <vt:variant>
        <vt:i4>1769475</vt:i4>
      </vt:variant>
      <vt:variant>
        <vt:i4>-1</vt:i4>
      </vt:variant>
      <vt:variant>
        <vt:i4>1035</vt:i4>
      </vt:variant>
      <vt:variant>
        <vt:i4>1</vt:i4>
      </vt:variant>
      <vt:variant>
        <vt:lpwstr>http://www.ars.basse-normandie.sante.fr/uploads/pics/Label_droits_des_usagers_2013.png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creator>vbeaussillon</dc:creator>
  <cp:lastModifiedBy>BERTHELOT-GOLA, Carole</cp:lastModifiedBy>
  <cp:revision>7</cp:revision>
  <cp:lastPrinted>2015-04-02T07:49:00Z</cp:lastPrinted>
  <dcterms:created xsi:type="dcterms:W3CDTF">2022-06-20T15:16:00Z</dcterms:created>
  <dcterms:modified xsi:type="dcterms:W3CDTF">2022-07-13T14:19:00Z</dcterms:modified>
</cp:coreProperties>
</file>